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0DF1A" w14:textId="77777777" w:rsidR="00E66AFB" w:rsidRDefault="0093396A">
      <w:pPr>
        <w:pStyle w:val="Nzev"/>
        <w:tabs>
          <w:tab w:val="clear" w:pos="720"/>
        </w:tabs>
        <w:suppressAutoHyphens/>
        <w:ind w:left="0" w:right="21"/>
        <w:jc w:val="left"/>
        <w:rPr>
          <w:b w:val="0"/>
          <w:sz w:val="22"/>
          <w:szCs w:val="22"/>
          <w:lang w:val="cs-CZ"/>
        </w:rPr>
      </w:pPr>
      <w:r w:rsidRPr="0093396A">
        <w:rPr>
          <w:b w:val="0"/>
          <w:sz w:val="22"/>
          <w:szCs w:val="22"/>
          <w:lang w:val="cs-CZ"/>
        </w:rPr>
        <w:t>Příloha č.</w:t>
      </w:r>
      <w:r w:rsidR="007431E5">
        <w:rPr>
          <w:b w:val="0"/>
          <w:sz w:val="22"/>
          <w:szCs w:val="22"/>
          <w:lang w:val="cs-CZ"/>
        </w:rPr>
        <w:t xml:space="preserve"> </w:t>
      </w:r>
      <w:r w:rsidRPr="0093396A">
        <w:rPr>
          <w:b w:val="0"/>
          <w:sz w:val="22"/>
          <w:szCs w:val="22"/>
          <w:lang w:val="cs-CZ"/>
        </w:rPr>
        <w:t>2 ZD</w:t>
      </w:r>
    </w:p>
    <w:p w14:paraId="194BC236" w14:textId="77777777" w:rsidR="004D5E82" w:rsidRPr="0093396A" w:rsidRDefault="004D5E82" w:rsidP="004D5E82">
      <w:pPr>
        <w:pStyle w:val="Nzev"/>
        <w:tabs>
          <w:tab w:val="clear" w:pos="720"/>
        </w:tabs>
        <w:suppressAutoHyphens/>
        <w:ind w:left="0" w:right="21"/>
        <w:jc w:val="left"/>
        <w:rPr>
          <w:b w:val="0"/>
          <w:sz w:val="22"/>
          <w:szCs w:val="22"/>
          <w:lang w:val="cs-CZ"/>
        </w:rPr>
      </w:pPr>
    </w:p>
    <w:p w14:paraId="0A665C53" w14:textId="77777777" w:rsidR="0093396A" w:rsidRDefault="009D257C" w:rsidP="004D5E82">
      <w:pPr>
        <w:pStyle w:val="Nzev"/>
        <w:tabs>
          <w:tab w:val="clear" w:pos="720"/>
        </w:tabs>
        <w:suppressAutoHyphens/>
        <w:ind w:left="0" w:right="21"/>
        <w:jc w:val="left"/>
        <w:rPr>
          <w:sz w:val="22"/>
          <w:szCs w:val="22"/>
          <w:lang w:val="cs-CZ"/>
        </w:rPr>
      </w:pPr>
      <w:r w:rsidRPr="0093396A">
        <w:rPr>
          <w:sz w:val="22"/>
          <w:szCs w:val="22"/>
          <w:lang w:val="cs-CZ"/>
        </w:rPr>
        <w:t>SMLOUV</w:t>
      </w:r>
      <w:r w:rsidR="004D5E82">
        <w:rPr>
          <w:sz w:val="22"/>
          <w:szCs w:val="22"/>
          <w:lang w:val="cs-CZ"/>
        </w:rPr>
        <w:t>A</w:t>
      </w:r>
      <w:r w:rsidRPr="0093396A">
        <w:rPr>
          <w:sz w:val="22"/>
          <w:szCs w:val="22"/>
          <w:lang w:val="cs-CZ"/>
        </w:rPr>
        <w:t xml:space="preserve"> </w:t>
      </w:r>
      <w:r w:rsidR="0093396A" w:rsidRPr="0093396A">
        <w:rPr>
          <w:sz w:val="22"/>
          <w:szCs w:val="22"/>
          <w:lang w:val="cs-CZ"/>
        </w:rPr>
        <w:t>O DÍLO</w:t>
      </w:r>
    </w:p>
    <w:p w14:paraId="13F0934D" w14:textId="77777777" w:rsidR="00E66AFB" w:rsidRDefault="00E66AFB">
      <w:pPr>
        <w:pStyle w:val="Nzev"/>
        <w:tabs>
          <w:tab w:val="clear" w:pos="720"/>
        </w:tabs>
        <w:suppressAutoHyphens/>
        <w:ind w:left="0" w:right="21"/>
        <w:jc w:val="left"/>
        <w:rPr>
          <w:sz w:val="22"/>
          <w:szCs w:val="22"/>
          <w:lang w:val="cs-CZ"/>
        </w:rPr>
      </w:pPr>
    </w:p>
    <w:p w14:paraId="0F4FBED4" w14:textId="77777777" w:rsidR="00E66AFB" w:rsidRDefault="0093396A">
      <w:pPr>
        <w:pStyle w:val="Zkladntext"/>
        <w:widowControl w:val="0"/>
        <w:tabs>
          <w:tab w:val="left" w:pos="3969"/>
        </w:tabs>
        <w:suppressAutoHyphens/>
        <w:spacing w:after="0"/>
        <w:rPr>
          <w:szCs w:val="22"/>
          <w:lang w:val="cs-CZ"/>
        </w:rPr>
      </w:pPr>
      <w:r w:rsidRPr="0093396A">
        <w:rPr>
          <w:szCs w:val="22"/>
          <w:lang w:val="cs-CZ"/>
        </w:rPr>
        <w:t>Číslo smlouvy objednatele:</w:t>
      </w:r>
      <w:r w:rsidRPr="0093396A">
        <w:rPr>
          <w:szCs w:val="22"/>
          <w:lang w:val="cs-CZ"/>
        </w:rPr>
        <w:tab/>
      </w:r>
      <w:permStart w:id="215099407" w:edGrp="everyone"/>
      <w:r w:rsidRPr="0093396A">
        <w:rPr>
          <w:i/>
          <w:color w:val="00B0F0"/>
          <w:szCs w:val="22"/>
          <w:lang w:val="cs-CZ"/>
        </w:rPr>
        <w:t xml:space="preserve">(Pozn. Doplní </w:t>
      </w:r>
      <w:r w:rsidR="004D5E82">
        <w:rPr>
          <w:i/>
          <w:color w:val="00B0F0"/>
          <w:szCs w:val="22"/>
          <w:lang w:val="cs-CZ"/>
        </w:rPr>
        <w:t>o</w:t>
      </w:r>
      <w:r w:rsidRPr="0093396A">
        <w:rPr>
          <w:i/>
          <w:color w:val="00B0F0"/>
          <w:szCs w:val="22"/>
          <w:lang w:val="cs-CZ"/>
        </w:rPr>
        <w:t>bjednatel)</w:t>
      </w:r>
      <w:permEnd w:id="215099407"/>
    </w:p>
    <w:p w14:paraId="015873EE" w14:textId="77777777" w:rsidR="00E66AFB" w:rsidRDefault="0093396A">
      <w:pPr>
        <w:pStyle w:val="Zkladntext"/>
        <w:widowControl w:val="0"/>
        <w:tabs>
          <w:tab w:val="left" w:pos="3969"/>
        </w:tabs>
        <w:suppressAutoHyphens/>
        <w:rPr>
          <w:szCs w:val="22"/>
          <w:lang w:val="cs-CZ"/>
        </w:rPr>
      </w:pPr>
      <w:r w:rsidRPr="0093396A">
        <w:rPr>
          <w:szCs w:val="22"/>
          <w:lang w:val="cs-CZ"/>
        </w:rPr>
        <w:t>Číslo smlouvy zhotovitele:</w:t>
      </w:r>
      <w:r w:rsidRPr="0093396A">
        <w:rPr>
          <w:szCs w:val="22"/>
          <w:lang w:val="cs-CZ"/>
        </w:rPr>
        <w:tab/>
      </w:r>
      <w:permStart w:id="26347683" w:edGrp="everyone"/>
      <w:r w:rsidRPr="0093396A">
        <w:rPr>
          <w:i/>
          <w:color w:val="00B0F0"/>
          <w:szCs w:val="22"/>
          <w:lang w:val="cs-CZ"/>
        </w:rPr>
        <w:t>(Pozn. Doplní dodavatel. Poté poznámku vymažte)</w:t>
      </w:r>
      <w:permEnd w:id="26347683"/>
    </w:p>
    <w:p w14:paraId="39642BAE" w14:textId="77777777" w:rsidR="00E66AFB" w:rsidRDefault="0093396A">
      <w:pPr>
        <w:pStyle w:val="Nadpis1"/>
        <w:keepNext w:val="0"/>
        <w:widowControl w:val="0"/>
        <w:suppressAutoHyphens/>
        <w:jc w:val="center"/>
      </w:pPr>
      <w:r w:rsidRPr="002901EE">
        <w:t>Smluvní strany</w:t>
      </w:r>
    </w:p>
    <w:p w14:paraId="52EC9138" w14:textId="77777777" w:rsidR="00E66AFB" w:rsidRDefault="0093396A">
      <w:pPr>
        <w:widowControl w:val="0"/>
        <w:tabs>
          <w:tab w:val="left" w:pos="3969"/>
        </w:tabs>
        <w:suppressAutoHyphens/>
        <w:spacing w:before="120"/>
        <w:ind w:right="21"/>
        <w:jc w:val="both"/>
        <w:rPr>
          <w:rFonts w:ascii="Times New Roman" w:hAnsi="Times New Roman"/>
          <w:b/>
          <w:sz w:val="22"/>
          <w:szCs w:val="22"/>
          <w:lang w:val="cs-CZ"/>
        </w:rPr>
      </w:pPr>
      <w:r w:rsidRPr="002901EE">
        <w:rPr>
          <w:rFonts w:ascii="Times New Roman" w:hAnsi="Times New Roman"/>
          <w:b/>
          <w:sz w:val="22"/>
          <w:szCs w:val="22"/>
          <w:lang w:val="cs-CZ"/>
        </w:rPr>
        <w:t>Objednatel:</w:t>
      </w:r>
      <w:r w:rsidRPr="002901EE">
        <w:rPr>
          <w:rFonts w:ascii="Times New Roman" w:hAnsi="Times New Roman"/>
          <w:b/>
          <w:sz w:val="22"/>
          <w:szCs w:val="22"/>
          <w:lang w:val="cs-CZ"/>
        </w:rPr>
        <w:tab/>
        <w:t>Dopravní podnik Ostrava a.s.</w:t>
      </w:r>
    </w:p>
    <w:p w14:paraId="588C02EF"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 xml:space="preserve">se sídlem: </w:t>
      </w:r>
      <w:r w:rsidRPr="002901EE">
        <w:rPr>
          <w:rFonts w:ascii="Times New Roman" w:hAnsi="Times New Roman"/>
          <w:sz w:val="22"/>
          <w:szCs w:val="22"/>
          <w:lang w:val="cs-CZ"/>
        </w:rPr>
        <w:tab/>
        <w:t>Poděbradova 494/2, Moravská Ostrava, PSČ 702 00 Ostrava</w:t>
      </w:r>
    </w:p>
    <w:p w14:paraId="0E5972C1"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právní forma:</w:t>
      </w:r>
      <w:r w:rsidRPr="002901EE">
        <w:rPr>
          <w:rFonts w:ascii="Times New Roman" w:hAnsi="Times New Roman"/>
          <w:sz w:val="22"/>
          <w:szCs w:val="22"/>
          <w:lang w:val="cs-CZ"/>
        </w:rPr>
        <w:tab/>
        <w:t>akciová společnost</w:t>
      </w:r>
    </w:p>
    <w:p w14:paraId="1894071E"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 xml:space="preserve">zapsaná v obch. rejstříku:    </w:t>
      </w:r>
      <w:r w:rsidRPr="002901EE">
        <w:rPr>
          <w:rFonts w:ascii="Times New Roman" w:hAnsi="Times New Roman"/>
          <w:sz w:val="22"/>
          <w:szCs w:val="22"/>
          <w:lang w:val="cs-CZ"/>
        </w:rPr>
        <w:tab/>
        <w:t>vedeném u Krajského soudu Ostrava, oddíl B., vložka číslo 1104</w:t>
      </w:r>
    </w:p>
    <w:p w14:paraId="01E1DBCD"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 xml:space="preserve">IČ: </w:t>
      </w:r>
      <w:r w:rsidRPr="002901EE">
        <w:rPr>
          <w:rFonts w:ascii="Times New Roman" w:hAnsi="Times New Roman"/>
          <w:sz w:val="22"/>
          <w:szCs w:val="22"/>
          <w:lang w:val="cs-CZ"/>
        </w:rPr>
        <w:tab/>
        <w:t>61974757</w:t>
      </w:r>
    </w:p>
    <w:p w14:paraId="50B9E90A" w14:textId="77777777" w:rsidR="00E66AFB" w:rsidRDefault="0093396A">
      <w:pPr>
        <w:widowControl w:val="0"/>
        <w:tabs>
          <w:tab w:val="left" w:pos="3969"/>
        </w:tabs>
        <w:suppressAutoHyphens/>
        <w:ind w:right="21"/>
        <w:rPr>
          <w:rFonts w:ascii="Times New Roman" w:hAnsi="Times New Roman"/>
          <w:color w:val="auto"/>
          <w:sz w:val="22"/>
          <w:szCs w:val="22"/>
          <w:lang w:val="cs-CZ"/>
        </w:rPr>
      </w:pPr>
      <w:r w:rsidRPr="002901EE">
        <w:rPr>
          <w:rFonts w:ascii="Times New Roman" w:hAnsi="Times New Roman"/>
          <w:sz w:val="22"/>
          <w:szCs w:val="22"/>
          <w:lang w:val="cs-CZ"/>
        </w:rPr>
        <w:t>DIČ:</w:t>
      </w:r>
      <w:r w:rsidRPr="002901EE">
        <w:rPr>
          <w:rFonts w:ascii="Times New Roman" w:hAnsi="Times New Roman"/>
          <w:sz w:val="22"/>
          <w:szCs w:val="22"/>
          <w:lang w:val="cs-CZ"/>
        </w:rPr>
        <w:tab/>
      </w:r>
      <w:r w:rsidRPr="002901EE">
        <w:rPr>
          <w:rFonts w:ascii="Times New Roman" w:hAnsi="Times New Roman"/>
          <w:color w:val="auto"/>
          <w:sz w:val="22"/>
          <w:szCs w:val="22"/>
          <w:lang w:val="cs-CZ"/>
        </w:rPr>
        <w:t>CZ61974757</w:t>
      </w:r>
      <w:r w:rsidR="004D5E82">
        <w:rPr>
          <w:rFonts w:ascii="Times New Roman" w:hAnsi="Times New Roman"/>
          <w:color w:val="auto"/>
          <w:sz w:val="22"/>
          <w:szCs w:val="22"/>
          <w:lang w:val="cs-CZ"/>
        </w:rPr>
        <w:t>,</w:t>
      </w:r>
      <w:r w:rsidRPr="002901EE">
        <w:rPr>
          <w:rFonts w:ascii="Times New Roman" w:hAnsi="Times New Roman"/>
          <w:color w:val="auto"/>
          <w:sz w:val="22"/>
          <w:szCs w:val="22"/>
          <w:lang w:val="cs-CZ"/>
        </w:rPr>
        <w:t xml:space="preserve">  plátce DPH</w:t>
      </w:r>
    </w:p>
    <w:p w14:paraId="072E0CDD"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color w:val="auto"/>
          <w:sz w:val="22"/>
          <w:szCs w:val="22"/>
          <w:lang w:val="cs-CZ"/>
        </w:rPr>
        <w:t>bankovní spojení:</w:t>
      </w:r>
      <w:r w:rsidRPr="002901EE">
        <w:rPr>
          <w:rFonts w:ascii="Times New Roman" w:hAnsi="Times New Roman"/>
          <w:color w:val="auto"/>
          <w:sz w:val="22"/>
          <w:szCs w:val="22"/>
          <w:lang w:val="cs-CZ"/>
        </w:rPr>
        <w:tab/>
        <w:t>Komerční banka, a.s., pobočka Ostrava, Nádražní 12</w:t>
      </w:r>
    </w:p>
    <w:p w14:paraId="0CB037CE"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číslo účtu:</w:t>
      </w:r>
      <w:r w:rsidRPr="002901EE">
        <w:rPr>
          <w:rFonts w:ascii="Times New Roman" w:hAnsi="Times New Roman"/>
          <w:sz w:val="22"/>
          <w:szCs w:val="22"/>
          <w:lang w:val="cs-CZ"/>
        </w:rPr>
        <w:tab/>
        <w:t>5708761/0100</w:t>
      </w:r>
    </w:p>
    <w:p w14:paraId="5F59922E"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zastoupen:</w:t>
      </w:r>
      <w:r w:rsidRPr="002901EE">
        <w:rPr>
          <w:rFonts w:ascii="Times New Roman" w:hAnsi="Times New Roman"/>
          <w:sz w:val="22"/>
          <w:szCs w:val="22"/>
          <w:lang w:val="cs-CZ"/>
        </w:rPr>
        <w:tab/>
      </w:r>
      <w:permStart w:id="967780449" w:edGrp="everyone"/>
      <w:r w:rsidRPr="002901EE">
        <w:rPr>
          <w:rFonts w:ascii="Times New Roman" w:hAnsi="Times New Roman"/>
          <w:i/>
          <w:color w:val="00B0F0"/>
          <w:sz w:val="22"/>
          <w:szCs w:val="22"/>
          <w:lang w:val="cs-CZ"/>
        </w:rPr>
        <w:t xml:space="preserve">(Pozn. Doplní </w:t>
      </w:r>
      <w:r w:rsidR="004D5E82">
        <w:rPr>
          <w:rFonts w:ascii="Times New Roman" w:hAnsi="Times New Roman"/>
          <w:i/>
          <w:color w:val="00B0F0"/>
          <w:sz w:val="22"/>
          <w:szCs w:val="22"/>
          <w:lang w:val="cs-CZ"/>
        </w:rPr>
        <w:t>o</w:t>
      </w:r>
      <w:r w:rsidRPr="002901EE">
        <w:rPr>
          <w:rFonts w:ascii="Times New Roman" w:hAnsi="Times New Roman"/>
          <w:i/>
          <w:color w:val="00B0F0"/>
          <w:sz w:val="22"/>
          <w:szCs w:val="22"/>
          <w:lang w:val="cs-CZ"/>
        </w:rPr>
        <w:t>bjednatel)</w:t>
      </w:r>
      <w:permEnd w:id="967780449"/>
    </w:p>
    <w:p w14:paraId="0A49DF55"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kontaktní osoba ve věcech smluvních:</w:t>
      </w:r>
      <w:r w:rsidRPr="002901EE">
        <w:rPr>
          <w:rFonts w:ascii="Times New Roman" w:hAnsi="Times New Roman"/>
          <w:sz w:val="22"/>
          <w:szCs w:val="22"/>
          <w:lang w:val="cs-CZ"/>
        </w:rPr>
        <w:tab/>
      </w:r>
      <w:permStart w:id="2019906598" w:edGrp="everyone"/>
      <w:r w:rsidRPr="002901EE">
        <w:rPr>
          <w:rFonts w:ascii="Times New Roman" w:hAnsi="Times New Roman"/>
          <w:i/>
          <w:color w:val="00B0F0"/>
          <w:sz w:val="22"/>
          <w:szCs w:val="22"/>
          <w:lang w:val="cs-CZ"/>
        </w:rPr>
        <w:t xml:space="preserve">(Pozn. Doplní </w:t>
      </w:r>
      <w:r w:rsidR="004D5E82">
        <w:rPr>
          <w:rFonts w:ascii="Times New Roman" w:hAnsi="Times New Roman"/>
          <w:i/>
          <w:color w:val="00B0F0"/>
          <w:sz w:val="22"/>
          <w:szCs w:val="22"/>
          <w:lang w:val="cs-CZ"/>
        </w:rPr>
        <w:t>o</w:t>
      </w:r>
      <w:r w:rsidRPr="002901EE">
        <w:rPr>
          <w:rFonts w:ascii="Times New Roman" w:hAnsi="Times New Roman"/>
          <w:i/>
          <w:color w:val="00B0F0"/>
          <w:sz w:val="22"/>
          <w:szCs w:val="22"/>
          <w:lang w:val="cs-CZ"/>
        </w:rPr>
        <w:t>bjednatel)</w:t>
      </w:r>
      <w:permEnd w:id="2019906598"/>
    </w:p>
    <w:p w14:paraId="4F097394" w14:textId="77777777" w:rsidR="00E66AFB" w:rsidRDefault="0093396A">
      <w:pPr>
        <w:widowControl w:val="0"/>
        <w:tabs>
          <w:tab w:val="left" w:pos="3969"/>
        </w:tabs>
        <w:suppressAutoHyphens/>
        <w:spacing w:before="120"/>
        <w:ind w:right="21"/>
        <w:jc w:val="both"/>
        <w:rPr>
          <w:rFonts w:ascii="Times New Roman" w:hAnsi="Times New Roman"/>
          <w:sz w:val="22"/>
          <w:szCs w:val="22"/>
          <w:lang w:val="cs-CZ"/>
        </w:rPr>
      </w:pPr>
      <w:r w:rsidRPr="002901EE">
        <w:rPr>
          <w:rFonts w:ascii="Times New Roman" w:hAnsi="Times New Roman"/>
          <w:sz w:val="22"/>
          <w:szCs w:val="22"/>
          <w:lang w:val="cs-CZ"/>
        </w:rPr>
        <w:t xml:space="preserve">kontaktní osoba ve věcech technických: </w:t>
      </w:r>
      <w:r w:rsidRPr="002901EE">
        <w:rPr>
          <w:rFonts w:ascii="Times New Roman" w:hAnsi="Times New Roman"/>
          <w:sz w:val="22"/>
          <w:szCs w:val="22"/>
          <w:lang w:val="cs-CZ"/>
        </w:rPr>
        <w:tab/>
        <w:t>Jiří Boháček, vedoucí odboru dopravní cesta</w:t>
      </w:r>
    </w:p>
    <w:p w14:paraId="38A3DB58" w14:textId="77777777" w:rsidR="00E66AFB" w:rsidRDefault="0093396A">
      <w:pPr>
        <w:widowControl w:val="0"/>
        <w:tabs>
          <w:tab w:val="left" w:pos="3969"/>
        </w:tabs>
        <w:suppressAutoHyphens/>
        <w:spacing w:line="240" w:lineRule="auto"/>
        <w:ind w:left="3969" w:right="21" w:hanging="3969"/>
        <w:rPr>
          <w:rFonts w:ascii="Times New Roman" w:hAnsi="Times New Roman"/>
          <w:sz w:val="22"/>
          <w:szCs w:val="22"/>
          <w:lang w:val="cs-CZ"/>
        </w:rPr>
      </w:pPr>
      <w:r w:rsidRPr="002901EE">
        <w:rPr>
          <w:rFonts w:ascii="Times New Roman" w:hAnsi="Times New Roman"/>
          <w:sz w:val="22"/>
          <w:szCs w:val="22"/>
          <w:lang w:val="cs-CZ"/>
        </w:rPr>
        <w:tab/>
        <w:t xml:space="preserve">tel.: 59 740 2170, e-mail.: </w:t>
      </w:r>
      <w:hyperlink r:id="rId9" w:history="1">
        <w:r w:rsidR="00105FBB" w:rsidRPr="00CF0719">
          <w:rPr>
            <w:rStyle w:val="Hypertextovodkaz"/>
            <w:rFonts w:ascii="Times New Roman" w:hAnsi="Times New Roman"/>
            <w:sz w:val="22"/>
            <w:szCs w:val="22"/>
            <w:lang w:val="cs-CZ"/>
          </w:rPr>
          <w:t>jiri.bohacek@dpo.cz</w:t>
        </w:r>
      </w:hyperlink>
      <w:r w:rsidRPr="002901EE">
        <w:rPr>
          <w:rFonts w:ascii="Times New Roman" w:hAnsi="Times New Roman"/>
          <w:sz w:val="22"/>
          <w:szCs w:val="22"/>
          <w:lang w:val="cs-CZ"/>
        </w:rPr>
        <w:t>,</w:t>
      </w:r>
    </w:p>
    <w:p w14:paraId="01228C00" w14:textId="77777777" w:rsidR="00E66AFB" w:rsidRDefault="0093396A">
      <w:pPr>
        <w:widowControl w:val="0"/>
        <w:tabs>
          <w:tab w:val="left" w:pos="3969"/>
        </w:tabs>
        <w:suppressAutoHyphens/>
        <w:spacing w:before="120"/>
        <w:ind w:right="21"/>
        <w:jc w:val="both"/>
        <w:rPr>
          <w:rFonts w:ascii="Times New Roman" w:hAnsi="Times New Roman"/>
          <w:sz w:val="22"/>
          <w:szCs w:val="22"/>
          <w:lang w:val="cs-CZ"/>
        </w:rPr>
      </w:pPr>
      <w:r w:rsidRPr="002901EE">
        <w:rPr>
          <w:rFonts w:ascii="Times New Roman" w:hAnsi="Times New Roman"/>
          <w:sz w:val="22"/>
          <w:szCs w:val="22"/>
          <w:lang w:val="cs-CZ"/>
        </w:rPr>
        <w:tab/>
      </w:r>
      <w:r w:rsidR="004D7A26" w:rsidRPr="002901EE">
        <w:rPr>
          <w:rFonts w:ascii="Times New Roman" w:hAnsi="Times New Roman"/>
          <w:sz w:val="22"/>
          <w:szCs w:val="22"/>
          <w:lang w:val="cs-CZ"/>
        </w:rPr>
        <w:t xml:space="preserve">Ing. </w:t>
      </w:r>
      <w:r w:rsidR="004D7A26">
        <w:rPr>
          <w:rFonts w:ascii="Times New Roman" w:hAnsi="Times New Roman"/>
          <w:sz w:val="22"/>
          <w:szCs w:val="22"/>
          <w:lang w:val="cs-CZ"/>
        </w:rPr>
        <w:t>Sylva Řezáčová</w:t>
      </w:r>
      <w:r w:rsidR="004D7A26" w:rsidRPr="002901EE">
        <w:rPr>
          <w:rFonts w:ascii="Times New Roman" w:hAnsi="Times New Roman"/>
          <w:sz w:val="22"/>
          <w:szCs w:val="22"/>
          <w:lang w:val="cs-CZ"/>
        </w:rPr>
        <w:t xml:space="preserve">, </w:t>
      </w:r>
      <w:r w:rsidR="004D7A26">
        <w:rPr>
          <w:rFonts w:ascii="Times New Roman" w:hAnsi="Times New Roman"/>
          <w:sz w:val="22"/>
          <w:szCs w:val="22"/>
          <w:lang w:val="cs-CZ"/>
        </w:rPr>
        <w:t>specialista stavebních investic</w:t>
      </w:r>
    </w:p>
    <w:p w14:paraId="256184FD" w14:textId="77777777" w:rsidR="00E66AFB" w:rsidRDefault="004D7A26">
      <w:pPr>
        <w:widowControl w:val="0"/>
        <w:tabs>
          <w:tab w:val="left" w:pos="3969"/>
        </w:tabs>
        <w:suppressAutoHyphens/>
        <w:spacing w:before="120"/>
        <w:ind w:right="21"/>
        <w:jc w:val="both"/>
        <w:rPr>
          <w:rFonts w:ascii="Times New Roman" w:hAnsi="Times New Roman"/>
          <w:sz w:val="22"/>
          <w:szCs w:val="22"/>
          <w:lang w:val="cs-CZ"/>
        </w:rPr>
      </w:pPr>
      <w:r w:rsidRPr="002901EE">
        <w:rPr>
          <w:rFonts w:ascii="Times New Roman" w:hAnsi="Times New Roman"/>
          <w:color w:val="auto"/>
          <w:sz w:val="22"/>
          <w:szCs w:val="22"/>
          <w:lang w:val="cs-CZ"/>
        </w:rPr>
        <w:tab/>
      </w:r>
      <w:r w:rsidRPr="002901EE">
        <w:rPr>
          <w:rFonts w:ascii="Times New Roman" w:hAnsi="Times New Roman"/>
          <w:sz w:val="22"/>
          <w:szCs w:val="22"/>
          <w:lang w:val="cs-CZ"/>
        </w:rPr>
        <w:t>tel.: 59 740 104</w:t>
      </w:r>
      <w:r>
        <w:rPr>
          <w:rFonts w:ascii="Times New Roman" w:hAnsi="Times New Roman"/>
          <w:sz w:val="22"/>
          <w:szCs w:val="22"/>
          <w:lang w:val="cs-CZ"/>
        </w:rPr>
        <w:t>4</w:t>
      </w:r>
      <w:r w:rsidRPr="002901EE">
        <w:rPr>
          <w:rFonts w:ascii="Times New Roman" w:hAnsi="Times New Roman"/>
          <w:sz w:val="22"/>
          <w:szCs w:val="22"/>
          <w:lang w:val="cs-CZ"/>
        </w:rPr>
        <w:t>,</w:t>
      </w:r>
      <w:r w:rsidRPr="002901EE">
        <w:rPr>
          <w:rFonts w:ascii="Times New Roman" w:hAnsi="Times New Roman"/>
          <w:color w:val="auto"/>
          <w:sz w:val="22"/>
          <w:szCs w:val="22"/>
          <w:lang w:val="cs-CZ"/>
        </w:rPr>
        <w:t xml:space="preserve"> e-mail</w:t>
      </w:r>
      <w:r w:rsidRPr="002901EE">
        <w:rPr>
          <w:rFonts w:ascii="Times New Roman" w:hAnsi="Times New Roman"/>
          <w:sz w:val="22"/>
          <w:szCs w:val="22"/>
          <w:lang w:val="cs-CZ"/>
        </w:rPr>
        <w:t xml:space="preserve">: </w:t>
      </w:r>
      <w:hyperlink r:id="rId10" w:history="1">
        <w:r w:rsidR="00105FBB" w:rsidRPr="00CF0719">
          <w:rPr>
            <w:rStyle w:val="Hypertextovodkaz"/>
            <w:rFonts w:ascii="Times New Roman" w:hAnsi="Times New Roman"/>
            <w:sz w:val="22"/>
            <w:szCs w:val="22"/>
            <w:lang w:val="cs-CZ"/>
          </w:rPr>
          <w:t>sylva.rezacova@dpo.cz</w:t>
        </w:r>
      </w:hyperlink>
      <w:r w:rsidRPr="002901EE">
        <w:rPr>
          <w:rFonts w:ascii="Times New Roman" w:hAnsi="Times New Roman"/>
          <w:sz w:val="22"/>
          <w:szCs w:val="22"/>
          <w:lang w:val="cs-CZ"/>
        </w:rPr>
        <w:t>,</w:t>
      </w:r>
    </w:p>
    <w:p w14:paraId="29379F1A" w14:textId="77777777" w:rsidR="00E66AFB" w:rsidRDefault="0093396A">
      <w:pPr>
        <w:widowControl w:val="0"/>
        <w:tabs>
          <w:tab w:val="left" w:pos="3969"/>
        </w:tabs>
        <w:suppressAutoHyphens/>
        <w:spacing w:before="120"/>
        <w:ind w:right="21"/>
        <w:jc w:val="both"/>
        <w:rPr>
          <w:rFonts w:ascii="Times New Roman" w:hAnsi="Times New Roman"/>
          <w:sz w:val="22"/>
          <w:szCs w:val="22"/>
          <w:lang w:val="cs-CZ"/>
        </w:rPr>
      </w:pPr>
      <w:r w:rsidRPr="002901EE">
        <w:rPr>
          <w:rFonts w:ascii="Times New Roman" w:hAnsi="Times New Roman"/>
          <w:sz w:val="22"/>
          <w:szCs w:val="22"/>
          <w:lang w:val="cs-CZ"/>
        </w:rPr>
        <w:tab/>
      </w:r>
      <w:r w:rsidR="00D21F98" w:rsidRPr="002901EE">
        <w:rPr>
          <w:rFonts w:ascii="Times New Roman" w:hAnsi="Times New Roman"/>
          <w:sz w:val="22"/>
          <w:szCs w:val="22"/>
          <w:lang w:val="cs-CZ"/>
        </w:rPr>
        <w:t xml:space="preserve">Karel Žaluda, vedoucí střediska správa a údržba ostatního majetku, </w:t>
      </w:r>
    </w:p>
    <w:p w14:paraId="55DF6878" w14:textId="77777777" w:rsidR="00E66AFB" w:rsidRDefault="00D21F98">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ab/>
        <w:t xml:space="preserve">tel.: 597402163, e-mail : </w:t>
      </w:r>
      <w:hyperlink r:id="rId11" w:history="1">
        <w:r w:rsidR="00105FBB" w:rsidRPr="00CF0719">
          <w:rPr>
            <w:rStyle w:val="Hypertextovodkaz"/>
            <w:rFonts w:ascii="Times New Roman" w:hAnsi="Times New Roman"/>
            <w:sz w:val="22"/>
            <w:szCs w:val="22"/>
            <w:lang w:val="cs-CZ"/>
          </w:rPr>
          <w:t>karel.zaluda@dpo.cz</w:t>
        </w:r>
      </w:hyperlink>
    </w:p>
    <w:p w14:paraId="76B7B8BE"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osoba oprávněná pro </w:t>
      </w:r>
      <w:r w:rsidR="00306853">
        <w:rPr>
          <w:rFonts w:ascii="Times New Roman" w:hAnsi="Times New Roman"/>
          <w:sz w:val="22"/>
          <w:szCs w:val="22"/>
          <w:lang w:val="cs-CZ"/>
        </w:rPr>
        <w:t xml:space="preserve">odsouhlasení </w:t>
      </w:r>
      <w:r w:rsidRPr="002901EE">
        <w:rPr>
          <w:rFonts w:ascii="Times New Roman" w:hAnsi="Times New Roman"/>
          <w:sz w:val="22"/>
          <w:szCs w:val="22"/>
          <w:lang w:val="cs-CZ"/>
        </w:rPr>
        <w:t>změn</w:t>
      </w:r>
    </w:p>
    <w:p w14:paraId="01373DD3" w14:textId="77777777" w:rsidR="0093396A" w:rsidRPr="002901EE" w:rsidRDefault="0093396A" w:rsidP="004D5E82">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díla</w:t>
      </w:r>
      <w:r w:rsidR="005A67B3">
        <w:rPr>
          <w:rFonts w:ascii="Times New Roman" w:hAnsi="Times New Roman"/>
          <w:sz w:val="22"/>
          <w:szCs w:val="22"/>
          <w:lang w:val="cs-CZ"/>
        </w:rPr>
        <w:t xml:space="preserve"> dle čl. </w:t>
      </w:r>
      <w:r w:rsidR="005A67B3" w:rsidRPr="00482334">
        <w:rPr>
          <w:rFonts w:ascii="Times New Roman" w:hAnsi="Times New Roman"/>
          <w:sz w:val="22"/>
          <w:szCs w:val="22"/>
          <w:lang w:val="cs-CZ"/>
        </w:rPr>
        <w:t>3.9</w:t>
      </w:r>
      <w:r w:rsidR="00306853">
        <w:rPr>
          <w:rFonts w:ascii="Times New Roman" w:hAnsi="Times New Roman"/>
          <w:sz w:val="22"/>
          <w:szCs w:val="22"/>
          <w:lang w:val="cs-CZ"/>
        </w:rPr>
        <w:t xml:space="preserve">. </w:t>
      </w:r>
      <w:r w:rsidR="00482334">
        <w:rPr>
          <w:rFonts w:ascii="Times New Roman" w:hAnsi="Times New Roman"/>
          <w:sz w:val="22"/>
          <w:szCs w:val="22"/>
          <w:lang w:val="cs-CZ"/>
        </w:rPr>
        <w:t xml:space="preserve">a 4.1. </w:t>
      </w:r>
      <w:r w:rsidR="00306853">
        <w:rPr>
          <w:rFonts w:ascii="Times New Roman" w:hAnsi="Times New Roman"/>
          <w:sz w:val="22"/>
          <w:szCs w:val="22"/>
          <w:lang w:val="cs-CZ"/>
        </w:rPr>
        <w:t>této smlouvy</w:t>
      </w:r>
      <w:r w:rsidRPr="002901EE">
        <w:rPr>
          <w:rFonts w:ascii="Times New Roman" w:hAnsi="Times New Roman"/>
          <w:sz w:val="22"/>
          <w:szCs w:val="22"/>
          <w:lang w:val="cs-CZ"/>
        </w:rPr>
        <w:t xml:space="preserve">: </w:t>
      </w:r>
      <w:r w:rsidRPr="002901EE">
        <w:rPr>
          <w:rFonts w:ascii="Times New Roman" w:hAnsi="Times New Roman"/>
          <w:sz w:val="22"/>
          <w:szCs w:val="22"/>
          <w:lang w:val="cs-CZ"/>
        </w:rPr>
        <w:tab/>
        <w:t xml:space="preserve">Ing. Martin Chovanec, ředitel úseku technického </w:t>
      </w:r>
    </w:p>
    <w:p w14:paraId="3F4B713D" w14:textId="77777777" w:rsidR="00E66AFB" w:rsidRDefault="0093396A">
      <w:pPr>
        <w:widowControl w:val="0"/>
        <w:tabs>
          <w:tab w:val="left" w:pos="3969"/>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r>
      <w:r w:rsidRPr="002901EE">
        <w:rPr>
          <w:rFonts w:ascii="Times New Roman" w:hAnsi="Times New Roman"/>
          <w:sz w:val="22"/>
          <w:szCs w:val="22"/>
          <w:lang w:val="cs-CZ"/>
        </w:rPr>
        <w:tab/>
      </w:r>
      <w:r w:rsidRPr="002901EE">
        <w:rPr>
          <w:rFonts w:ascii="Times New Roman" w:hAnsi="Times New Roman"/>
          <w:sz w:val="22"/>
          <w:szCs w:val="22"/>
          <w:lang w:val="cs-CZ"/>
        </w:rPr>
        <w:tab/>
        <w:t xml:space="preserve"> </w:t>
      </w:r>
    </w:p>
    <w:p w14:paraId="4C4403BB" w14:textId="77777777" w:rsidR="00E66AFB" w:rsidRDefault="0093396A">
      <w:pPr>
        <w:widowControl w:val="0"/>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 xml:space="preserve">(dále jen </w:t>
      </w:r>
      <w:r w:rsidRPr="002901EE">
        <w:rPr>
          <w:rFonts w:ascii="Times New Roman" w:hAnsi="Times New Roman"/>
          <w:b/>
          <w:sz w:val="22"/>
          <w:szCs w:val="22"/>
          <w:lang w:val="cs-CZ"/>
        </w:rPr>
        <w:t>„objednatel“</w:t>
      </w:r>
      <w:r w:rsidRPr="002901EE">
        <w:rPr>
          <w:rFonts w:ascii="Times New Roman" w:hAnsi="Times New Roman"/>
          <w:sz w:val="22"/>
          <w:szCs w:val="22"/>
          <w:lang w:val="cs-CZ"/>
        </w:rPr>
        <w:t>) na straně jedné</w:t>
      </w:r>
    </w:p>
    <w:p w14:paraId="685008AE" w14:textId="77777777" w:rsidR="00E66AFB" w:rsidRDefault="00E66AFB">
      <w:pPr>
        <w:widowControl w:val="0"/>
        <w:suppressAutoHyphens/>
        <w:ind w:right="21"/>
        <w:jc w:val="center"/>
        <w:rPr>
          <w:rFonts w:ascii="Times New Roman" w:hAnsi="Times New Roman"/>
          <w:sz w:val="22"/>
          <w:szCs w:val="22"/>
          <w:lang w:val="cs-CZ"/>
        </w:rPr>
      </w:pPr>
    </w:p>
    <w:p w14:paraId="6169DCB1" w14:textId="77777777" w:rsidR="00E66AFB" w:rsidRDefault="0093396A">
      <w:pPr>
        <w:widowControl w:val="0"/>
        <w:suppressAutoHyphens/>
        <w:ind w:right="21"/>
        <w:jc w:val="both"/>
        <w:rPr>
          <w:rFonts w:ascii="Times New Roman" w:hAnsi="Times New Roman"/>
          <w:sz w:val="22"/>
          <w:szCs w:val="22"/>
          <w:lang w:val="cs-CZ"/>
        </w:rPr>
      </w:pPr>
      <w:r w:rsidRPr="002901EE">
        <w:rPr>
          <w:rFonts w:ascii="Times New Roman" w:hAnsi="Times New Roman"/>
          <w:sz w:val="22"/>
          <w:szCs w:val="22"/>
          <w:lang w:val="cs-CZ"/>
        </w:rPr>
        <w:t>a</w:t>
      </w:r>
    </w:p>
    <w:p w14:paraId="35445834" w14:textId="77777777" w:rsidR="00E66AFB" w:rsidRDefault="00E66AFB">
      <w:pPr>
        <w:widowControl w:val="0"/>
        <w:suppressAutoHyphens/>
        <w:ind w:right="21"/>
        <w:jc w:val="both"/>
        <w:rPr>
          <w:rFonts w:ascii="Times New Roman" w:hAnsi="Times New Roman"/>
          <w:sz w:val="22"/>
          <w:szCs w:val="22"/>
          <w:lang w:val="cs-CZ"/>
        </w:rPr>
      </w:pPr>
    </w:p>
    <w:p w14:paraId="19F89DEE" w14:textId="77777777" w:rsidR="00E66AFB" w:rsidRDefault="0093396A">
      <w:pPr>
        <w:widowControl w:val="0"/>
        <w:tabs>
          <w:tab w:val="left" w:pos="3969"/>
        </w:tabs>
        <w:suppressAutoHyphens/>
        <w:ind w:right="21"/>
        <w:jc w:val="both"/>
        <w:rPr>
          <w:rFonts w:ascii="Times New Roman" w:hAnsi="Times New Roman"/>
          <w:b/>
          <w:sz w:val="22"/>
          <w:szCs w:val="22"/>
          <w:lang w:val="cs-CZ"/>
        </w:rPr>
      </w:pPr>
      <w:permStart w:id="1792571669" w:edGrp="everyone"/>
      <w:r w:rsidRPr="002901EE">
        <w:rPr>
          <w:rFonts w:ascii="Times New Roman" w:hAnsi="Times New Roman"/>
          <w:b/>
          <w:sz w:val="22"/>
          <w:szCs w:val="22"/>
          <w:lang w:val="cs-CZ"/>
        </w:rPr>
        <w:t>Zhotovitel:</w:t>
      </w:r>
      <w:r w:rsidRPr="002901EE">
        <w:rPr>
          <w:rFonts w:ascii="Times New Roman" w:hAnsi="Times New Roman"/>
          <w:b/>
          <w:sz w:val="22"/>
          <w:szCs w:val="22"/>
          <w:lang w:val="cs-CZ"/>
        </w:rPr>
        <w:tab/>
      </w:r>
      <w:r w:rsidRPr="002901EE">
        <w:rPr>
          <w:rFonts w:ascii="Times New Roman" w:hAnsi="Times New Roman"/>
          <w:i/>
          <w:color w:val="00B0F0"/>
          <w:sz w:val="22"/>
          <w:szCs w:val="22"/>
          <w:lang w:val="cs-CZ"/>
        </w:rPr>
        <w:t>(Pozn. Doplní dodavatel. Poté poznámku vymažte)</w:t>
      </w:r>
    </w:p>
    <w:p w14:paraId="71CF8189"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se sídlem/místem podnikání:  </w:t>
      </w:r>
      <w:r w:rsidRPr="002901EE">
        <w:rPr>
          <w:rFonts w:ascii="Times New Roman" w:hAnsi="Times New Roman"/>
          <w:sz w:val="22"/>
          <w:szCs w:val="22"/>
          <w:lang w:val="cs-CZ"/>
        </w:rPr>
        <w:tab/>
      </w:r>
    </w:p>
    <w:p w14:paraId="40A948F3"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právní forma:</w:t>
      </w:r>
    </w:p>
    <w:p w14:paraId="39606693"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zapsaná v obch. rejstříku</w:t>
      </w:r>
      <w:r w:rsidRPr="002901EE">
        <w:rPr>
          <w:rFonts w:ascii="Times New Roman" w:hAnsi="Times New Roman"/>
          <w:sz w:val="22"/>
          <w:szCs w:val="22"/>
          <w:lang w:val="cs-CZ"/>
        </w:rPr>
        <w:tab/>
      </w:r>
    </w:p>
    <w:p w14:paraId="424BD624"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IČ:                  </w:t>
      </w:r>
      <w:r w:rsidRPr="002901EE">
        <w:rPr>
          <w:rFonts w:ascii="Times New Roman" w:hAnsi="Times New Roman"/>
          <w:sz w:val="22"/>
          <w:szCs w:val="22"/>
          <w:lang w:val="cs-CZ"/>
        </w:rPr>
        <w:tab/>
      </w:r>
    </w:p>
    <w:p w14:paraId="7262FA84"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DIČ:               </w:t>
      </w:r>
      <w:r w:rsidRPr="002901EE">
        <w:rPr>
          <w:rFonts w:ascii="Times New Roman" w:hAnsi="Times New Roman"/>
          <w:sz w:val="22"/>
          <w:szCs w:val="22"/>
          <w:lang w:val="cs-CZ"/>
        </w:rPr>
        <w:tab/>
      </w:r>
    </w:p>
    <w:p w14:paraId="5A31992E"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bankovní spojení: </w:t>
      </w:r>
      <w:r w:rsidRPr="002901EE">
        <w:rPr>
          <w:rFonts w:ascii="Times New Roman" w:hAnsi="Times New Roman"/>
          <w:sz w:val="22"/>
          <w:szCs w:val="22"/>
          <w:lang w:val="cs-CZ"/>
        </w:rPr>
        <w:tab/>
      </w:r>
    </w:p>
    <w:p w14:paraId="3BCE6409"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číslo účtu: </w:t>
      </w:r>
      <w:r w:rsidRPr="002901EE">
        <w:rPr>
          <w:rFonts w:ascii="Times New Roman" w:hAnsi="Times New Roman"/>
          <w:sz w:val="22"/>
          <w:szCs w:val="22"/>
          <w:lang w:val="cs-CZ"/>
        </w:rPr>
        <w:tab/>
      </w:r>
    </w:p>
    <w:p w14:paraId="77E07D71"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zastoupen:</w:t>
      </w:r>
      <w:r w:rsidRPr="002901EE">
        <w:rPr>
          <w:rFonts w:ascii="Times New Roman" w:hAnsi="Times New Roman"/>
          <w:sz w:val="22"/>
          <w:szCs w:val="22"/>
          <w:lang w:val="cs-CZ"/>
        </w:rPr>
        <w:tab/>
      </w:r>
    </w:p>
    <w:p w14:paraId="7A393F86" w14:textId="77777777" w:rsidR="00E66AFB" w:rsidRDefault="0093396A">
      <w:pPr>
        <w:widowControl w:val="0"/>
        <w:tabs>
          <w:tab w:val="left" w:pos="3969"/>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kontaktní osoba ve věcech smluvních:</w:t>
      </w:r>
      <w:r w:rsidRPr="002901EE">
        <w:rPr>
          <w:rFonts w:ascii="Times New Roman" w:hAnsi="Times New Roman"/>
          <w:sz w:val="22"/>
          <w:szCs w:val="22"/>
          <w:lang w:val="cs-CZ"/>
        </w:rPr>
        <w:tab/>
      </w:r>
    </w:p>
    <w:p w14:paraId="0146F20B" w14:textId="77777777" w:rsidR="00E66AFB" w:rsidRDefault="0093396A">
      <w:pPr>
        <w:widowControl w:val="0"/>
        <w:tabs>
          <w:tab w:val="left" w:pos="3969"/>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t>tel.: …, e-mail: …</w:t>
      </w:r>
      <w:r w:rsidRPr="002901EE">
        <w:rPr>
          <w:rFonts w:ascii="Times New Roman" w:hAnsi="Times New Roman"/>
          <w:sz w:val="22"/>
          <w:szCs w:val="22"/>
          <w:lang w:val="cs-CZ"/>
        </w:rPr>
        <w:tab/>
      </w:r>
    </w:p>
    <w:p w14:paraId="19C034F0" w14:textId="77777777" w:rsidR="00E66AFB" w:rsidRDefault="0093396A">
      <w:pPr>
        <w:widowControl w:val="0"/>
        <w:tabs>
          <w:tab w:val="left" w:pos="3969"/>
        </w:tabs>
        <w:suppressAutoHyphens/>
        <w:spacing w:line="240" w:lineRule="auto"/>
        <w:ind w:left="3969" w:right="21" w:hanging="3969"/>
        <w:rPr>
          <w:rFonts w:ascii="Times New Roman" w:hAnsi="Times New Roman"/>
          <w:sz w:val="22"/>
          <w:szCs w:val="22"/>
          <w:lang w:val="cs-CZ"/>
        </w:rPr>
      </w:pPr>
      <w:r w:rsidRPr="002901EE">
        <w:rPr>
          <w:rFonts w:ascii="Times New Roman" w:hAnsi="Times New Roman"/>
          <w:sz w:val="22"/>
          <w:szCs w:val="22"/>
          <w:lang w:val="cs-CZ"/>
        </w:rPr>
        <w:t xml:space="preserve">kontaktní osoba ve věcech technických: </w:t>
      </w:r>
      <w:r w:rsidRPr="002901EE">
        <w:rPr>
          <w:rFonts w:ascii="Times New Roman" w:hAnsi="Times New Roman"/>
          <w:sz w:val="22"/>
          <w:szCs w:val="22"/>
          <w:lang w:val="cs-CZ"/>
        </w:rPr>
        <w:tab/>
        <w:t xml:space="preserve"> </w:t>
      </w:r>
    </w:p>
    <w:p w14:paraId="7DBBA3B7" w14:textId="77777777" w:rsidR="00E66AFB" w:rsidRDefault="0093396A">
      <w:pPr>
        <w:widowControl w:val="0"/>
        <w:tabs>
          <w:tab w:val="left" w:pos="3969"/>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t>tel.: …, e-mail: …</w:t>
      </w:r>
    </w:p>
    <w:p w14:paraId="2284A898" w14:textId="77777777" w:rsidR="00E66AFB" w:rsidRDefault="0093396A">
      <w:pPr>
        <w:widowControl w:val="0"/>
        <w:suppressAutoHyphens/>
        <w:ind w:right="21"/>
        <w:jc w:val="both"/>
        <w:rPr>
          <w:rFonts w:ascii="Times New Roman" w:hAnsi="Times New Roman"/>
          <w:sz w:val="22"/>
          <w:szCs w:val="22"/>
          <w:lang w:val="cs-CZ"/>
        </w:rPr>
      </w:pPr>
      <w:r w:rsidRPr="002901EE">
        <w:rPr>
          <w:rFonts w:ascii="Times New Roman" w:hAnsi="Times New Roman"/>
          <w:sz w:val="22"/>
          <w:szCs w:val="22"/>
          <w:lang w:val="cs-CZ"/>
        </w:rPr>
        <w:t>kontaktní doručovací adresa:</w:t>
      </w:r>
      <w:r w:rsidRPr="002901EE">
        <w:rPr>
          <w:rFonts w:ascii="Times New Roman" w:hAnsi="Times New Roman"/>
          <w:sz w:val="22"/>
          <w:szCs w:val="22"/>
          <w:lang w:val="cs-CZ"/>
        </w:rPr>
        <w:tab/>
      </w:r>
    </w:p>
    <w:p w14:paraId="564489E3"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e-mail:</w:t>
      </w:r>
      <w:r w:rsidRPr="002901EE">
        <w:rPr>
          <w:rFonts w:ascii="Times New Roman" w:hAnsi="Times New Roman"/>
          <w:sz w:val="22"/>
          <w:szCs w:val="22"/>
          <w:lang w:val="cs-CZ"/>
        </w:rPr>
        <w:tab/>
      </w:r>
    </w:p>
    <w:permEnd w:id="1792571669"/>
    <w:p w14:paraId="1E6AABEC" w14:textId="77777777" w:rsidR="00E66AFB" w:rsidRDefault="0093396A">
      <w:pPr>
        <w:widowControl w:val="0"/>
        <w:suppressAutoHyphens/>
        <w:ind w:right="21"/>
        <w:jc w:val="both"/>
        <w:rPr>
          <w:rFonts w:ascii="Times New Roman" w:hAnsi="Times New Roman"/>
          <w:sz w:val="22"/>
          <w:szCs w:val="22"/>
          <w:lang w:val="cs-CZ"/>
        </w:rPr>
      </w:pPr>
      <w:r w:rsidRPr="002901EE">
        <w:rPr>
          <w:rFonts w:ascii="Times New Roman" w:hAnsi="Times New Roman"/>
          <w:sz w:val="22"/>
          <w:szCs w:val="22"/>
          <w:lang w:val="cs-CZ"/>
        </w:rPr>
        <w:tab/>
      </w:r>
      <w:r w:rsidRPr="002901EE">
        <w:rPr>
          <w:rFonts w:ascii="Times New Roman" w:hAnsi="Times New Roman"/>
          <w:sz w:val="22"/>
          <w:szCs w:val="22"/>
          <w:lang w:val="cs-CZ"/>
        </w:rPr>
        <w:tab/>
      </w:r>
    </w:p>
    <w:p w14:paraId="7D524A22" w14:textId="77777777" w:rsidR="00E66AFB" w:rsidRDefault="0093396A">
      <w:pPr>
        <w:widowControl w:val="0"/>
        <w:suppressAutoHyphens/>
        <w:ind w:right="21"/>
        <w:jc w:val="both"/>
        <w:rPr>
          <w:rFonts w:ascii="Times New Roman" w:hAnsi="Times New Roman"/>
          <w:sz w:val="22"/>
          <w:szCs w:val="22"/>
          <w:lang w:val="cs-CZ"/>
        </w:rPr>
      </w:pPr>
      <w:r w:rsidRPr="002901EE">
        <w:rPr>
          <w:rFonts w:ascii="Times New Roman" w:hAnsi="Times New Roman"/>
          <w:sz w:val="22"/>
          <w:szCs w:val="22"/>
          <w:lang w:val="cs-CZ"/>
        </w:rPr>
        <w:lastRenderedPageBreak/>
        <w:t xml:space="preserve">(dále jen </w:t>
      </w:r>
      <w:r w:rsidRPr="002901EE">
        <w:rPr>
          <w:rFonts w:ascii="Times New Roman" w:hAnsi="Times New Roman"/>
          <w:b/>
          <w:sz w:val="22"/>
          <w:szCs w:val="22"/>
          <w:lang w:val="cs-CZ"/>
        </w:rPr>
        <w:t>„zhotovitel“</w:t>
      </w:r>
      <w:r w:rsidRPr="002901EE">
        <w:rPr>
          <w:rFonts w:ascii="Times New Roman" w:hAnsi="Times New Roman"/>
          <w:sz w:val="22"/>
          <w:szCs w:val="22"/>
          <w:lang w:val="cs-CZ"/>
        </w:rPr>
        <w:t>) na straně druhé</w:t>
      </w:r>
    </w:p>
    <w:p w14:paraId="58F2EC8B" w14:textId="77777777" w:rsidR="00E66AFB" w:rsidRDefault="00E66AFB">
      <w:pPr>
        <w:widowControl w:val="0"/>
        <w:suppressAutoHyphens/>
        <w:ind w:right="21"/>
        <w:jc w:val="both"/>
        <w:rPr>
          <w:rFonts w:ascii="Times New Roman" w:hAnsi="Times New Roman"/>
          <w:sz w:val="22"/>
          <w:szCs w:val="22"/>
          <w:lang w:val="cs-CZ"/>
        </w:rPr>
      </w:pPr>
    </w:p>
    <w:p w14:paraId="7A696370" w14:textId="77777777" w:rsidR="00E66AFB" w:rsidRDefault="0093396A">
      <w:pPr>
        <w:pStyle w:val="Zkladntext"/>
        <w:widowControl w:val="0"/>
        <w:suppressAutoHyphens/>
        <w:jc w:val="both"/>
        <w:rPr>
          <w:szCs w:val="22"/>
          <w:lang w:val="cs-CZ"/>
        </w:rPr>
      </w:pPr>
      <w:r w:rsidRPr="002901EE">
        <w:rPr>
          <w:szCs w:val="22"/>
          <w:lang w:val="cs-CZ"/>
        </w:rPr>
        <w:t xml:space="preserve">uzavřely dále uvedeného dne, měsíce a roku v souladu s § 2586 a násl. zákona č. 89/2012 Sb., Občanský zákoník, v platném znění, a za podmínek dále uvedených tuto </w:t>
      </w:r>
      <w:r w:rsidRPr="002901EE">
        <w:rPr>
          <w:b/>
          <w:szCs w:val="22"/>
          <w:lang w:val="cs-CZ"/>
        </w:rPr>
        <w:t xml:space="preserve">Smlouvu o dílo. </w:t>
      </w:r>
      <w:r w:rsidRPr="002901EE">
        <w:rPr>
          <w:szCs w:val="22"/>
          <w:lang w:val="cs-CZ"/>
        </w:rPr>
        <w:t xml:space="preserve">Tato smlouva byla uzavřena v rámci výběrového řízení vedeného u Dopravního podniku Ostrava a.s. pod číslem </w:t>
      </w:r>
      <w:r w:rsidR="004B4062" w:rsidRPr="00AF45E2">
        <w:rPr>
          <w:b/>
          <w:bCs/>
          <w:szCs w:val="22"/>
        </w:rPr>
        <w:t>N</w:t>
      </w:r>
      <w:r w:rsidR="004B4062">
        <w:rPr>
          <w:b/>
          <w:bCs/>
          <w:szCs w:val="22"/>
        </w:rPr>
        <w:t>R</w:t>
      </w:r>
      <w:r w:rsidRPr="00AF45E2">
        <w:rPr>
          <w:b/>
          <w:bCs/>
          <w:szCs w:val="22"/>
        </w:rPr>
        <w:t>-</w:t>
      </w:r>
      <w:r w:rsidR="004B4062">
        <w:rPr>
          <w:b/>
          <w:bCs/>
          <w:szCs w:val="22"/>
        </w:rPr>
        <w:t>18</w:t>
      </w:r>
      <w:r w:rsidRPr="00AF45E2">
        <w:rPr>
          <w:b/>
          <w:bCs/>
          <w:szCs w:val="22"/>
        </w:rPr>
        <w:t>-1</w:t>
      </w:r>
      <w:r w:rsidR="004B4062">
        <w:rPr>
          <w:b/>
          <w:bCs/>
          <w:szCs w:val="22"/>
        </w:rPr>
        <w:t>8</w:t>
      </w:r>
      <w:r w:rsidRPr="00AF45E2">
        <w:rPr>
          <w:b/>
          <w:bCs/>
          <w:szCs w:val="22"/>
        </w:rPr>
        <w:t>-</w:t>
      </w:r>
      <w:r w:rsidR="00C73D14" w:rsidRPr="00AF45E2">
        <w:rPr>
          <w:b/>
          <w:bCs/>
          <w:szCs w:val="22"/>
        </w:rPr>
        <w:t>O</w:t>
      </w:r>
      <w:r w:rsidRPr="00AF45E2">
        <w:rPr>
          <w:b/>
          <w:bCs/>
          <w:szCs w:val="22"/>
        </w:rPr>
        <w:t>Ř-</w:t>
      </w:r>
      <w:r w:rsidR="00C73D14" w:rsidRPr="00AF45E2">
        <w:rPr>
          <w:b/>
          <w:bCs/>
          <w:szCs w:val="22"/>
        </w:rPr>
        <w:t>Ko</w:t>
      </w:r>
      <w:r w:rsidRPr="002901EE">
        <w:rPr>
          <w:b/>
          <w:bCs/>
          <w:szCs w:val="22"/>
        </w:rPr>
        <w:t>.</w:t>
      </w:r>
      <w:r w:rsidRPr="002901EE">
        <w:rPr>
          <w:szCs w:val="22"/>
          <w:lang w:val="cs-CZ"/>
        </w:rPr>
        <w:t xml:space="preserve"> Souhlas s uzavřením této smlouvy udělila dozorčí rada Dopravního podniku Ostrava a.s. na svém jednání dne </w:t>
      </w:r>
      <w:permStart w:id="2013796973" w:edGrp="everyone"/>
      <w:r w:rsidRPr="002901EE">
        <w:rPr>
          <w:color w:val="FF0000"/>
          <w:szCs w:val="22"/>
          <w:lang w:val="cs-CZ"/>
        </w:rPr>
        <w:t>xx.xx.xxxx</w:t>
      </w:r>
      <w:r w:rsidRPr="002901EE">
        <w:rPr>
          <w:szCs w:val="22"/>
          <w:lang w:val="cs-CZ"/>
        </w:rPr>
        <w:t xml:space="preserve"> </w:t>
      </w:r>
      <w:r w:rsidRPr="002901EE">
        <w:rPr>
          <w:i/>
          <w:color w:val="0070C0"/>
          <w:szCs w:val="22"/>
          <w:lang w:val="cs-CZ"/>
        </w:rPr>
        <w:t xml:space="preserve">(Pozn., doplní </w:t>
      </w:r>
      <w:r w:rsidR="004D5E82">
        <w:rPr>
          <w:i/>
          <w:color w:val="0070C0"/>
          <w:szCs w:val="22"/>
          <w:lang w:val="cs-CZ"/>
        </w:rPr>
        <w:t>o</w:t>
      </w:r>
      <w:r w:rsidRPr="002901EE">
        <w:rPr>
          <w:i/>
          <w:color w:val="0070C0"/>
          <w:szCs w:val="22"/>
          <w:lang w:val="cs-CZ"/>
        </w:rPr>
        <w:t>bjednatel)</w:t>
      </w:r>
      <w:permEnd w:id="2013796973"/>
    </w:p>
    <w:p w14:paraId="3818C2D0" w14:textId="77777777" w:rsidR="00E66AFB" w:rsidRDefault="0093396A">
      <w:pPr>
        <w:pStyle w:val="Nadpis1"/>
        <w:keepNext w:val="0"/>
        <w:widowControl w:val="0"/>
        <w:suppressAutoHyphens/>
        <w:jc w:val="center"/>
      </w:pPr>
      <w:r w:rsidRPr="002901EE">
        <w:t>Předmět smlouvy</w:t>
      </w:r>
    </w:p>
    <w:p w14:paraId="28F67A9C" w14:textId="77777777" w:rsidR="00E66AFB" w:rsidRDefault="0093396A">
      <w:pPr>
        <w:pStyle w:val="Odstavecseseznamem"/>
        <w:widowControl w:val="0"/>
        <w:tabs>
          <w:tab w:val="clear" w:pos="709"/>
        </w:tabs>
        <w:suppressAutoHyphens/>
        <w:ind w:left="567" w:hanging="567"/>
        <w:jc w:val="both"/>
      </w:pPr>
      <w:r w:rsidRPr="002901EE">
        <w:t xml:space="preserve">Předmětem této smlouvy je závazek zhotovitele realizovat </w:t>
      </w:r>
      <w:r w:rsidR="00306853">
        <w:t xml:space="preserve">stavbu </w:t>
      </w:r>
      <w:r w:rsidRPr="002901EE">
        <w:t xml:space="preserve">pod názvem </w:t>
      </w:r>
      <w:r w:rsidRPr="002901EE">
        <w:rPr>
          <w:b/>
        </w:rPr>
        <w:t>„</w:t>
      </w:r>
      <w:r w:rsidR="00D21F98" w:rsidRPr="002901EE">
        <w:rPr>
          <w:b/>
        </w:rPr>
        <w:t>Mycí linka Areál trolejbusy Ostrava</w:t>
      </w:r>
      <w:r w:rsidRPr="002901EE">
        <w:rPr>
          <w:b/>
        </w:rPr>
        <w:t>“</w:t>
      </w:r>
      <w:r w:rsidRPr="002901EE">
        <w:t xml:space="preserve"> (dále jen „stavba“ nebo „</w:t>
      </w:r>
      <w:r w:rsidR="00AD299C">
        <w:t xml:space="preserve">nová </w:t>
      </w:r>
      <w:r w:rsidR="00D21F98" w:rsidRPr="002901EE">
        <w:t>mycí linka</w:t>
      </w:r>
      <w:r w:rsidRPr="002901EE">
        <w:t xml:space="preserve">“), </w:t>
      </w:r>
      <w:r w:rsidR="00306853">
        <w:t xml:space="preserve">vytvořit s tím související dokumentaci </w:t>
      </w:r>
      <w:r w:rsidR="003572DA">
        <w:t xml:space="preserve">a </w:t>
      </w:r>
      <w:r w:rsidR="004D5E82">
        <w:t xml:space="preserve">poskytnout </w:t>
      </w:r>
      <w:r w:rsidRPr="002901EE">
        <w:t xml:space="preserve">související služby (souhrnně dále také jen „dílo“), a to řádně a včas za níže uvedených podmínek. Objednatel se zavazuje za řádně a včas realizované dílo zaplatit zhotoviteli sjednanou cenu. </w:t>
      </w:r>
    </w:p>
    <w:p w14:paraId="12CA6C5F" w14:textId="77777777" w:rsidR="00E66AFB" w:rsidRDefault="004D5E82">
      <w:pPr>
        <w:pStyle w:val="Odstavecseseznamem"/>
        <w:widowControl w:val="0"/>
        <w:numPr>
          <w:ilvl w:val="0"/>
          <w:numId w:val="0"/>
        </w:numPr>
        <w:tabs>
          <w:tab w:val="clear" w:pos="709"/>
        </w:tabs>
        <w:suppressAutoHyphens/>
        <w:ind w:left="567"/>
        <w:jc w:val="both"/>
      </w:pPr>
      <w:r>
        <w:t xml:space="preserve">Dílo je dále specifikováno </w:t>
      </w:r>
      <w:r w:rsidR="00306853">
        <w:t xml:space="preserve">zejména </w:t>
      </w:r>
      <w:r>
        <w:t>v čl. 2.2.</w:t>
      </w:r>
      <w:r w:rsidR="00AD299C">
        <w:t xml:space="preserve"> a III.</w:t>
      </w:r>
      <w:r>
        <w:t xml:space="preserve"> této smlouvy</w:t>
      </w:r>
      <w:r w:rsidR="00AD299C">
        <w:t xml:space="preserve"> a jejích přílohách.</w:t>
      </w:r>
      <w:r>
        <w:t xml:space="preserve"> </w:t>
      </w:r>
      <w:r w:rsidR="0093396A" w:rsidRPr="002901EE">
        <w:t xml:space="preserve">K vyloučení pochybností se za </w:t>
      </w:r>
      <w:r>
        <w:t>součást díla</w:t>
      </w:r>
      <w:r w:rsidR="0093396A" w:rsidRPr="002901EE">
        <w:t xml:space="preserve"> považují všechny práce, dodávky a služby, které jsou nezbytné k realizaci a řádnému dokončení zcela funkčního díla, v souladu </w:t>
      </w:r>
      <w:r>
        <w:t xml:space="preserve">s touto smlouvou, </w:t>
      </w:r>
      <w:r w:rsidR="0093396A" w:rsidRPr="002901EE">
        <w:t xml:space="preserve">příslušnými </w:t>
      </w:r>
      <w:r>
        <w:t xml:space="preserve">právními </w:t>
      </w:r>
      <w:r w:rsidR="0093396A" w:rsidRPr="002901EE">
        <w:t xml:space="preserve">předpisy a technologickými postupy. </w:t>
      </w:r>
    </w:p>
    <w:p w14:paraId="7AAC26BD" w14:textId="77777777" w:rsidR="00E66AFB" w:rsidRDefault="0093396A">
      <w:pPr>
        <w:pStyle w:val="Odstavecseseznamem"/>
        <w:widowControl w:val="0"/>
        <w:tabs>
          <w:tab w:val="clear" w:pos="709"/>
        </w:tabs>
        <w:suppressAutoHyphens/>
        <w:ind w:left="567" w:hanging="567"/>
        <w:jc w:val="both"/>
      </w:pPr>
      <w:r w:rsidRPr="002901EE">
        <w:t xml:space="preserve">Základní vymezení </w:t>
      </w:r>
      <w:r w:rsidR="00AD299C">
        <w:t>díla</w:t>
      </w:r>
      <w:r w:rsidRPr="002901EE">
        <w:t xml:space="preserve"> je:</w:t>
      </w:r>
    </w:p>
    <w:p w14:paraId="395723A3" w14:textId="610DCE4A" w:rsidR="00E66AFB" w:rsidRDefault="0093396A">
      <w:pPr>
        <w:pStyle w:val="Odstavecseseznamem"/>
        <w:widowControl w:val="0"/>
        <w:numPr>
          <w:ilvl w:val="1"/>
          <w:numId w:val="61"/>
        </w:numPr>
        <w:tabs>
          <w:tab w:val="clear" w:pos="709"/>
        </w:tabs>
        <w:suppressAutoHyphens/>
        <w:ind w:left="1276" w:hanging="709"/>
        <w:jc w:val="both"/>
      </w:pPr>
      <w:r w:rsidRPr="002901EE">
        <w:rPr>
          <w:b/>
        </w:rPr>
        <w:t>Vyhotovení projektové dokumentace</w:t>
      </w:r>
      <w:r w:rsidRPr="002901EE">
        <w:t xml:space="preserve"> pro </w:t>
      </w:r>
      <w:r w:rsidR="00905A98">
        <w:t>realizaci</w:t>
      </w:r>
      <w:r w:rsidRPr="002901EE">
        <w:t xml:space="preserve"> </w:t>
      </w:r>
      <w:r w:rsidR="00905A98">
        <w:t xml:space="preserve">nové </w:t>
      </w:r>
      <w:r w:rsidR="00AD299C">
        <w:t>mycí linky</w:t>
      </w:r>
      <w:r w:rsidR="00D21F98" w:rsidRPr="002901EE">
        <w:t>, nutných stavebních úprav</w:t>
      </w:r>
      <w:r w:rsidR="00905A98">
        <w:t>,</w:t>
      </w:r>
      <w:r w:rsidR="00AD299C">
        <w:t xml:space="preserve"> </w:t>
      </w:r>
      <w:r w:rsidR="00905A98">
        <w:t>demolic</w:t>
      </w:r>
      <w:r w:rsidR="00D76899">
        <w:t>i</w:t>
      </w:r>
      <w:r w:rsidR="00905A98">
        <w:t xml:space="preserve"> </w:t>
      </w:r>
      <w:r w:rsidR="00AD299C">
        <w:t>stávající mycí linky nacházející se v místě plnění</w:t>
      </w:r>
      <w:r w:rsidRPr="002901EE">
        <w:t xml:space="preserve"> a </w:t>
      </w:r>
      <w:r w:rsidR="007431E5">
        <w:t xml:space="preserve">vyhotovení </w:t>
      </w:r>
      <w:r w:rsidRPr="002901EE">
        <w:t>projektové dokumentace pro vy</w:t>
      </w:r>
      <w:r w:rsidR="00D21F98" w:rsidRPr="002901EE">
        <w:t>budování nutných přípojek energií</w:t>
      </w:r>
      <w:r w:rsidR="00AD299C">
        <w:t xml:space="preserve"> nové mycí linky</w:t>
      </w:r>
      <w:r w:rsidR="00594F39">
        <w:t xml:space="preserve"> (dále jen „projektová dokumentace“)</w:t>
      </w:r>
      <w:r w:rsidR="00296496">
        <w:t xml:space="preserve"> a </w:t>
      </w:r>
      <w:r w:rsidR="007431E5">
        <w:t xml:space="preserve">vyhotovení </w:t>
      </w:r>
      <w:r w:rsidR="00296496" w:rsidRPr="00296496">
        <w:t>výrobně technických dokumentací a dokumentací výrobků dodávaných na stavbu</w:t>
      </w:r>
      <w:r w:rsidR="00D21F98" w:rsidRPr="002901EE">
        <w:t>.</w:t>
      </w:r>
      <w:r w:rsidRPr="002901EE">
        <w:t xml:space="preserve">  </w:t>
      </w:r>
    </w:p>
    <w:p w14:paraId="5EFEEB2C" w14:textId="77777777" w:rsidR="00E66AFB" w:rsidRDefault="0093396A">
      <w:pPr>
        <w:pStyle w:val="Odstavecseseznamem"/>
        <w:widowControl w:val="0"/>
        <w:numPr>
          <w:ilvl w:val="1"/>
          <w:numId w:val="61"/>
        </w:numPr>
        <w:tabs>
          <w:tab w:val="clear" w:pos="709"/>
        </w:tabs>
        <w:suppressAutoHyphens/>
        <w:ind w:left="1276" w:hanging="709"/>
        <w:jc w:val="both"/>
      </w:pPr>
      <w:r w:rsidRPr="002901EE">
        <w:rPr>
          <w:b/>
        </w:rPr>
        <w:t xml:space="preserve">Realizace stavby </w:t>
      </w:r>
      <w:r w:rsidR="00AD299C">
        <w:rPr>
          <w:b/>
        </w:rPr>
        <w:t xml:space="preserve">nové </w:t>
      </w:r>
      <w:r w:rsidR="00D21F98" w:rsidRPr="002901EE">
        <w:rPr>
          <w:b/>
        </w:rPr>
        <w:t>mycí linky</w:t>
      </w:r>
      <w:r w:rsidRPr="002901EE">
        <w:t xml:space="preserve">. Stavba bude realizována v tomto členění: </w:t>
      </w:r>
    </w:p>
    <w:p w14:paraId="7490D158" w14:textId="77777777" w:rsidR="00E66AFB" w:rsidRDefault="0093396A">
      <w:pPr>
        <w:pStyle w:val="Odstavecseseznamem"/>
        <w:widowControl w:val="0"/>
        <w:numPr>
          <w:ilvl w:val="1"/>
          <w:numId w:val="6"/>
        </w:numPr>
        <w:tabs>
          <w:tab w:val="clear" w:pos="709"/>
        </w:tabs>
        <w:suppressAutoHyphens/>
        <w:overflowPunct w:val="0"/>
        <w:autoSpaceDE w:val="0"/>
        <w:autoSpaceDN w:val="0"/>
        <w:adjustRightInd w:val="0"/>
        <w:ind w:left="1701" w:hanging="283"/>
        <w:contextualSpacing/>
        <w:jc w:val="both"/>
        <w:textAlignment w:val="baseline"/>
      </w:pPr>
      <w:r w:rsidRPr="002901EE">
        <w:t xml:space="preserve">1. Etapa – </w:t>
      </w:r>
      <w:r w:rsidR="005B3E58" w:rsidRPr="002901EE">
        <w:t>Demontáž stávající mycí linky</w:t>
      </w:r>
    </w:p>
    <w:p w14:paraId="72BC1F6B" w14:textId="0980D469" w:rsidR="00E66AFB" w:rsidRDefault="005B3E58">
      <w:pPr>
        <w:pStyle w:val="Odstavecseseznamem"/>
        <w:widowControl w:val="0"/>
        <w:numPr>
          <w:ilvl w:val="1"/>
          <w:numId w:val="6"/>
        </w:numPr>
        <w:tabs>
          <w:tab w:val="clear" w:pos="709"/>
        </w:tabs>
        <w:suppressAutoHyphens/>
        <w:overflowPunct w:val="0"/>
        <w:autoSpaceDE w:val="0"/>
        <w:autoSpaceDN w:val="0"/>
        <w:adjustRightInd w:val="0"/>
        <w:ind w:left="1701" w:hanging="283"/>
        <w:contextualSpacing/>
        <w:jc w:val="both"/>
        <w:textAlignment w:val="baseline"/>
      </w:pPr>
      <w:r w:rsidRPr="002901EE">
        <w:t>2</w:t>
      </w:r>
      <w:r w:rsidR="0093396A" w:rsidRPr="002901EE">
        <w:t>.</w:t>
      </w:r>
      <w:r w:rsidRPr="002901EE">
        <w:t xml:space="preserve"> Etapa – Stavební úpravy haly</w:t>
      </w:r>
      <w:r w:rsidR="00402ECB">
        <w:t xml:space="preserve"> č.1</w:t>
      </w:r>
      <w:r w:rsidRPr="002901EE">
        <w:t xml:space="preserve">, přípojek a kanalizace pro montáž nové mycí linky </w:t>
      </w:r>
    </w:p>
    <w:p w14:paraId="360E2EDA" w14:textId="77777777" w:rsidR="00E66AFB" w:rsidRDefault="005B3E58">
      <w:pPr>
        <w:pStyle w:val="Odstavecseseznamem"/>
        <w:widowControl w:val="0"/>
        <w:numPr>
          <w:ilvl w:val="1"/>
          <w:numId w:val="6"/>
        </w:numPr>
        <w:tabs>
          <w:tab w:val="clear" w:pos="709"/>
        </w:tabs>
        <w:suppressAutoHyphens/>
        <w:overflowPunct w:val="0"/>
        <w:autoSpaceDE w:val="0"/>
        <w:autoSpaceDN w:val="0"/>
        <w:adjustRightInd w:val="0"/>
        <w:ind w:left="1701" w:hanging="283"/>
        <w:contextualSpacing/>
        <w:jc w:val="both"/>
        <w:textAlignment w:val="baseline"/>
      </w:pPr>
      <w:r w:rsidRPr="002901EE">
        <w:t>3</w:t>
      </w:r>
      <w:r w:rsidR="0093396A" w:rsidRPr="002901EE">
        <w:t xml:space="preserve">. Etapa – </w:t>
      </w:r>
      <w:r w:rsidRPr="002901EE">
        <w:t xml:space="preserve">Montáž nové mycí </w:t>
      </w:r>
      <w:r w:rsidR="00AD299C">
        <w:t>linky</w:t>
      </w:r>
    </w:p>
    <w:p w14:paraId="59283916" w14:textId="77777777" w:rsidR="00E66AFB" w:rsidRDefault="0093396A">
      <w:pPr>
        <w:pStyle w:val="Odstavecseseznamem"/>
        <w:widowControl w:val="0"/>
        <w:numPr>
          <w:ilvl w:val="1"/>
          <w:numId w:val="61"/>
        </w:numPr>
        <w:tabs>
          <w:tab w:val="clear" w:pos="709"/>
        </w:tabs>
        <w:suppressAutoHyphens/>
        <w:ind w:left="1276" w:hanging="709"/>
        <w:jc w:val="both"/>
      </w:pPr>
      <w:r w:rsidRPr="002901EE">
        <w:rPr>
          <w:b/>
        </w:rPr>
        <w:t xml:space="preserve">Provedení </w:t>
      </w:r>
      <w:r w:rsidR="00594F39">
        <w:rPr>
          <w:b/>
        </w:rPr>
        <w:t>k</w:t>
      </w:r>
      <w:r w:rsidRPr="002901EE">
        <w:rPr>
          <w:b/>
        </w:rPr>
        <w:t>omplexní funkční zkoušky</w:t>
      </w:r>
      <w:r w:rsidR="00AD299C">
        <w:rPr>
          <w:b/>
        </w:rPr>
        <w:t xml:space="preserve"> nové mycí linky</w:t>
      </w:r>
      <w:r w:rsidRPr="002901EE">
        <w:rPr>
          <w:b/>
        </w:rPr>
        <w:t>.</w:t>
      </w:r>
      <w:r w:rsidRPr="002901EE">
        <w:t xml:space="preserve"> </w:t>
      </w:r>
    </w:p>
    <w:p w14:paraId="7722DD4D" w14:textId="77777777" w:rsidR="00E66AFB" w:rsidRDefault="0093396A">
      <w:pPr>
        <w:pStyle w:val="Odstavecseseznamem"/>
        <w:widowControl w:val="0"/>
        <w:numPr>
          <w:ilvl w:val="1"/>
          <w:numId w:val="61"/>
        </w:numPr>
        <w:tabs>
          <w:tab w:val="clear" w:pos="709"/>
        </w:tabs>
        <w:suppressAutoHyphens/>
        <w:ind w:left="1276" w:hanging="709"/>
        <w:jc w:val="both"/>
      </w:pPr>
      <w:r w:rsidRPr="002901EE">
        <w:rPr>
          <w:b/>
        </w:rPr>
        <w:t>Vyhotovení dokumentace skutečného provedení stavby</w:t>
      </w:r>
      <w:r w:rsidRPr="002901EE">
        <w:t xml:space="preserve">. </w:t>
      </w:r>
    </w:p>
    <w:p w14:paraId="0F90CAC9" w14:textId="77777777" w:rsidR="00296496" w:rsidRPr="00296496" w:rsidRDefault="00296496" w:rsidP="00296496">
      <w:pPr>
        <w:pStyle w:val="Odstavecseseznamem"/>
        <w:widowControl w:val="0"/>
        <w:numPr>
          <w:ilvl w:val="1"/>
          <w:numId w:val="61"/>
        </w:numPr>
        <w:tabs>
          <w:tab w:val="clear" w:pos="709"/>
        </w:tabs>
        <w:suppressAutoHyphens/>
        <w:ind w:left="1276" w:hanging="709"/>
        <w:jc w:val="both"/>
        <w:rPr>
          <w:b/>
        </w:rPr>
      </w:pPr>
      <w:r w:rsidRPr="00296496">
        <w:rPr>
          <w:b/>
        </w:rPr>
        <w:t>Zpracování místního provozního řádu nové mycí linky.</w:t>
      </w:r>
    </w:p>
    <w:p w14:paraId="40C04594" w14:textId="77777777" w:rsidR="00296496" w:rsidRPr="00296496" w:rsidRDefault="00296496" w:rsidP="00296496">
      <w:pPr>
        <w:pStyle w:val="Odstavecseseznamem"/>
        <w:widowControl w:val="0"/>
        <w:numPr>
          <w:ilvl w:val="1"/>
          <w:numId w:val="61"/>
        </w:numPr>
        <w:tabs>
          <w:tab w:val="clear" w:pos="709"/>
        </w:tabs>
        <w:suppressAutoHyphens/>
        <w:ind w:left="1276" w:hanging="709"/>
        <w:jc w:val="both"/>
        <w:rPr>
          <w:b/>
        </w:rPr>
      </w:pPr>
      <w:r w:rsidRPr="002901EE">
        <w:rPr>
          <w:b/>
        </w:rPr>
        <w:t xml:space="preserve">Zaškolení pracovníků objednatele určených k obsluze a užívání </w:t>
      </w:r>
      <w:r>
        <w:rPr>
          <w:b/>
        </w:rPr>
        <w:t xml:space="preserve">nové </w:t>
      </w:r>
      <w:r w:rsidRPr="002901EE">
        <w:rPr>
          <w:b/>
        </w:rPr>
        <w:t>mycí linky.</w:t>
      </w:r>
    </w:p>
    <w:p w14:paraId="2B3A2053" w14:textId="77777777" w:rsidR="00296496" w:rsidRDefault="00296496" w:rsidP="00296496">
      <w:pPr>
        <w:pStyle w:val="Odstavecseseznamem"/>
        <w:widowControl w:val="0"/>
        <w:numPr>
          <w:ilvl w:val="1"/>
          <w:numId w:val="61"/>
        </w:numPr>
        <w:tabs>
          <w:tab w:val="clear" w:pos="709"/>
        </w:tabs>
        <w:suppressAutoHyphens/>
        <w:ind w:left="1276" w:hanging="709"/>
        <w:jc w:val="both"/>
      </w:pPr>
      <w:r w:rsidRPr="002901EE">
        <w:rPr>
          <w:b/>
        </w:rPr>
        <w:t xml:space="preserve">Poskytnutí </w:t>
      </w:r>
      <w:r>
        <w:rPr>
          <w:b/>
        </w:rPr>
        <w:t xml:space="preserve">uživatelských </w:t>
      </w:r>
      <w:r w:rsidRPr="002901EE">
        <w:rPr>
          <w:b/>
        </w:rPr>
        <w:t>SW licencí</w:t>
      </w:r>
      <w:r w:rsidRPr="002901EE">
        <w:t xml:space="preserve"> pro řádné užívání </w:t>
      </w:r>
      <w:r>
        <w:t xml:space="preserve">nové </w:t>
      </w:r>
      <w:r w:rsidRPr="002901EE">
        <w:t>mycí linky.</w:t>
      </w:r>
    </w:p>
    <w:p w14:paraId="6FF6D6A8" w14:textId="77777777" w:rsidR="00E66AFB" w:rsidRDefault="0093396A">
      <w:pPr>
        <w:pStyle w:val="Odstavecseseznamem"/>
        <w:widowControl w:val="0"/>
        <w:numPr>
          <w:ilvl w:val="1"/>
          <w:numId w:val="61"/>
        </w:numPr>
        <w:tabs>
          <w:tab w:val="clear" w:pos="709"/>
        </w:tabs>
        <w:suppressAutoHyphens/>
        <w:ind w:left="1276" w:hanging="709"/>
        <w:jc w:val="both"/>
      </w:pPr>
      <w:r w:rsidRPr="002901EE">
        <w:rPr>
          <w:b/>
        </w:rPr>
        <w:t>Zajištění průkazu způsobilosti UTZ</w:t>
      </w:r>
      <w:r w:rsidRPr="002901EE">
        <w:t xml:space="preserve"> na dráze trolejbusové při jakékoliv změně, úpravě nebo pořízení nového zařízení.</w:t>
      </w:r>
    </w:p>
    <w:p w14:paraId="6B95E84F" w14:textId="77777777" w:rsidR="00E66AFB" w:rsidRDefault="0093396A">
      <w:pPr>
        <w:pStyle w:val="Odstavecseseznamem"/>
        <w:widowControl w:val="0"/>
        <w:numPr>
          <w:ilvl w:val="1"/>
          <w:numId w:val="61"/>
        </w:numPr>
        <w:tabs>
          <w:tab w:val="clear" w:pos="709"/>
        </w:tabs>
        <w:suppressAutoHyphens/>
        <w:ind w:left="1276" w:hanging="709"/>
        <w:jc w:val="both"/>
        <w:rPr>
          <w:b/>
        </w:rPr>
      </w:pPr>
      <w:r w:rsidRPr="002901EE">
        <w:rPr>
          <w:b/>
        </w:rPr>
        <w:t xml:space="preserve">Poskytování servisu a údržby </w:t>
      </w:r>
      <w:r w:rsidR="00AD299C">
        <w:rPr>
          <w:b/>
        </w:rPr>
        <w:t xml:space="preserve">nové </w:t>
      </w:r>
      <w:r w:rsidR="005B3E58" w:rsidRPr="002901EE">
        <w:rPr>
          <w:b/>
        </w:rPr>
        <w:t xml:space="preserve">mycí linky </w:t>
      </w:r>
      <w:r w:rsidRPr="002901EE">
        <w:rPr>
          <w:b/>
        </w:rPr>
        <w:t xml:space="preserve">dle </w:t>
      </w:r>
      <w:r w:rsidR="00AD299C">
        <w:rPr>
          <w:b/>
        </w:rPr>
        <w:t>m</w:t>
      </w:r>
      <w:r w:rsidRPr="002901EE">
        <w:rPr>
          <w:b/>
        </w:rPr>
        <w:t>ístního provozního řádu</w:t>
      </w:r>
      <w:r w:rsidR="00AD299C">
        <w:rPr>
          <w:b/>
        </w:rPr>
        <w:t xml:space="preserve"> zpracovaného dle </w:t>
      </w:r>
      <w:r w:rsidR="00296496">
        <w:rPr>
          <w:b/>
        </w:rPr>
        <w:t>čl. 2.3.5</w:t>
      </w:r>
      <w:r w:rsidR="00AD299C">
        <w:rPr>
          <w:b/>
        </w:rPr>
        <w:t xml:space="preserve"> výše tohoto článku</w:t>
      </w:r>
      <w:r w:rsidRPr="002901EE">
        <w:rPr>
          <w:b/>
        </w:rPr>
        <w:t xml:space="preserve"> a platné legislativy</w:t>
      </w:r>
      <w:r w:rsidR="00AD299C">
        <w:rPr>
          <w:b/>
        </w:rPr>
        <w:t>, a to</w:t>
      </w:r>
      <w:r w:rsidRPr="002901EE">
        <w:rPr>
          <w:b/>
        </w:rPr>
        <w:t xml:space="preserve"> po dobu </w:t>
      </w:r>
      <w:r w:rsidR="00F3770B">
        <w:rPr>
          <w:b/>
        </w:rPr>
        <w:t>záruční doby</w:t>
      </w:r>
      <w:r w:rsidR="00B110F3" w:rsidRPr="00B110F3">
        <w:rPr>
          <w:b/>
        </w:rPr>
        <w:t xml:space="preserve">. </w:t>
      </w:r>
    </w:p>
    <w:p w14:paraId="70FE1383" w14:textId="77777777" w:rsidR="00E66AFB" w:rsidRDefault="0093396A">
      <w:pPr>
        <w:pStyle w:val="Odstavecseseznamem"/>
        <w:widowControl w:val="0"/>
        <w:numPr>
          <w:ilvl w:val="1"/>
          <w:numId w:val="61"/>
        </w:numPr>
        <w:tabs>
          <w:tab w:val="clear" w:pos="709"/>
        </w:tabs>
        <w:suppressAutoHyphens/>
        <w:ind w:left="1276" w:hanging="709"/>
        <w:jc w:val="both"/>
        <w:rPr>
          <w:b/>
        </w:rPr>
      </w:pPr>
      <w:r w:rsidRPr="002901EE">
        <w:rPr>
          <w:b/>
        </w:rPr>
        <w:t>Závazek „dodavatele náhradních dílů poslední instance“.</w:t>
      </w:r>
    </w:p>
    <w:p w14:paraId="5E3F6952" w14:textId="77777777" w:rsidR="005A67B3" w:rsidRPr="00296496" w:rsidRDefault="005A67B3" w:rsidP="00296496">
      <w:pPr>
        <w:pStyle w:val="Odstavecseseznamem"/>
        <w:widowControl w:val="0"/>
        <w:numPr>
          <w:ilvl w:val="1"/>
          <w:numId w:val="61"/>
        </w:numPr>
        <w:tabs>
          <w:tab w:val="clear" w:pos="709"/>
        </w:tabs>
        <w:suppressAutoHyphens/>
        <w:ind w:left="1276" w:hanging="709"/>
        <w:jc w:val="both"/>
        <w:rPr>
          <w:b/>
        </w:rPr>
      </w:pPr>
      <w:r>
        <w:rPr>
          <w:b/>
        </w:rPr>
        <w:t>Další činnosti dle čl. III. této smlouvy.</w:t>
      </w:r>
    </w:p>
    <w:p w14:paraId="41B85BCF" w14:textId="77777777" w:rsidR="00E66AFB" w:rsidRDefault="0093396A">
      <w:pPr>
        <w:pStyle w:val="Nadpis1"/>
        <w:keepNext w:val="0"/>
        <w:widowControl w:val="0"/>
        <w:suppressAutoHyphens/>
        <w:jc w:val="center"/>
      </w:pPr>
      <w:r w:rsidRPr="002901EE">
        <w:t xml:space="preserve">Bližší vymezení předmětu plnění </w:t>
      </w:r>
    </w:p>
    <w:p w14:paraId="58A6F90D" w14:textId="77777777" w:rsidR="00E66AFB" w:rsidRDefault="0093396A">
      <w:pPr>
        <w:pStyle w:val="Odstavecseseznamem"/>
        <w:widowControl w:val="0"/>
        <w:tabs>
          <w:tab w:val="clear" w:pos="709"/>
        </w:tabs>
        <w:suppressAutoHyphens/>
        <w:spacing w:after="120"/>
        <w:ind w:left="567" w:right="23" w:hanging="567"/>
        <w:jc w:val="both"/>
        <w:rPr>
          <w:u w:val="single"/>
        </w:rPr>
      </w:pPr>
      <w:r w:rsidRPr="002901EE">
        <w:rPr>
          <w:u w:val="single"/>
        </w:rPr>
        <w:t>Vyhotovení projektové dokumentace</w:t>
      </w:r>
      <w:r w:rsidR="00845C43">
        <w:rPr>
          <w:u w:val="single"/>
        </w:rPr>
        <w:t xml:space="preserve"> a </w:t>
      </w:r>
      <w:r w:rsidR="00AB57D2" w:rsidRPr="00AB57D2">
        <w:rPr>
          <w:u w:val="single"/>
        </w:rPr>
        <w:t>výrobně technických dokumentací a dokumentací výrobků dodávaných na stavbu</w:t>
      </w:r>
    </w:p>
    <w:p w14:paraId="18AD544C" w14:textId="7D6D6817" w:rsidR="004D2329" w:rsidRPr="004D2329" w:rsidRDefault="005A5787" w:rsidP="004D2329">
      <w:pPr>
        <w:pStyle w:val="Odstavecseseznamem"/>
        <w:widowControl w:val="0"/>
        <w:numPr>
          <w:ilvl w:val="0"/>
          <w:numId w:val="55"/>
        </w:numPr>
        <w:tabs>
          <w:tab w:val="clear" w:pos="709"/>
        </w:tabs>
        <w:suppressAutoHyphens/>
        <w:ind w:left="851" w:hanging="284"/>
        <w:jc w:val="both"/>
      </w:pPr>
      <w:r w:rsidRPr="006615F7">
        <w:t xml:space="preserve">Zhotovitel zpracuje </w:t>
      </w:r>
      <w:r w:rsidR="00B110F3">
        <w:t xml:space="preserve">projektovou dokumentaci </w:t>
      </w:r>
      <w:r w:rsidR="00B110F3" w:rsidRPr="001601E2">
        <w:t xml:space="preserve">pro </w:t>
      </w:r>
      <w:r w:rsidR="00A42FCD" w:rsidRPr="001601E2">
        <w:t>prov</w:t>
      </w:r>
      <w:r w:rsidR="00D76899">
        <w:t>edení</w:t>
      </w:r>
      <w:r w:rsidR="00D24CD0" w:rsidRPr="00D24CD0">
        <w:t xml:space="preserve"> stavby</w:t>
      </w:r>
      <w:r w:rsidR="007431E5">
        <w:t>.</w:t>
      </w:r>
      <w:r w:rsidR="00ED53F9" w:rsidRPr="006615F7">
        <w:t xml:space="preserve"> </w:t>
      </w:r>
      <w:r w:rsidR="005A73D7">
        <w:t>Při zpracování projektové dokumentace bude zhotovitel vycházet z požadavků na mycí linku uvedených v příloze č. 1 této smlouvy</w:t>
      </w:r>
      <w:r w:rsidR="004D2329">
        <w:t xml:space="preserve"> a pokynů objednatele</w:t>
      </w:r>
      <w:r w:rsidR="005A73D7">
        <w:t xml:space="preserve">. </w:t>
      </w:r>
      <w:r w:rsidR="004D2329">
        <w:t>Nová mycí linka se přemisťuje na jinou pozici</w:t>
      </w:r>
      <w:r w:rsidR="00402ECB">
        <w:t xml:space="preserve"> v rámci haly č. 1</w:t>
      </w:r>
      <w:r w:rsidR="004D2329">
        <w:t>. Stavební úpravy budou zejména obsahovat: demolici stávající mycí linky a na jejím místě vybudování nové podlahy, realizaci nové mycí linky vč. nových rozvodů elektro, vody, předčištěné vody, kanalizace, nových základů pro technologii nové mycí linky, nových odvodňovacích žlabů.</w:t>
      </w:r>
    </w:p>
    <w:p w14:paraId="0A77BF9B" w14:textId="05F596D7" w:rsidR="00296496" w:rsidRPr="004D2329" w:rsidRDefault="00B110F3" w:rsidP="004D2329">
      <w:pPr>
        <w:pStyle w:val="Odstavecseseznamem"/>
        <w:widowControl w:val="0"/>
        <w:numPr>
          <w:ilvl w:val="0"/>
          <w:numId w:val="55"/>
        </w:numPr>
        <w:tabs>
          <w:tab w:val="clear" w:pos="709"/>
        </w:tabs>
        <w:suppressAutoHyphens/>
        <w:ind w:left="851" w:hanging="284"/>
        <w:jc w:val="both"/>
      </w:pPr>
      <w:r>
        <w:t xml:space="preserve">Součástí projektové dokumentace bude také položkový rozpočet jednotlivých prací. </w:t>
      </w:r>
      <w:r w:rsidR="00594F39" w:rsidRPr="006615F7">
        <w:t xml:space="preserve">Projektová dokumentace bude </w:t>
      </w:r>
      <w:r w:rsidR="00360AA9" w:rsidRPr="006615F7">
        <w:t xml:space="preserve">provedena dle přílohy č. </w:t>
      </w:r>
      <w:r w:rsidR="004903A4">
        <w:t>13</w:t>
      </w:r>
      <w:r w:rsidR="00D76899">
        <w:t xml:space="preserve"> </w:t>
      </w:r>
      <w:r w:rsidR="00360AA9" w:rsidRPr="006615F7">
        <w:t>vyhlášky MMR č. 499/2006 Sb., o dokumentaci staveb (dále jen „vyhláška“)</w:t>
      </w:r>
      <w:r w:rsidR="00AD2622">
        <w:t xml:space="preserve"> a</w:t>
      </w:r>
      <w:r w:rsidR="00845C43" w:rsidRPr="006615F7">
        <w:t xml:space="preserve"> této smlouvy (zejména přílohy č. 1 k této smlouvě)</w:t>
      </w:r>
      <w:r w:rsidR="00D24CD0" w:rsidRPr="004D2329">
        <w:t>.</w:t>
      </w:r>
      <w:r w:rsidR="004D2329">
        <w:t xml:space="preserve"> </w:t>
      </w:r>
    </w:p>
    <w:p w14:paraId="2EFE561B" w14:textId="1D98BB78" w:rsidR="00296496" w:rsidRDefault="00EB6DC3">
      <w:pPr>
        <w:pStyle w:val="Odstavecseseznamem"/>
        <w:widowControl w:val="0"/>
        <w:numPr>
          <w:ilvl w:val="0"/>
          <w:numId w:val="55"/>
        </w:numPr>
        <w:tabs>
          <w:tab w:val="clear" w:pos="709"/>
        </w:tabs>
        <w:suppressAutoHyphens/>
        <w:ind w:left="851" w:hanging="284"/>
        <w:jc w:val="both"/>
      </w:pPr>
      <w:r>
        <w:t xml:space="preserve">V případě </w:t>
      </w:r>
      <w:r w:rsidR="007B1D09">
        <w:t xml:space="preserve">pokynu objednatele </w:t>
      </w:r>
      <w:r>
        <w:t>z</w:t>
      </w:r>
      <w:r w:rsidR="00845C43" w:rsidRPr="00CA5B82">
        <w:t xml:space="preserve">hotovitel zpracuje </w:t>
      </w:r>
      <w:r w:rsidR="006615F7">
        <w:t>výrobně technické</w:t>
      </w:r>
      <w:r w:rsidR="00AB57D2" w:rsidRPr="00AB57D2">
        <w:t xml:space="preserve"> dokumentac</w:t>
      </w:r>
      <w:r w:rsidR="006615F7">
        <w:t>e</w:t>
      </w:r>
      <w:r w:rsidR="00AB57D2" w:rsidRPr="00AB57D2">
        <w:t xml:space="preserve"> a dokumentac</w:t>
      </w:r>
      <w:r w:rsidR="006615F7">
        <w:t>e</w:t>
      </w:r>
      <w:r w:rsidR="00AB57D2" w:rsidRPr="00AB57D2">
        <w:t xml:space="preserve"> výrobků dodávaných na stavbu</w:t>
      </w:r>
      <w:r w:rsidR="00845C43" w:rsidRPr="00CA5B82">
        <w:t xml:space="preserve"> (dále jen „podrobn</w:t>
      </w:r>
      <w:r w:rsidR="00176F14">
        <w:t>é</w:t>
      </w:r>
      <w:r w:rsidR="00845C43" w:rsidRPr="00CA5B82">
        <w:t xml:space="preserve"> prováděcí dokumentace“)</w:t>
      </w:r>
      <w:r w:rsidR="00CA5B82" w:rsidRPr="00CA5B82">
        <w:t xml:space="preserve">. </w:t>
      </w:r>
      <w:r w:rsidR="005A73D7">
        <w:t xml:space="preserve">Při zpracování podrobných prováděcích dokumentací bude zhotovitel vycházet z požadavků na mycí linku uvedených v příloze č. 1 této smlouvy. </w:t>
      </w:r>
      <w:r w:rsidR="00CA5B82" w:rsidRPr="00CA5B82">
        <w:t>Podrobn</w:t>
      </w:r>
      <w:r w:rsidR="00176F14">
        <w:t>é</w:t>
      </w:r>
      <w:r w:rsidR="00CA5B82" w:rsidRPr="00CA5B82">
        <w:t xml:space="preserve"> prováděcí dokumentace </w:t>
      </w:r>
      <w:r w:rsidR="00176F14">
        <w:t>budou</w:t>
      </w:r>
      <w:r w:rsidR="00CA5B82" w:rsidRPr="00CA5B82">
        <w:t xml:space="preserve"> obsahovat zejména</w:t>
      </w:r>
      <w:r w:rsidR="00CA5B82">
        <w:t xml:space="preserve"> </w:t>
      </w:r>
      <w:r w:rsidR="00F623B4">
        <w:t>konstrukční, technologickou a montážní dokumentaci</w:t>
      </w:r>
      <w:r w:rsidR="007431E5">
        <w:t>.</w:t>
      </w:r>
      <w:r w:rsidR="00176F14">
        <w:t xml:space="preserve"> P</w:t>
      </w:r>
      <w:r w:rsidR="00176F14" w:rsidRPr="00176F14">
        <w:t>odrobn</w:t>
      </w:r>
      <w:r w:rsidR="00176F14">
        <w:t>é</w:t>
      </w:r>
      <w:r w:rsidR="00176F14" w:rsidRPr="00176F14">
        <w:t xml:space="preserve"> prováděcí dokumentace </w:t>
      </w:r>
      <w:r w:rsidR="00176F14">
        <w:t>musí být p</w:t>
      </w:r>
      <w:r w:rsidR="00176F14" w:rsidRPr="00176F14">
        <w:t xml:space="preserve">řed zahájením prací </w:t>
      </w:r>
      <w:r w:rsidR="00176F14">
        <w:t>na 1. Etapě dle čl. 3.2. písm. b) této smlouvy odsouhlaseny</w:t>
      </w:r>
      <w:r w:rsidR="00176F14" w:rsidRPr="00176F14">
        <w:t xml:space="preserve"> objednatelem. </w:t>
      </w:r>
      <w:r w:rsidR="00176F14">
        <w:t>Zpracované</w:t>
      </w:r>
      <w:r w:rsidR="00176F14" w:rsidRPr="00176F14">
        <w:t xml:space="preserve"> p</w:t>
      </w:r>
      <w:r w:rsidR="00176F14">
        <w:t>odrobné</w:t>
      </w:r>
      <w:r w:rsidR="00176F14" w:rsidRPr="00176F14">
        <w:t xml:space="preserve"> prováděcí dokumentace bud</w:t>
      </w:r>
      <w:r w:rsidR="00176F14">
        <w:t>ou</w:t>
      </w:r>
      <w:r w:rsidR="00176F14" w:rsidRPr="00176F14">
        <w:t xml:space="preserve"> zhotovitelem</w:t>
      </w:r>
      <w:r w:rsidR="00176F14">
        <w:t xml:space="preserve"> objednateli předány</w:t>
      </w:r>
      <w:r w:rsidR="00176F14" w:rsidRPr="00176F14">
        <w:t xml:space="preserve"> nejpozději </w:t>
      </w:r>
      <w:r w:rsidR="00F623B4">
        <w:t>1</w:t>
      </w:r>
      <w:r w:rsidR="00176F14" w:rsidRPr="00176F14">
        <w:t>0 dnů před zahájením příslušných prací podle těchto podrobn</w:t>
      </w:r>
      <w:r w:rsidR="00176F14">
        <w:t>ých</w:t>
      </w:r>
      <w:r w:rsidR="00176F14" w:rsidRPr="00176F14">
        <w:t xml:space="preserve"> prováděcí</w:t>
      </w:r>
      <w:r w:rsidR="00176F14">
        <w:t>ch</w:t>
      </w:r>
      <w:r w:rsidR="00176F14" w:rsidRPr="00176F14">
        <w:t xml:space="preserve"> dokumentac</w:t>
      </w:r>
      <w:r w:rsidR="00176F14">
        <w:t>í</w:t>
      </w:r>
      <w:r w:rsidR="00176F14" w:rsidRPr="00176F14">
        <w:t>.</w:t>
      </w:r>
      <w:r w:rsidR="00176F14">
        <w:t xml:space="preserve"> </w:t>
      </w:r>
      <w:r w:rsidR="00176F14" w:rsidRPr="002901EE">
        <w:t xml:space="preserve">Objednatel je povinen uplatnit své připomínky nebo odsouhlasit předloženou dokumentaci nejpozději do </w:t>
      </w:r>
      <w:r w:rsidR="00F623B4">
        <w:t>5</w:t>
      </w:r>
      <w:r w:rsidR="00176F14" w:rsidRPr="002901EE">
        <w:t xml:space="preserve"> pracovních dnů od do</w:t>
      </w:r>
      <w:r w:rsidR="00B110F3">
        <w:t>ručení objednateli zhotovitelem.</w:t>
      </w:r>
    </w:p>
    <w:p w14:paraId="6E3A1782" w14:textId="77777777" w:rsidR="00296496" w:rsidRDefault="00360AA9">
      <w:pPr>
        <w:pStyle w:val="Odstavecseseznamem"/>
        <w:widowControl w:val="0"/>
        <w:numPr>
          <w:ilvl w:val="0"/>
          <w:numId w:val="55"/>
        </w:numPr>
        <w:tabs>
          <w:tab w:val="clear" w:pos="709"/>
        </w:tabs>
        <w:suppressAutoHyphens/>
        <w:ind w:left="851" w:hanging="284"/>
        <w:jc w:val="both"/>
      </w:pPr>
      <w:r>
        <w:t>Projektová</w:t>
      </w:r>
      <w:r w:rsidR="007431E5">
        <w:t xml:space="preserve"> </w:t>
      </w:r>
      <w:r>
        <w:t>d</w:t>
      </w:r>
      <w:r w:rsidRPr="002901EE">
        <w:t xml:space="preserve">okumentace </w:t>
      </w:r>
      <w:r w:rsidR="00CA5B82">
        <w:t xml:space="preserve">a </w:t>
      </w:r>
      <w:r w:rsidR="00CA5B82" w:rsidRPr="00CA5B82">
        <w:t>podrobná prováděcí dokumentace</w:t>
      </w:r>
      <w:r w:rsidR="00CA5B82" w:rsidRPr="002901EE">
        <w:t xml:space="preserve"> </w:t>
      </w:r>
      <w:r w:rsidR="00CA5B82">
        <w:t>bude dodána</w:t>
      </w:r>
      <w:r w:rsidRPr="002901EE">
        <w:t xml:space="preserve"> v</w:t>
      </w:r>
      <w:r>
        <w:t> </w:t>
      </w:r>
      <w:r w:rsidRPr="002901EE">
        <w:t>následující</w:t>
      </w:r>
      <w:r>
        <w:t xml:space="preserve"> formě</w:t>
      </w:r>
      <w:r w:rsidRPr="002901EE">
        <w:t>:</w:t>
      </w:r>
    </w:p>
    <w:p w14:paraId="45A4BDED" w14:textId="77777777" w:rsidR="00360AA9" w:rsidRPr="001601E2" w:rsidRDefault="00D24CD0" w:rsidP="00360AA9">
      <w:pPr>
        <w:pStyle w:val="Odstavecseseznamem"/>
        <w:widowControl w:val="0"/>
        <w:numPr>
          <w:ilvl w:val="0"/>
          <w:numId w:val="26"/>
        </w:numPr>
        <w:tabs>
          <w:tab w:val="clear" w:pos="709"/>
        </w:tabs>
        <w:suppressAutoHyphens/>
        <w:spacing w:before="75"/>
        <w:ind w:right="0"/>
        <w:jc w:val="both"/>
      </w:pPr>
      <w:r w:rsidRPr="00D24CD0">
        <w:t>3 x v tištěné podobě.</w:t>
      </w:r>
    </w:p>
    <w:p w14:paraId="5C1715EC" w14:textId="77777777" w:rsidR="00296496" w:rsidRPr="001601E2" w:rsidRDefault="00D24CD0">
      <w:pPr>
        <w:pStyle w:val="Odstavecseseznamem"/>
        <w:widowControl w:val="0"/>
        <w:numPr>
          <w:ilvl w:val="0"/>
          <w:numId w:val="26"/>
        </w:numPr>
        <w:tabs>
          <w:tab w:val="clear" w:pos="709"/>
        </w:tabs>
        <w:suppressAutoHyphens/>
        <w:spacing w:before="75"/>
        <w:ind w:right="0"/>
        <w:jc w:val="both"/>
      </w:pPr>
      <w:r w:rsidRPr="00D24CD0">
        <w:t>1 x na el. nosiči (CD, DVD, USB disk) – výkresová dokumentace ve formátu .dwg v editovatelné verzi, textová část ve formátu *.doc nebo* .docx , tabulková část ve formátu*.xls nebo *.xlsx</w:t>
      </w:r>
      <w:r w:rsidR="00360AA9" w:rsidRPr="001601E2">
        <w:t>.</w:t>
      </w:r>
    </w:p>
    <w:p w14:paraId="7CB0DCFE" w14:textId="77777777" w:rsidR="00E66AFB" w:rsidRDefault="00E66AFB">
      <w:pPr>
        <w:widowControl w:val="0"/>
        <w:suppressAutoHyphens/>
        <w:ind w:left="567"/>
        <w:jc w:val="both"/>
        <w:rPr>
          <w:rFonts w:ascii="Times New Roman" w:hAnsi="Times New Roman"/>
          <w:sz w:val="22"/>
          <w:szCs w:val="22"/>
          <w:lang w:val="cs-CZ"/>
        </w:rPr>
      </w:pPr>
    </w:p>
    <w:p w14:paraId="281AE972" w14:textId="77777777" w:rsidR="00E66AFB" w:rsidRDefault="0093396A">
      <w:pPr>
        <w:pStyle w:val="Odstavecseseznamem"/>
        <w:widowControl w:val="0"/>
        <w:tabs>
          <w:tab w:val="clear" w:pos="709"/>
        </w:tabs>
        <w:suppressAutoHyphens/>
        <w:ind w:left="567" w:hanging="567"/>
        <w:jc w:val="both"/>
        <w:rPr>
          <w:u w:val="single"/>
        </w:rPr>
      </w:pPr>
      <w:r w:rsidRPr="002901EE">
        <w:rPr>
          <w:u w:val="single"/>
        </w:rPr>
        <w:t xml:space="preserve">Realizace stavby </w:t>
      </w:r>
      <w:r w:rsidR="00594F39">
        <w:rPr>
          <w:u w:val="single"/>
        </w:rPr>
        <w:t xml:space="preserve">nové </w:t>
      </w:r>
      <w:r w:rsidR="00ED53F9" w:rsidRPr="002901EE">
        <w:rPr>
          <w:u w:val="single"/>
        </w:rPr>
        <w:t>mycí linky:</w:t>
      </w:r>
    </w:p>
    <w:p w14:paraId="2B7A86EB" w14:textId="77777777" w:rsidR="00E66AFB" w:rsidRDefault="00ED53F9">
      <w:pPr>
        <w:pStyle w:val="Odstavecseseznamem"/>
        <w:widowControl w:val="0"/>
        <w:numPr>
          <w:ilvl w:val="0"/>
          <w:numId w:val="7"/>
        </w:numPr>
        <w:tabs>
          <w:tab w:val="clear" w:pos="709"/>
        </w:tabs>
        <w:suppressAutoHyphens/>
        <w:ind w:left="851" w:hanging="284"/>
        <w:jc w:val="both"/>
      </w:pPr>
      <w:r w:rsidRPr="002901EE">
        <w:t xml:space="preserve">Stavba bude realizována podle zhotovitelem </w:t>
      </w:r>
      <w:r w:rsidR="00594F39" w:rsidRPr="002901EE">
        <w:t>zpracovan</w:t>
      </w:r>
      <w:r w:rsidR="00594F39">
        <w:t>é projektové</w:t>
      </w:r>
      <w:r w:rsidR="00594F39" w:rsidRPr="002901EE">
        <w:t xml:space="preserve"> </w:t>
      </w:r>
      <w:r w:rsidRPr="002901EE">
        <w:t>dokumentac</w:t>
      </w:r>
      <w:r w:rsidR="00594F39">
        <w:t>e</w:t>
      </w:r>
      <w:r w:rsidR="00845C43">
        <w:t xml:space="preserve"> a </w:t>
      </w:r>
      <w:r w:rsidRPr="002901EE">
        <w:t>podrobn</w:t>
      </w:r>
      <w:r w:rsidR="007431E5">
        <w:t>ých</w:t>
      </w:r>
      <w:r w:rsidRPr="002901EE">
        <w:t xml:space="preserve"> prováděcí</w:t>
      </w:r>
      <w:r w:rsidR="007431E5">
        <w:t>ch</w:t>
      </w:r>
      <w:r w:rsidRPr="002901EE">
        <w:t xml:space="preserve"> dokumentac</w:t>
      </w:r>
      <w:r w:rsidR="007431E5">
        <w:t>í</w:t>
      </w:r>
      <w:r w:rsidRPr="002901EE">
        <w:t>.</w:t>
      </w:r>
      <w:r w:rsidR="0093396A" w:rsidRPr="002901EE">
        <w:t xml:space="preserve"> </w:t>
      </w:r>
    </w:p>
    <w:p w14:paraId="1696AA4F" w14:textId="77777777" w:rsidR="00E66AFB" w:rsidRDefault="0093396A">
      <w:pPr>
        <w:pStyle w:val="Odstavecseseznamem"/>
        <w:widowControl w:val="0"/>
        <w:numPr>
          <w:ilvl w:val="0"/>
          <w:numId w:val="7"/>
        </w:numPr>
        <w:tabs>
          <w:tab w:val="clear" w:pos="709"/>
        </w:tabs>
        <w:suppressAutoHyphens/>
        <w:ind w:left="851" w:hanging="284"/>
        <w:jc w:val="both"/>
      </w:pPr>
      <w:r w:rsidRPr="002901EE">
        <w:t xml:space="preserve">Stavba </w:t>
      </w:r>
      <w:r w:rsidR="007431E5">
        <w:t xml:space="preserve">bude </w:t>
      </w:r>
      <w:r w:rsidRPr="002901EE">
        <w:t xml:space="preserve">realizována ve </w:t>
      </w:r>
      <w:r w:rsidR="00ED53F9" w:rsidRPr="002901EE">
        <w:t xml:space="preserve">třech </w:t>
      </w:r>
      <w:r w:rsidRPr="002901EE">
        <w:t>etapách:</w:t>
      </w:r>
    </w:p>
    <w:p w14:paraId="2D10505F" w14:textId="77777777" w:rsidR="00E66AFB" w:rsidRDefault="00ED53F9" w:rsidP="00AE77DF">
      <w:pPr>
        <w:pStyle w:val="Odstavecseseznamem"/>
        <w:widowControl w:val="0"/>
        <w:numPr>
          <w:ilvl w:val="1"/>
          <w:numId w:val="6"/>
        </w:numPr>
        <w:tabs>
          <w:tab w:val="clear" w:pos="709"/>
        </w:tabs>
        <w:suppressAutoHyphens/>
        <w:overflowPunct w:val="0"/>
        <w:autoSpaceDE w:val="0"/>
        <w:autoSpaceDN w:val="0"/>
        <w:adjustRightInd w:val="0"/>
        <w:ind w:left="1134" w:hanging="283"/>
        <w:contextualSpacing/>
        <w:jc w:val="both"/>
        <w:textAlignment w:val="baseline"/>
      </w:pPr>
      <w:r w:rsidRPr="002901EE">
        <w:t xml:space="preserve">1. Etapa –  </w:t>
      </w:r>
      <w:r w:rsidR="00AE77DF">
        <w:tab/>
      </w:r>
      <w:r w:rsidRPr="002901EE">
        <w:t xml:space="preserve">Demontáž </w:t>
      </w:r>
      <w:r w:rsidR="008E25FB">
        <w:t xml:space="preserve">a likvidace </w:t>
      </w:r>
      <w:r w:rsidRPr="002901EE">
        <w:t>stávající mycí linky</w:t>
      </w:r>
    </w:p>
    <w:p w14:paraId="65E824C6" w14:textId="77777777" w:rsidR="00E66AFB" w:rsidRDefault="00ED53F9" w:rsidP="00AE77DF">
      <w:pPr>
        <w:pStyle w:val="Odstavecseseznamem"/>
        <w:widowControl w:val="0"/>
        <w:numPr>
          <w:ilvl w:val="1"/>
          <w:numId w:val="6"/>
        </w:numPr>
        <w:tabs>
          <w:tab w:val="clear" w:pos="709"/>
        </w:tabs>
        <w:suppressAutoHyphens/>
        <w:overflowPunct w:val="0"/>
        <w:autoSpaceDE w:val="0"/>
        <w:autoSpaceDN w:val="0"/>
        <w:adjustRightInd w:val="0"/>
        <w:ind w:left="1134" w:hanging="283"/>
        <w:contextualSpacing/>
        <w:jc w:val="both"/>
        <w:textAlignment w:val="baseline"/>
      </w:pPr>
      <w:r w:rsidRPr="002901EE">
        <w:t xml:space="preserve">2. Etapa – </w:t>
      </w:r>
      <w:r w:rsidR="00AE77DF">
        <w:tab/>
      </w:r>
      <w:r w:rsidRPr="002901EE">
        <w:t>Stavební úpravy haly</w:t>
      </w:r>
      <w:r w:rsidR="008E25FB">
        <w:t xml:space="preserve"> potřebné k instalaci nové mycí linky</w:t>
      </w:r>
      <w:r w:rsidRPr="002901EE">
        <w:t xml:space="preserve">, </w:t>
      </w:r>
      <w:r w:rsidR="008E25FB">
        <w:t xml:space="preserve">vybudování </w:t>
      </w:r>
      <w:r w:rsidR="00AE77DF">
        <w:t xml:space="preserve">přípojek </w:t>
      </w:r>
      <w:r w:rsidR="008E25FB">
        <w:t xml:space="preserve">energií </w:t>
      </w:r>
      <w:r w:rsidRPr="002901EE">
        <w:t xml:space="preserve">a </w:t>
      </w:r>
      <w:r w:rsidR="00AE77DF">
        <w:tab/>
      </w:r>
      <w:r w:rsidR="00AE77DF">
        <w:tab/>
      </w:r>
      <w:r w:rsidRPr="002901EE">
        <w:t xml:space="preserve">kanalizace pro montáž nové mycí linky </w:t>
      </w:r>
    </w:p>
    <w:p w14:paraId="15D7BF16" w14:textId="77777777" w:rsidR="00E66AFB" w:rsidRDefault="008E25FB" w:rsidP="00AE77DF">
      <w:pPr>
        <w:pStyle w:val="Odstavecseseznamem"/>
        <w:widowControl w:val="0"/>
        <w:numPr>
          <w:ilvl w:val="1"/>
          <w:numId w:val="6"/>
        </w:numPr>
        <w:tabs>
          <w:tab w:val="clear" w:pos="709"/>
        </w:tabs>
        <w:suppressAutoHyphens/>
        <w:overflowPunct w:val="0"/>
        <w:autoSpaceDE w:val="0"/>
        <w:autoSpaceDN w:val="0"/>
        <w:adjustRightInd w:val="0"/>
        <w:ind w:left="1134" w:hanging="283"/>
        <w:contextualSpacing/>
        <w:jc w:val="both"/>
        <w:textAlignment w:val="baseline"/>
      </w:pPr>
      <w:r>
        <w:t xml:space="preserve">3. Etapa – </w:t>
      </w:r>
      <w:r w:rsidR="00AE77DF">
        <w:tab/>
      </w:r>
      <w:r>
        <w:t>Dodání a m</w:t>
      </w:r>
      <w:r w:rsidR="00ED53F9" w:rsidRPr="002901EE">
        <w:t xml:space="preserve">ontáž nové mycí </w:t>
      </w:r>
      <w:r w:rsidR="00594F39">
        <w:t>linky</w:t>
      </w:r>
    </w:p>
    <w:p w14:paraId="10CA6BD6" w14:textId="77777777" w:rsidR="00E66AFB" w:rsidRDefault="0093396A" w:rsidP="00AE77DF">
      <w:pPr>
        <w:pStyle w:val="Odstavecseseznamem"/>
        <w:widowControl w:val="0"/>
        <w:numPr>
          <w:ilvl w:val="0"/>
          <w:numId w:val="7"/>
        </w:numPr>
        <w:tabs>
          <w:tab w:val="clear" w:pos="709"/>
        </w:tabs>
        <w:suppressAutoHyphens/>
        <w:overflowPunct w:val="0"/>
        <w:autoSpaceDE w:val="0"/>
        <w:autoSpaceDN w:val="0"/>
        <w:adjustRightInd w:val="0"/>
        <w:ind w:left="851" w:right="23" w:hanging="284"/>
        <w:jc w:val="both"/>
        <w:textAlignment w:val="baseline"/>
      </w:pPr>
      <w:r w:rsidRPr="002901EE">
        <w:t>Realizace stavby</w:t>
      </w:r>
      <w:r w:rsidR="00AE77DF">
        <w:t xml:space="preserve"> </w:t>
      </w:r>
      <w:r w:rsidRPr="002901EE">
        <w:t xml:space="preserve">bude prováděna bez </w:t>
      </w:r>
      <w:r w:rsidR="00ED53F9" w:rsidRPr="002901EE">
        <w:t xml:space="preserve">celkové </w:t>
      </w:r>
      <w:r w:rsidRPr="002901EE">
        <w:t xml:space="preserve">výluky silniční dopravy uvnitř a vně Areálu </w:t>
      </w:r>
      <w:r w:rsidR="00ED53F9" w:rsidRPr="002901EE">
        <w:t>trolejbusy Ostrava</w:t>
      </w:r>
      <w:r w:rsidRPr="002901EE">
        <w:t xml:space="preserve">. </w:t>
      </w:r>
      <w:r w:rsidR="00BC4CDA" w:rsidRPr="002901EE">
        <w:t>Částečná výluka bude možná pouze po projednání a odsouhlasení objednavatelem</w:t>
      </w:r>
      <w:r w:rsidR="00594F39">
        <w:t>.</w:t>
      </w:r>
    </w:p>
    <w:p w14:paraId="4097B71A" w14:textId="32CC707E" w:rsidR="00296496" w:rsidRDefault="001D13F0">
      <w:pPr>
        <w:pStyle w:val="Odstavecseseznamem"/>
        <w:widowControl w:val="0"/>
        <w:numPr>
          <w:ilvl w:val="0"/>
          <w:numId w:val="7"/>
        </w:numPr>
        <w:tabs>
          <w:tab w:val="clear" w:pos="709"/>
        </w:tabs>
        <w:suppressAutoHyphens/>
        <w:ind w:left="851" w:hanging="284"/>
        <w:jc w:val="both"/>
      </w:pPr>
      <w:r>
        <w:t>Součástí stavby nové mycí linky je p</w:t>
      </w:r>
      <w:r w:rsidRPr="002901EE">
        <w:t>otře</w:t>
      </w:r>
      <w:r w:rsidR="00B05B10">
        <w:t xml:space="preserve">bné vytýčení inženýrských sítí </w:t>
      </w:r>
      <w:r w:rsidRPr="00905A98">
        <w:t>a úhrada veškerých poplatků souvisejících s provedením stavby</w:t>
      </w:r>
      <w:r w:rsidRPr="002901EE">
        <w:t>.</w:t>
      </w:r>
    </w:p>
    <w:p w14:paraId="1758296E" w14:textId="77777777" w:rsidR="00296496" w:rsidRDefault="001D13F0">
      <w:pPr>
        <w:pStyle w:val="Odstavecseseznamem"/>
        <w:widowControl w:val="0"/>
        <w:numPr>
          <w:ilvl w:val="0"/>
          <w:numId w:val="7"/>
        </w:numPr>
        <w:tabs>
          <w:tab w:val="clear" w:pos="709"/>
        </w:tabs>
        <w:suppressAutoHyphens/>
        <w:ind w:left="851" w:hanging="284"/>
        <w:jc w:val="both"/>
      </w:pPr>
      <w:r w:rsidRPr="002901EE">
        <w:t xml:space="preserve">Zhotovitel nejméně 10 pracovních dní před zahájením prací na </w:t>
      </w:r>
      <w:r>
        <w:t>stavbě</w:t>
      </w:r>
      <w:r w:rsidRPr="002901EE">
        <w:t xml:space="preserve"> nebo provozním souboru předloží objednateli ke schválení technologické postupy a kontrolní a zkušební plán (KZP)</w:t>
      </w:r>
      <w:r>
        <w:t>, což je rovněž součástí realizace stavby nové mycí linky</w:t>
      </w:r>
      <w:r w:rsidRPr="002901EE">
        <w:t xml:space="preserve">. Práce </w:t>
      </w:r>
      <w:r w:rsidR="00E66AFB">
        <w:t xml:space="preserve">na </w:t>
      </w:r>
      <w:r>
        <w:t>1. Etapě dle písm. b) tohoto článku této smlouvy</w:t>
      </w:r>
      <w:r w:rsidRPr="002901EE">
        <w:t xml:space="preserve"> budou zahájeny až po schválení těchto dokumentů objednatelem. Objednatel je povinen uplatnit své připomínky nebo odsouhlasit tyto dokumenty nejpozději do 5 pracovních dnů od doručení objednateli zhotovitelem.</w:t>
      </w:r>
    </w:p>
    <w:p w14:paraId="2C3A114B" w14:textId="77777777" w:rsidR="00296496" w:rsidRDefault="001D13F0">
      <w:pPr>
        <w:pStyle w:val="Odstavecseseznamem"/>
        <w:widowControl w:val="0"/>
        <w:numPr>
          <w:ilvl w:val="0"/>
          <w:numId w:val="7"/>
        </w:numPr>
        <w:tabs>
          <w:tab w:val="clear" w:pos="709"/>
        </w:tabs>
        <w:suppressAutoHyphens/>
        <w:ind w:left="851" w:hanging="284"/>
        <w:jc w:val="both"/>
      </w:pPr>
      <w:r>
        <w:t>Součástí realizace stavby nové mycí linky</w:t>
      </w:r>
      <w:r w:rsidRPr="002901EE">
        <w:t xml:space="preserve"> </w:t>
      </w:r>
      <w:r>
        <w:t>je rovněž z</w:t>
      </w:r>
      <w:r w:rsidRPr="002901EE">
        <w:t xml:space="preserve">ajištění a provedení geodetických a geometrických prací po dobu realizace stavby včetně zhotovení geodetického zaměření nově vybudovaných přípojek. </w:t>
      </w:r>
    </w:p>
    <w:p w14:paraId="4AB623CA" w14:textId="77777777" w:rsidR="00296496" w:rsidRDefault="001D13F0">
      <w:pPr>
        <w:pStyle w:val="Odstavecseseznamem"/>
        <w:widowControl w:val="0"/>
        <w:numPr>
          <w:ilvl w:val="0"/>
          <w:numId w:val="0"/>
        </w:numPr>
        <w:tabs>
          <w:tab w:val="clear" w:pos="709"/>
        </w:tabs>
        <w:suppressAutoHyphens/>
        <w:ind w:left="851"/>
        <w:jc w:val="both"/>
      </w:pPr>
      <w:r w:rsidRPr="002901EE">
        <w:t xml:space="preserve">Geodetické zaměření </w:t>
      </w:r>
      <w:r w:rsidRPr="00E3471D">
        <w:t>realizovaných přípojek bude dodáno v následujícím rozsahu:</w:t>
      </w:r>
    </w:p>
    <w:p w14:paraId="4887E967" w14:textId="77777777" w:rsidR="00E66AFB" w:rsidRPr="00A171D5" w:rsidRDefault="001D13F0">
      <w:pPr>
        <w:pStyle w:val="Textvbloku1"/>
        <w:widowControl w:val="0"/>
        <w:numPr>
          <w:ilvl w:val="1"/>
          <w:numId w:val="10"/>
        </w:numPr>
        <w:spacing w:before="90"/>
        <w:ind w:left="1134" w:right="-270" w:hanging="283"/>
        <w:jc w:val="both"/>
        <w:rPr>
          <w:rFonts w:cs="Times New Roman"/>
          <w:sz w:val="22"/>
          <w:szCs w:val="22"/>
        </w:rPr>
      </w:pPr>
      <w:r w:rsidRPr="00A171D5">
        <w:rPr>
          <w:rFonts w:cs="Times New Roman"/>
          <w:sz w:val="22"/>
          <w:szCs w:val="22"/>
        </w:rPr>
        <w:t xml:space="preserve">2 x v tištěné podobě. </w:t>
      </w:r>
    </w:p>
    <w:p w14:paraId="2111F946" w14:textId="50E52120" w:rsidR="00D76899" w:rsidRDefault="00D24CD0">
      <w:pPr>
        <w:pStyle w:val="Textvbloku1"/>
        <w:widowControl w:val="0"/>
        <w:numPr>
          <w:ilvl w:val="1"/>
          <w:numId w:val="10"/>
        </w:numPr>
        <w:spacing w:before="90"/>
        <w:ind w:left="1134" w:right="-270" w:hanging="283"/>
        <w:jc w:val="both"/>
        <w:rPr>
          <w:rFonts w:cs="Times New Roman"/>
          <w:sz w:val="22"/>
          <w:szCs w:val="22"/>
        </w:rPr>
      </w:pPr>
      <w:r w:rsidRPr="00D24CD0">
        <w:rPr>
          <w:sz w:val="22"/>
          <w:szCs w:val="22"/>
        </w:rPr>
        <w:t>1 x v elektronické podobě na el. nosiči (CD, DVD, USB disk) – výkresová dokumentace ve formátu *.dwg v editovatelné verzi, textová část ve formátu *.doc nebo*.docx , tabulková část ve formátu *.xls nebo *.xlsx</w:t>
      </w:r>
      <w:r w:rsidR="001D13F0" w:rsidRPr="008B2D48">
        <w:rPr>
          <w:rFonts w:cs="Times New Roman"/>
          <w:sz w:val="22"/>
          <w:szCs w:val="22"/>
        </w:rPr>
        <w:t>.</w:t>
      </w:r>
    </w:p>
    <w:p w14:paraId="0134986E" w14:textId="77777777" w:rsidR="007534B6" w:rsidRDefault="007534B6" w:rsidP="007534B6">
      <w:pPr>
        <w:pStyle w:val="Textvbloku1"/>
        <w:widowControl w:val="0"/>
        <w:spacing w:before="90"/>
        <w:ind w:left="1134" w:right="-270" w:firstLine="0"/>
        <w:jc w:val="both"/>
        <w:rPr>
          <w:rFonts w:cs="Times New Roman"/>
          <w:sz w:val="22"/>
          <w:szCs w:val="22"/>
        </w:rPr>
      </w:pPr>
    </w:p>
    <w:p w14:paraId="4994B8A3" w14:textId="77777777" w:rsidR="00E66AFB" w:rsidRDefault="0093396A">
      <w:pPr>
        <w:pStyle w:val="Odstavecseseznamem"/>
        <w:widowControl w:val="0"/>
        <w:tabs>
          <w:tab w:val="clear" w:pos="709"/>
        </w:tabs>
        <w:suppressAutoHyphens/>
        <w:spacing w:after="120"/>
        <w:ind w:left="567" w:right="23" w:hanging="567"/>
        <w:jc w:val="both"/>
      </w:pPr>
      <w:r w:rsidRPr="002901EE">
        <w:rPr>
          <w:u w:val="single"/>
        </w:rPr>
        <w:t xml:space="preserve">Provedení </w:t>
      </w:r>
      <w:r w:rsidR="00594F39">
        <w:rPr>
          <w:u w:val="single"/>
        </w:rPr>
        <w:t>k</w:t>
      </w:r>
      <w:r w:rsidRPr="002901EE">
        <w:rPr>
          <w:u w:val="single"/>
        </w:rPr>
        <w:t>omplexní funkční zkoušky</w:t>
      </w:r>
      <w:r w:rsidR="00CA5B82">
        <w:rPr>
          <w:u w:val="single"/>
        </w:rPr>
        <w:t xml:space="preserve"> nové mycí linky</w:t>
      </w:r>
      <w:r w:rsidRPr="002901EE">
        <w:rPr>
          <w:u w:val="single"/>
        </w:rPr>
        <w:t xml:space="preserve"> </w:t>
      </w:r>
    </w:p>
    <w:p w14:paraId="697C269F" w14:textId="77777777" w:rsidR="00E66AFB" w:rsidRDefault="0093396A">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 xml:space="preserve">Součástí </w:t>
      </w:r>
      <w:r w:rsidR="00594F39">
        <w:rPr>
          <w:rFonts w:ascii="Times New Roman" w:hAnsi="Times New Roman"/>
          <w:sz w:val="22"/>
          <w:szCs w:val="22"/>
          <w:lang w:val="cs-CZ"/>
        </w:rPr>
        <w:t>díla</w:t>
      </w:r>
      <w:r w:rsidR="00594F39" w:rsidRPr="002901EE">
        <w:rPr>
          <w:rFonts w:ascii="Times New Roman" w:hAnsi="Times New Roman"/>
          <w:sz w:val="22"/>
          <w:szCs w:val="22"/>
          <w:lang w:val="cs-CZ"/>
        </w:rPr>
        <w:t xml:space="preserve"> </w:t>
      </w:r>
      <w:r w:rsidRPr="002901EE">
        <w:rPr>
          <w:rFonts w:ascii="Times New Roman" w:hAnsi="Times New Roman"/>
          <w:sz w:val="22"/>
          <w:szCs w:val="22"/>
          <w:lang w:val="cs-CZ"/>
        </w:rPr>
        <w:t xml:space="preserve">je provedení </w:t>
      </w:r>
      <w:r w:rsidR="00594F39">
        <w:rPr>
          <w:rFonts w:ascii="Times New Roman" w:hAnsi="Times New Roman"/>
          <w:sz w:val="22"/>
          <w:szCs w:val="22"/>
          <w:lang w:val="cs-CZ"/>
        </w:rPr>
        <w:t>k</w:t>
      </w:r>
      <w:r w:rsidRPr="002901EE">
        <w:rPr>
          <w:rFonts w:ascii="Times New Roman" w:hAnsi="Times New Roman"/>
          <w:sz w:val="22"/>
          <w:szCs w:val="22"/>
          <w:lang w:val="cs-CZ"/>
        </w:rPr>
        <w:t>omplexní funkční zkoušky</w:t>
      </w:r>
      <w:r w:rsidR="00594F39">
        <w:rPr>
          <w:rFonts w:ascii="Times New Roman" w:hAnsi="Times New Roman"/>
          <w:sz w:val="22"/>
          <w:szCs w:val="22"/>
          <w:lang w:val="cs-CZ"/>
        </w:rPr>
        <w:t xml:space="preserve"> nové mycí linky</w:t>
      </w:r>
      <w:r w:rsidRPr="002901EE">
        <w:rPr>
          <w:rFonts w:ascii="Times New Roman" w:hAnsi="Times New Roman"/>
          <w:sz w:val="22"/>
          <w:szCs w:val="22"/>
          <w:lang w:val="cs-CZ"/>
        </w:rPr>
        <w:t xml:space="preserve">, která prověří zejména </w:t>
      </w:r>
      <w:r w:rsidR="00594F39">
        <w:rPr>
          <w:rFonts w:ascii="Times New Roman" w:hAnsi="Times New Roman"/>
          <w:sz w:val="22"/>
          <w:szCs w:val="22"/>
          <w:lang w:val="cs-CZ"/>
        </w:rPr>
        <w:t xml:space="preserve">její </w:t>
      </w:r>
      <w:r w:rsidRPr="002901EE">
        <w:rPr>
          <w:rFonts w:ascii="Times New Roman" w:hAnsi="Times New Roman"/>
          <w:sz w:val="22"/>
          <w:szCs w:val="22"/>
          <w:lang w:val="cs-CZ"/>
        </w:rPr>
        <w:t xml:space="preserve">funkčnost a další deklarované či požadované parametry a </w:t>
      </w:r>
      <w:r w:rsidR="00594F39">
        <w:rPr>
          <w:rFonts w:ascii="Times New Roman" w:hAnsi="Times New Roman"/>
          <w:sz w:val="22"/>
          <w:szCs w:val="22"/>
          <w:lang w:val="cs-CZ"/>
        </w:rPr>
        <w:t xml:space="preserve">splnění </w:t>
      </w:r>
      <w:r w:rsidRPr="002901EE">
        <w:rPr>
          <w:rFonts w:ascii="Times New Roman" w:hAnsi="Times New Roman"/>
          <w:sz w:val="22"/>
          <w:szCs w:val="22"/>
          <w:lang w:val="cs-CZ"/>
        </w:rPr>
        <w:t>podmín</w:t>
      </w:r>
      <w:r w:rsidR="00594F39">
        <w:rPr>
          <w:rFonts w:ascii="Times New Roman" w:hAnsi="Times New Roman"/>
          <w:sz w:val="22"/>
          <w:szCs w:val="22"/>
          <w:lang w:val="cs-CZ"/>
        </w:rPr>
        <w:t>ek této smlouvy. Komplexní funkční zkouška bude probíhat takto</w:t>
      </w:r>
      <w:r w:rsidR="00425A8B">
        <w:rPr>
          <w:rFonts w:ascii="Times New Roman" w:hAnsi="Times New Roman"/>
          <w:sz w:val="22"/>
          <w:szCs w:val="22"/>
          <w:lang w:val="cs-CZ"/>
        </w:rPr>
        <w:t>:</w:t>
      </w:r>
      <w:r w:rsidRPr="002901EE">
        <w:rPr>
          <w:rFonts w:ascii="Times New Roman" w:hAnsi="Times New Roman"/>
          <w:sz w:val="22"/>
          <w:szCs w:val="22"/>
          <w:lang w:val="cs-CZ"/>
        </w:rPr>
        <w:t xml:space="preserve"> </w:t>
      </w:r>
    </w:p>
    <w:p w14:paraId="5AE280B2" w14:textId="77777777" w:rsidR="00E66AFB" w:rsidRDefault="00425A8B">
      <w:pPr>
        <w:pStyle w:val="Odstavecseseznamem"/>
        <w:widowControl w:val="0"/>
        <w:numPr>
          <w:ilvl w:val="0"/>
          <w:numId w:val="28"/>
        </w:numPr>
        <w:tabs>
          <w:tab w:val="clear" w:pos="709"/>
        </w:tabs>
        <w:suppressAutoHyphens/>
        <w:ind w:left="851" w:hanging="284"/>
        <w:jc w:val="both"/>
      </w:pPr>
      <w:r>
        <w:t>V průběhu funkční zkoušky budou plně umyty autobus, trolejbus a elektrobus,</w:t>
      </w:r>
      <w:r w:rsidRPr="002901EE">
        <w:t xml:space="preserve"> </w:t>
      </w:r>
      <w:r w:rsidR="00594F39">
        <w:t xml:space="preserve">přičemž </w:t>
      </w:r>
      <w:r w:rsidRPr="00B04BF3">
        <w:t>objedna</w:t>
      </w:r>
      <w:r>
        <w:t>t</w:t>
      </w:r>
      <w:r w:rsidRPr="00B04BF3">
        <w:t xml:space="preserve">el si vyhrazuje </w:t>
      </w:r>
      <w:r>
        <w:t xml:space="preserve">upřesnit </w:t>
      </w:r>
      <w:r w:rsidRPr="00B04BF3">
        <w:t>typ</w:t>
      </w:r>
      <w:r>
        <w:t>y</w:t>
      </w:r>
      <w:r w:rsidRPr="00B04BF3">
        <w:t xml:space="preserve"> </w:t>
      </w:r>
      <w:r>
        <w:t>vozů</w:t>
      </w:r>
      <w:r w:rsidRPr="00B04BF3">
        <w:t xml:space="preserve"> před provedením funkční zkoušky</w:t>
      </w:r>
      <w:r>
        <w:t>.</w:t>
      </w:r>
    </w:p>
    <w:p w14:paraId="3E700BD3" w14:textId="77777777" w:rsidR="00E66AFB" w:rsidRDefault="00425A8B">
      <w:pPr>
        <w:pStyle w:val="Odstavecseseznamem"/>
        <w:widowControl w:val="0"/>
        <w:numPr>
          <w:ilvl w:val="0"/>
          <w:numId w:val="28"/>
        </w:numPr>
        <w:tabs>
          <w:tab w:val="clear" w:pos="709"/>
        </w:tabs>
        <w:suppressAutoHyphens/>
        <w:ind w:left="851" w:hanging="284"/>
        <w:jc w:val="both"/>
      </w:pPr>
      <w:r>
        <w:t>Provedení funkční zkoušky bude objednateli oznámeno min. 3 pracovní dny předem.</w:t>
      </w:r>
    </w:p>
    <w:p w14:paraId="6B826B5A" w14:textId="77777777" w:rsidR="00E66AFB" w:rsidRDefault="00425A8B">
      <w:pPr>
        <w:pStyle w:val="Odstavecseseznamem"/>
        <w:widowControl w:val="0"/>
        <w:numPr>
          <w:ilvl w:val="0"/>
          <w:numId w:val="28"/>
        </w:numPr>
        <w:tabs>
          <w:tab w:val="clear" w:pos="709"/>
        </w:tabs>
        <w:suppressAutoHyphens/>
        <w:ind w:left="851" w:hanging="284"/>
        <w:jc w:val="both"/>
      </w:pPr>
      <w:r>
        <w:t xml:space="preserve">O provedení funkční zkoušky bude sepsán protokol s vyhodnocením funkční zkoušky. </w:t>
      </w:r>
    </w:p>
    <w:p w14:paraId="055D4366" w14:textId="094C78D2" w:rsidR="00E66AFB" w:rsidRDefault="00425A8B">
      <w:pPr>
        <w:pStyle w:val="Odstavecseseznamem"/>
        <w:widowControl w:val="0"/>
        <w:numPr>
          <w:ilvl w:val="0"/>
          <w:numId w:val="28"/>
        </w:numPr>
        <w:tabs>
          <w:tab w:val="clear" w:pos="709"/>
        </w:tabs>
        <w:suppressAutoHyphens/>
        <w:ind w:left="851" w:hanging="284"/>
        <w:jc w:val="both"/>
      </w:pPr>
      <w:r>
        <w:t>Úspěšné provedení funkční zkoušky bude jedna z podmínek pro převzetí díla objednatelem</w:t>
      </w:r>
      <w:r w:rsidR="00360AA9">
        <w:t>, neúspěšná funkční zkouška bude považována za vadu díla</w:t>
      </w:r>
      <w:r>
        <w:t>. V případě, že funkční zkouška nebude úspěšná, bude možné ji opakovat</w:t>
      </w:r>
      <w:r w:rsidR="00360AA9">
        <w:t xml:space="preserve"> na náklady zhotovitele</w:t>
      </w:r>
      <w:r>
        <w:t xml:space="preserve">. </w:t>
      </w:r>
      <w:r w:rsidR="00402ECB">
        <w:t>Případné opakování zkoušky bude možné maximálně 5x.</w:t>
      </w:r>
    </w:p>
    <w:p w14:paraId="65EF6284" w14:textId="77777777" w:rsidR="00E66AFB" w:rsidRDefault="00425A8B">
      <w:pPr>
        <w:pStyle w:val="Odstavecseseznamem"/>
        <w:widowControl w:val="0"/>
        <w:numPr>
          <w:ilvl w:val="0"/>
          <w:numId w:val="28"/>
        </w:numPr>
        <w:tabs>
          <w:tab w:val="clear" w:pos="709"/>
        </w:tabs>
        <w:suppressAutoHyphens/>
        <w:ind w:left="851" w:hanging="284"/>
        <w:jc w:val="both"/>
      </w:pPr>
      <w:r>
        <w:t>Pro účely provedení funkční zkoušky se objednatel zavazuje poskytnout/zajistit voz</w:t>
      </w:r>
      <w:r w:rsidR="00360AA9">
        <w:t>y dle písm. a) výše tohoto článku</w:t>
      </w:r>
      <w:r>
        <w:t>.</w:t>
      </w:r>
    </w:p>
    <w:p w14:paraId="2BA34037" w14:textId="77777777" w:rsidR="00E66AFB" w:rsidRDefault="0093396A">
      <w:pPr>
        <w:pStyle w:val="Odstavecseseznamem"/>
        <w:widowControl w:val="0"/>
        <w:tabs>
          <w:tab w:val="clear" w:pos="709"/>
        </w:tabs>
        <w:suppressAutoHyphens/>
        <w:spacing w:after="120"/>
        <w:ind w:left="567" w:right="23" w:hanging="567"/>
        <w:jc w:val="both"/>
      </w:pPr>
      <w:r w:rsidRPr="002901EE">
        <w:rPr>
          <w:u w:val="single"/>
        </w:rPr>
        <w:t>Vyhotovení dokumentace skutečného provedení stavby</w:t>
      </w:r>
    </w:p>
    <w:p w14:paraId="30E344CA" w14:textId="77777777" w:rsidR="0093396A" w:rsidRPr="002901EE" w:rsidRDefault="0093396A" w:rsidP="004D5E82">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 xml:space="preserve">Dokumentace skutečného provedení stavby bude zpracována v rozsahu a obsahu uvedeném v příloze č. </w:t>
      </w:r>
      <w:r w:rsidR="00360AA9">
        <w:rPr>
          <w:rFonts w:ascii="Times New Roman" w:hAnsi="Times New Roman"/>
          <w:sz w:val="22"/>
          <w:szCs w:val="22"/>
          <w:lang w:val="cs-CZ"/>
        </w:rPr>
        <w:t>14</w:t>
      </w:r>
      <w:r w:rsidRPr="002901EE">
        <w:rPr>
          <w:rFonts w:ascii="Times New Roman" w:hAnsi="Times New Roman"/>
          <w:sz w:val="22"/>
          <w:szCs w:val="22"/>
          <w:lang w:val="cs-CZ"/>
        </w:rPr>
        <w:t xml:space="preserve"> vyhlášky. Dokumentace skutečného provedení stavby bude výhradně zpracována dle § 4, odst. 1 </w:t>
      </w:r>
      <w:r w:rsidR="00360AA9">
        <w:rPr>
          <w:rFonts w:ascii="Times New Roman" w:hAnsi="Times New Roman"/>
          <w:sz w:val="22"/>
          <w:szCs w:val="22"/>
          <w:lang w:val="cs-CZ"/>
        </w:rPr>
        <w:t>vyhlášky</w:t>
      </w:r>
      <w:r w:rsidRPr="002901EE">
        <w:rPr>
          <w:rFonts w:ascii="Times New Roman" w:hAnsi="Times New Roman"/>
          <w:sz w:val="22"/>
          <w:szCs w:val="22"/>
          <w:lang w:val="cs-CZ"/>
        </w:rPr>
        <w:t xml:space="preserve">. Při zpracování dokumentace skutečného provedení stavby nebude použito ustanovení § 4, odst. 2 </w:t>
      </w:r>
      <w:r w:rsidR="00360AA9">
        <w:rPr>
          <w:rFonts w:ascii="Times New Roman" w:hAnsi="Times New Roman"/>
          <w:sz w:val="22"/>
          <w:szCs w:val="22"/>
          <w:lang w:val="cs-CZ"/>
        </w:rPr>
        <w:t>vyhlášky</w:t>
      </w:r>
      <w:r w:rsidRPr="002901EE">
        <w:rPr>
          <w:rFonts w:ascii="Times New Roman" w:hAnsi="Times New Roman"/>
          <w:sz w:val="22"/>
          <w:szCs w:val="22"/>
          <w:lang w:val="cs-CZ"/>
        </w:rPr>
        <w:t>.</w:t>
      </w:r>
    </w:p>
    <w:p w14:paraId="19D2C5D0" w14:textId="77777777" w:rsidR="00E66AFB" w:rsidRDefault="00E66AFB">
      <w:pPr>
        <w:widowControl w:val="0"/>
        <w:suppressAutoHyphens/>
        <w:ind w:left="567"/>
        <w:jc w:val="both"/>
        <w:rPr>
          <w:rFonts w:ascii="Times New Roman" w:hAnsi="Times New Roman"/>
          <w:sz w:val="22"/>
          <w:szCs w:val="22"/>
          <w:lang w:val="cs-CZ"/>
        </w:rPr>
      </w:pPr>
    </w:p>
    <w:p w14:paraId="45FB7A87" w14:textId="77777777" w:rsidR="00E66AFB" w:rsidRDefault="0093396A">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Dokumentace skutečného provedení stavby bude zpracována v</w:t>
      </w:r>
      <w:r w:rsidR="00360AA9">
        <w:rPr>
          <w:rFonts w:ascii="Times New Roman" w:hAnsi="Times New Roman"/>
          <w:sz w:val="22"/>
          <w:szCs w:val="22"/>
          <w:lang w:val="cs-CZ"/>
        </w:rPr>
        <w:t> </w:t>
      </w:r>
      <w:r w:rsidRPr="002901EE">
        <w:rPr>
          <w:rFonts w:ascii="Times New Roman" w:hAnsi="Times New Roman"/>
          <w:sz w:val="22"/>
          <w:szCs w:val="22"/>
          <w:lang w:val="cs-CZ"/>
        </w:rPr>
        <w:t>následující</w:t>
      </w:r>
      <w:r w:rsidR="00360AA9">
        <w:rPr>
          <w:rFonts w:ascii="Times New Roman" w:hAnsi="Times New Roman"/>
          <w:sz w:val="22"/>
          <w:szCs w:val="22"/>
          <w:lang w:val="cs-CZ"/>
        </w:rPr>
        <w:t xml:space="preserve"> formě</w:t>
      </w:r>
      <w:r w:rsidRPr="002901EE">
        <w:rPr>
          <w:rFonts w:ascii="Times New Roman" w:hAnsi="Times New Roman"/>
          <w:sz w:val="22"/>
          <w:szCs w:val="22"/>
          <w:lang w:val="cs-CZ"/>
        </w:rPr>
        <w:t>:</w:t>
      </w:r>
    </w:p>
    <w:p w14:paraId="5B986F33" w14:textId="77777777" w:rsidR="00E66AFB" w:rsidRDefault="0093396A">
      <w:pPr>
        <w:pStyle w:val="Odstavecseseznamem"/>
        <w:widowControl w:val="0"/>
        <w:numPr>
          <w:ilvl w:val="0"/>
          <w:numId w:val="9"/>
        </w:numPr>
        <w:tabs>
          <w:tab w:val="clear" w:pos="709"/>
        </w:tabs>
        <w:suppressAutoHyphens/>
        <w:spacing w:before="75"/>
        <w:ind w:left="851" w:right="0" w:hanging="284"/>
        <w:jc w:val="both"/>
      </w:pPr>
      <w:r w:rsidRPr="002901EE">
        <w:t>2 x v tištěné podobě.</w:t>
      </w:r>
    </w:p>
    <w:p w14:paraId="01EECF6C" w14:textId="77777777" w:rsidR="00E66AFB" w:rsidRDefault="0093396A">
      <w:pPr>
        <w:pStyle w:val="Odstavecseseznamem"/>
        <w:widowControl w:val="0"/>
        <w:numPr>
          <w:ilvl w:val="0"/>
          <w:numId w:val="9"/>
        </w:numPr>
        <w:tabs>
          <w:tab w:val="clear" w:pos="709"/>
        </w:tabs>
        <w:suppressAutoHyphens/>
        <w:spacing w:before="75"/>
        <w:ind w:left="851" w:right="0" w:hanging="284"/>
        <w:jc w:val="both"/>
      </w:pPr>
      <w:r w:rsidRPr="002901EE">
        <w:t>1 x na el. nosiči (CD, DVD, USB disk) – výkresová dokumentace ve formátu .dwg v editovatelné verzi, textová část ve formátu *.doc nebo* .docx , tabulková část ve formátu*.xls nebo *.xlsx.</w:t>
      </w:r>
    </w:p>
    <w:p w14:paraId="4198182F" w14:textId="77777777" w:rsidR="00296496" w:rsidRDefault="0093396A">
      <w:pPr>
        <w:pStyle w:val="Odstavecseseznamem"/>
        <w:widowControl w:val="0"/>
        <w:tabs>
          <w:tab w:val="clear" w:pos="709"/>
        </w:tabs>
        <w:suppressAutoHyphens/>
        <w:spacing w:after="120"/>
        <w:ind w:left="567" w:right="23" w:hanging="567"/>
        <w:jc w:val="both"/>
        <w:rPr>
          <w:u w:val="single"/>
        </w:rPr>
      </w:pPr>
      <w:r w:rsidRPr="002901EE">
        <w:rPr>
          <w:u w:val="single"/>
        </w:rPr>
        <w:t xml:space="preserve">Zpracování </w:t>
      </w:r>
      <w:r w:rsidR="00DC4178">
        <w:rPr>
          <w:u w:val="single"/>
        </w:rPr>
        <w:t>m</w:t>
      </w:r>
      <w:r w:rsidRPr="002901EE">
        <w:rPr>
          <w:u w:val="single"/>
        </w:rPr>
        <w:t xml:space="preserve">ístního provozního řádu </w:t>
      </w:r>
      <w:r w:rsidR="00DC4178">
        <w:rPr>
          <w:u w:val="single"/>
        </w:rPr>
        <w:t xml:space="preserve">nové </w:t>
      </w:r>
      <w:r w:rsidR="00BC4CDA" w:rsidRPr="002901EE">
        <w:rPr>
          <w:u w:val="single"/>
        </w:rPr>
        <w:t>mycí linky</w:t>
      </w:r>
    </w:p>
    <w:p w14:paraId="02E49487" w14:textId="77777777" w:rsidR="0093396A" w:rsidRPr="002901EE" w:rsidRDefault="0093396A" w:rsidP="004D5E82">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 xml:space="preserve">Obsahem bude zejména stanovení podmínek pro servis a údržbu </w:t>
      </w:r>
      <w:r w:rsidR="00DC4178">
        <w:rPr>
          <w:rFonts w:ascii="Times New Roman" w:hAnsi="Times New Roman"/>
          <w:sz w:val="22"/>
          <w:szCs w:val="22"/>
          <w:lang w:val="cs-CZ"/>
        </w:rPr>
        <w:t xml:space="preserve">nové </w:t>
      </w:r>
      <w:r w:rsidR="00BC4CDA" w:rsidRPr="002901EE">
        <w:rPr>
          <w:rFonts w:ascii="Times New Roman" w:hAnsi="Times New Roman"/>
          <w:sz w:val="22"/>
          <w:szCs w:val="22"/>
          <w:lang w:val="cs-CZ"/>
        </w:rPr>
        <w:t>mycí linky</w:t>
      </w:r>
      <w:r w:rsidRPr="002901EE" w:rsidDel="007629BB">
        <w:rPr>
          <w:rFonts w:ascii="Times New Roman" w:hAnsi="Times New Roman"/>
          <w:sz w:val="22"/>
          <w:szCs w:val="22"/>
          <w:lang w:val="cs-CZ"/>
        </w:rPr>
        <w:t xml:space="preserve"> </w:t>
      </w:r>
      <w:r w:rsidRPr="002901EE">
        <w:rPr>
          <w:rFonts w:ascii="Times New Roman" w:hAnsi="Times New Roman"/>
          <w:sz w:val="22"/>
          <w:szCs w:val="22"/>
          <w:lang w:val="cs-CZ"/>
        </w:rPr>
        <w:t>po celou dobu její technické životnosti (</w:t>
      </w:r>
      <w:r w:rsidRPr="00B41B27">
        <w:rPr>
          <w:rFonts w:ascii="Times New Roman" w:hAnsi="Times New Roman"/>
          <w:sz w:val="22"/>
          <w:szCs w:val="22"/>
          <w:lang w:val="cs-CZ"/>
        </w:rPr>
        <w:t>viz bod 9.</w:t>
      </w:r>
      <w:r w:rsidR="00B41B27">
        <w:rPr>
          <w:rFonts w:ascii="Times New Roman" w:hAnsi="Times New Roman"/>
          <w:sz w:val="22"/>
          <w:szCs w:val="22"/>
          <w:lang w:val="cs-CZ"/>
        </w:rPr>
        <w:t>7</w:t>
      </w:r>
      <w:r w:rsidR="00CA5B82">
        <w:rPr>
          <w:rFonts w:ascii="Times New Roman" w:hAnsi="Times New Roman"/>
          <w:sz w:val="22"/>
          <w:szCs w:val="22"/>
          <w:lang w:val="cs-CZ"/>
        </w:rPr>
        <w:t xml:space="preserve"> této smlouvy</w:t>
      </w:r>
      <w:r w:rsidRPr="002901EE">
        <w:rPr>
          <w:rFonts w:ascii="Times New Roman" w:hAnsi="Times New Roman"/>
          <w:sz w:val="22"/>
          <w:szCs w:val="22"/>
          <w:lang w:val="cs-CZ"/>
        </w:rPr>
        <w:t xml:space="preserve">). Místní provozní řád </w:t>
      </w:r>
      <w:r w:rsidR="00CA5B82">
        <w:rPr>
          <w:rFonts w:ascii="Times New Roman" w:hAnsi="Times New Roman"/>
          <w:sz w:val="22"/>
          <w:szCs w:val="22"/>
          <w:lang w:val="cs-CZ"/>
        </w:rPr>
        <w:t xml:space="preserve">nové </w:t>
      </w:r>
      <w:r w:rsidR="00BC4CDA" w:rsidRPr="002901EE">
        <w:rPr>
          <w:rFonts w:ascii="Times New Roman" w:hAnsi="Times New Roman"/>
          <w:sz w:val="22"/>
          <w:szCs w:val="22"/>
          <w:lang w:val="cs-CZ"/>
        </w:rPr>
        <w:t>mycí linky</w:t>
      </w:r>
      <w:r w:rsidRPr="002901EE">
        <w:rPr>
          <w:rFonts w:ascii="Times New Roman" w:hAnsi="Times New Roman"/>
          <w:sz w:val="22"/>
          <w:szCs w:val="22"/>
          <w:lang w:val="cs-CZ"/>
        </w:rPr>
        <w:t xml:space="preserve"> zpracuje zhotovitel a předloží objednateli při předání a převzetí stavby.</w:t>
      </w:r>
    </w:p>
    <w:p w14:paraId="1622B42C" w14:textId="77777777" w:rsidR="00296496" w:rsidRDefault="0093396A">
      <w:pPr>
        <w:pStyle w:val="Odstavecseseznamem"/>
        <w:widowControl w:val="0"/>
        <w:tabs>
          <w:tab w:val="clear" w:pos="709"/>
        </w:tabs>
        <w:suppressAutoHyphens/>
        <w:spacing w:after="120"/>
        <w:ind w:left="567" w:right="23" w:hanging="567"/>
        <w:jc w:val="both"/>
        <w:rPr>
          <w:u w:val="single"/>
        </w:rPr>
      </w:pPr>
      <w:r w:rsidRPr="002901EE">
        <w:rPr>
          <w:u w:val="single"/>
        </w:rPr>
        <w:t xml:space="preserve">Zaškolení pracovníků objednatele určených k obsluze a užívání </w:t>
      </w:r>
      <w:r w:rsidR="00DC4178">
        <w:rPr>
          <w:u w:val="single"/>
        </w:rPr>
        <w:t xml:space="preserve">nové </w:t>
      </w:r>
      <w:r w:rsidR="00BC4CDA" w:rsidRPr="002901EE">
        <w:rPr>
          <w:u w:val="single"/>
        </w:rPr>
        <w:t>mycí linky</w:t>
      </w:r>
    </w:p>
    <w:p w14:paraId="4C66A725" w14:textId="77777777" w:rsidR="0093396A" w:rsidRPr="00E3471D" w:rsidRDefault="00AB57D2" w:rsidP="004D5E82">
      <w:pPr>
        <w:widowControl w:val="0"/>
        <w:suppressAutoHyphens/>
        <w:ind w:left="567"/>
        <w:jc w:val="both"/>
        <w:rPr>
          <w:rFonts w:ascii="Times New Roman" w:hAnsi="Times New Roman"/>
          <w:sz w:val="22"/>
          <w:szCs w:val="22"/>
          <w:lang w:val="cs-CZ"/>
        </w:rPr>
      </w:pPr>
      <w:r w:rsidRPr="00AB57D2">
        <w:rPr>
          <w:rFonts w:ascii="Times New Roman" w:hAnsi="Times New Roman"/>
          <w:sz w:val="22"/>
          <w:szCs w:val="22"/>
          <w:lang w:val="cs-CZ"/>
        </w:rPr>
        <w:t>Zaškolení bude provedeno prokazatelně a řádně ještě před zahájením ověřovacího provozu včetně podrobného a praktického seznámení s dodaným a zprovozněným zařízením nové mycí linky v místě plnění.</w:t>
      </w:r>
      <w:r w:rsidR="00E3471D">
        <w:rPr>
          <w:rFonts w:ascii="Times New Roman" w:hAnsi="Times New Roman"/>
          <w:sz w:val="22"/>
          <w:szCs w:val="22"/>
          <w:lang w:val="cs-CZ"/>
        </w:rPr>
        <w:t xml:space="preserve"> </w:t>
      </w:r>
    </w:p>
    <w:p w14:paraId="192718E6" w14:textId="77777777" w:rsidR="00E66AFB" w:rsidRDefault="0093396A" w:rsidP="00AE77DF">
      <w:pPr>
        <w:widowControl w:val="0"/>
        <w:suppressAutoHyphens/>
        <w:spacing w:before="90"/>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t>O provedení zaškolení bude vyhotoven písemný záznam. Zaškolení pracovníků objednatele bude provedeno v následujícím rozsahu:</w:t>
      </w:r>
    </w:p>
    <w:p w14:paraId="0BF2FCF6" w14:textId="77777777" w:rsidR="0031480A" w:rsidRDefault="0093396A" w:rsidP="004D5E82">
      <w:pPr>
        <w:pStyle w:val="Odstavecseseznamem"/>
        <w:widowControl w:val="0"/>
        <w:numPr>
          <w:ilvl w:val="0"/>
          <w:numId w:val="9"/>
        </w:numPr>
        <w:tabs>
          <w:tab w:val="clear" w:pos="709"/>
        </w:tabs>
        <w:suppressAutoHyphens/>
        <w:spacing w:before="75"/>
        <w:ind w:left="1134" w:right="0" w:hanging="283"/>
        <w:jc w:val="both"/>
      </w:pPr>
      <w:r w:rsidRPr="002901EE">
        <w:t xml:space="preserve">Zaměstnanci objednatele pro obsluhu </w:t>
      </w:r>
      <w:r w:rsidR="00DC4178">
        <w:t xml:space="preserve">nové </w:t>
      </w:r>
      <w:r w:rsidR="003879B4" w:rsidRPr="002901EE">
        <w:t>mycí linky</w:t>
      </w:r>
      <w:r w:rsidRPr="002901EE">
        <w:t xml:space="preserve"> v celkovém počtu 10 osob.</w:t>
      </w:r>
    </w:p>
    <w:p w14:paraId="03DF0ED6" w14:textId="77777777" w:rsidR="0031480A" w:rsidRDefault="0093396A" w:rsidP="004D5E82">
      <w:pPr>
        <w:pStyle w:val="Odstavecseseznamem"/>
        <w:widowControl w:val="0"/>
        <w:numPr>
          <w:ilvl w:val="0"/>
          <w:numId w:val="9"/>
        </w:numPr>
        <w:tabs>
          <w:tab w:val="clear" w:pos="709"/>
        </w:tabs>
        <w:suppressAutoHyphens/>
        <w:spacing w:before="75"/>
        <w:ind w:left="1134" w:right="0" w:hanging="283"/>
        <w:jc w:val="both"/>
      </w:pPr>
      <w:r w:rsidRPr="002901EE">
        <w:t xml:space="preserve">Termíny </w:t>
      </w:r>
      <w:r w:rsidR="00E3471D">
        <w:t xml:space="preserve">a místa konání </w:t>
      </w:r>
      <w:r w:rsidRPr="002901EE">
        <w:t xml:space="preserve">zaškolení budou </w:t>
      </w:r>
      <w:r w:rsidR="00E3471D">
        <w:t>určeny objednatelem, a to</w:t>
      </w:r>
      <w:r w:rsidR="00E3471D" w:rsidRPr="002901EE">
        <w:t xml:space="preserve"> </w:t>
      </w:r>
      <w:r w:rsidRPr="002901EE">
        <w:t>na základě provozních možností objednatele a s ohledem na průběh stavební</w:t>
      </w:r>
      <w:r w:rsidR="003572DA">
        <w:t>ch</w:t>
      </w:r>
      <w:r w:rsidRPr="002901EE">
        <w:t xml:space="preserve"> prací.</w:t>
      </w:r>
    </w:p>
    <w:p w14:paraId="1F48D454" w14:textId="77777777" w:rsidR="0031480A" w:rsidRDefault="0093396A" w:rsidP="004D5E82">
      <w:pPr>
        <w:pStyle w:val="Odstavecseseznamem"/>
        <w:widowControl w:val="0"/>
        <w:numPr>
          <w:ilvl w:val="0"/>
          <w:numId w:val="9"/>
        </w:numPr>
        <w:tabs>
          <w:tab w:val="clear" w:pos="709"/>
        </w:tabs>
        <w:suppressAutoHyphens/>
        <w:spacing w:before="75"/>
        <w:ind w:left="1134" w:right="0" w:hanging="283"/>
        <w:jc w:val="both"/>
      </w:pPr>
      <w:r w:rsidRPr="002901EE">
        <w:t>Pro účely praktického seznámení s</w:t>
      </w:r>
      <w:r w:rsidR="00DC4178">
        <w:t xml:space="preserve"> novou </w:t>
      </w:r>
      <w:r w:rsidR="00EA1ACB" w:rsidRPr="002901EE">
        <w:t>mycí linkou</w:t>
      </w:r>
      <w:r w:rsidRPr="002901EE">
        <w:t xml:space="preserve"> se objednatel zavazuje zajistit minimálně jeden </w:t>
      </w:r>
      <w:r w:rsidR="00EA1ACB" w:rsidRPr="002901EE">
        <w:t>trolejbus, jeden autobus a jeden elektrobus</w:t>
      </w:r>
      <w:r w:rsidRPr="002901EE">
        <w:t>.</w:t>
      </w:r>
    </w:p>
    <w:p w14:paraId="480650EA" w14:textId="77777777" w:rsidR="001D13F0" w:rsidRPr="002901EE" w:rsidRDefault="00291BCA" w:rsidP="004D5E82">
      <w:pPr>
        <w:pStyle w:val="Odstavecseseznamem"/>
        <w:widowControl w:val="0"/>
        <w:tabs>
          <w:tab w:val="clear" w:pos="709"/>
        </w:tabs>
        <w:suppressAutoHyphens/>
        <w:ind w:left="567" w:hanging="567"/>
        <w:jc w:val="both"/>
        <w:rPr>
          <w:u w:val="single"/>
        </w:rPr>
      </w:pPr>
      <w:r w:rsidRPr="002901EE">
        <w:rPr>
          <w:u w:val="single"/>
        </w:rPr>
        <w:t xml:space="preserve">Poskytnutí </w:t>
      </w:r>
      <w:r>
        <w:rPr>
          <w:u w:val="single"/>
        </w:rPr>
        <w:t xml:space="preserve">uživatelských </w:t>
      </w:r>
      <w:r w:rsidRPr="002901EE">
        <w:rPr>
          <w:u w:val="single"/>
        </w:rPr>
        <w:t xml:space="preserve">SW </w:t>
      </w:r>
      <w:r w:rsidR="00A56528">
        <w:rPr>
          <w:u w:val="single"/>
        </w:rPr>
        <w:t xml:space="preserve">a </w:t>
      </w:r>
      <w:r w:rsidRPr="002901EE">
        <w:rPr>
          <w:u w:val="single"/>
        </w:rPr>
        <w:t>licencí</w:t>
      </w:r>
    </w:p>
    <w:p w14:paraId="355AF5E7" w14:textId="77777777" w:rsidR="00296496" w:rsidRDefault="00291BCA">
      <w:pPr>
        <w:pStyle w:val="Odstavecseseznamem"/>
        <w:widowControl w:val="0"/>
        <w:numPr>
          <w:ilvl w:val="0"/>
          <w:numId w:val="0"/>
        </w:numPr>
        <w:tabs>
          <w:tab w:val="clear" w:pos="709"/>
        </w:tabs>
        <w:suppressAutoHyphens/>
        <w:ind w:left="567"/>
        <w:jc w:val="both"/>
      </w:pPr>
      <w:r w:rsidRPr="002901EE">
        <w:t xml:space="preserve">Součástí předmětu plnění je poskytnutí </w:t>
      </w:r>
      <w:r w:rsidR="00A56528">
        <w:t xml:space="preserve">software (dále jen „SW“) a </w:t>
      </w:r>
      <w:r w:rsidRPr="002901EE">
        <w:t xml:space="preserve">práva užívat SW pro obsluhu </w:t>
      </w:r>
      <w:r w:rsidR="00503DBA">
        <w:t xml:space="preserve">nové </w:t>
      </w:r>
      <w:r w:rsidRPr="002901EE">
        <w:t xml:space="preserve">mycí linky. Pokud se jedná o SW, který není nedílnou součástí dodávaného zařízení </w:t>
      </w:r>
      <w:r w:rsidR="00503DBA">
        <w:t xml:space="preserve">nové mycí linky </w:t>
      </w:r>
      <w:r w:rsidRPr="002901EE">
        <w:t>a je přenositelný na jiná zařízení objednatele, musí být součástí daňového dokladu:</w:t>
      </w:r>
    </w:p>
    <w:p w14:paraId="7D987109" w14:textId="77777777" w:rsidR="00E66AFB" w:rsidRDefault="00291BCA">
      <w:pPr>
        <w:pStyle w:val="Textvbloku1"/>
        <w:widowControl w:val="0"/>
        <w:numPr>
          <w:ilvl w:val="1"/>
          <w:numId w:val="10"/>
        </w:numPr>
        <w:spacing w:before="90"/>
        <w:ind w:left="1134" w:right="-270" w:hanging="283"/>
        <w:jc w:val="both"/>
        <w:rPr>
          <w:rFonts w:cs="Times New Roman"/>
          <w:sz w:val="22"/>
          <w:szCs w:val="22"/>
        </w:rPr>
      </w:pPr>
      <w:r w:rsidRPr="002901EE">
        <w:rPr>
          <w:rFonts w:cs="Times New Roman"/>
          <w:sz w:val="22"/>
          <w:szCs w:val="22"/>
        </w:rPr>
        <w:t>Název SW včetně verze.</w:t>
      </w:r>
    </w:p>
    <w:p w14:paraId="5C356978" w14:textId="77777777" w:rsidR="00291BCA" w:rsidRDefault="00291BCA" w:rsidP="004D5E82">
      <w:pPr>
        <w:pStyle w:val="Textvbloku1"/>
        <w:widowControl w:val="0"/>
        <w:numPr>
          <w:ilvl w:val="1"/>
          <w:numId w:val="10"/>
        </w:numPr>
        <w:spacing w:before="90"/>
        <w:ind w:left="1134" w:right="-270" w:hanging="283"/>
        <w:jc w:val="both"/>
        <w:rPr>
          <w:rFonts w:cs="Times New Roman"/>
          <w:sz w:val="22"/>
          <w:szCs w:val="22"/>
        </w:rPr>
      </w:pPr>
      <w:r w:rsidRPr="002901EE">
        <w:rPr>
          <w:rFonts w:cs="Times New Roman"/>
          <w:sz w:val="22"/>
          <w:szCs w:val="22"/>
        </w:rPr>
        <w:t>Počet licencí.</w:t>
      </w:r>
    </w:p>
    <w:p w14:paraId="081BFC89" w14:textId="77777777" w:rsidR="00291BCA" w:rsidRDefault="00291BCA" w:rsidP="004D5E82">
      <w:pPr>
        <w:pStyle w:val="Textvbloku1"/>
        <w:widowControl w:val="0"/>
        <w:numPr>
          <w:ilvl w:val="1"/>
          <w:numId w:val="10"/>
        </w:numPr>
        <w:spacing w:before="90"/>
        <w:ind w:left="1134" w:right="-270" w:hanging="283"/>
        <w:jc w:val="both"/>
        <w:rPr>
          <w:rFonts w:cs="Times New Roman"/>
          <w:sz w:val="22"/>
          <w:szCs w:val="22"/>
        </w:rPr>
      </w:pPr>
      <w:r w:rsidRPr="002901EE">
        <w:rPr>
          <w:rFonts w:cs="Times New Roman"/>
          <w:sz w:val="22"/>
          <w:szCs w:val="22"/>
        </w:rPr>
        <w:t>Jazyková mutace SW.</w:t>
      </w:r>
    </w:p>
    <w:p w14:paraId="34B3C260" w14:textId="77777777" w:rsidR="00296496" w:rsidRDefault="00291BCA">
      <w:pPr>
        <w:pStyle w:val="Odstavecseseznamem"/>
        <w:widowControl w:val="0"/>
        <w:numPr>
          <w:ilvl w:val="0"/>
          <w:numId w:val="0"/>
        </w:numPr>
        <w:tabs>
          <w:tab w:val="clear" w:pos="709"/>
        </w:tabs>
        <w:suppressAutoHyphens/>
        <w:ind w:left="567"/>
        <w:jc w:val="both"/>
      </w:pPr>
      <w:r w:rsidRPr="002901EE">
        <w:t>Pokud je výsledkem činnosti zhotovitele podle této smlouvy plnění, které naplňuje znaky díla ve smyslu zákona č. 121/2000 Sb., o právu autorském, o právech souvisejících s právem autorským a o změně některých zákonů (autorský zákon), ve znění pozdějších předpisů (dále jen „</w:t>
      </w:r>
      <w:r w:rsidR="00AB57D2" w:rsidRPr="00AB57D2">
        <w:t>autorské</w:t>
      </w:r>
      <w:r w:rsidRPr="002901EE">
        <w:t xml:space="preserve"> </w:t>
      </w:r>
      <w:r w:rsidR="00AB57D2" w:rsidRPr="00AB57D2">
        <w:t>dílo</w:t>
      </w:r>
      <w:r w:rsidRPr="002901EE">
        <w:t>“), získává objednatel od zhotovitele veškerá práva související s ochranou duševního vlastnictví vztahující se k</w:t>
      </w:r>
      <w:r w:rsidR="00503DBA">
        <w:t xml:space="preserve"> autorskému </w:t>
      </w:r>
      <w:r w:rsidRPr="002901EE">
        <w:t xml:space="preserve">dílu, a to v rozsahu nezbytném pro řádné užívání díla </w:t>
      </w:r>
      <w:r w:rsidR="00503DBA">
        <w:t xml:space="preserve">dle této smlouvy </w:t>
      </w:r>
      <w:r w:rsidRPr="002901EE">
        <w:t xml:space="preserve">objednatelem. Objednatel zejména získává od </w:t>
      </w:r>
      <w:r w:rsidR="004905CF">
        <w:t>zhotovitele</w:t>
      </w:r>
      <w:r w:rsidR="004905CF" w:rsidRPr="002901EE">
        <w:t xml:space="preserve"> </w:t>
      </w:r>
      <w:r w:rsidRPr="002901EE">
        <w:t xml:space="preserve">k takovému </w:t>
      </w:r>
      <w:r w:rsidR="004905CF">
        <w:t xml:space="preserve">autorskému </w:t>
      </w:r>
      <w:r w:rsidRPr="002901EE">
        <w:t>dílu</w:t>
      </w:r>
      <w:r w:rsidR="004905CF">
        <w:t>,</w:t>
      </w:r>
      <w:r w:rsidRPr="002901EE">
        <w:t xml:space="preserve"> nejpozději ke dni jeho předání</w:t>
      </w:r>
      <w:r w:rsidR="004905CF">
        <w:t>,</w:t>
      </w:r>
      <w:r w:rsidRPr="002901EE">
        <w:t xml:space="preserve"> veškerá majetková práva, a to formou dále uvedeného licenčního ujednání (dále jen „</w:t>
      </w:r>
      <w:r w:rsidR="00AB57D2" w:rsidRPr="00AB57D2">
        <w:t>licence</w:t>
      </w:r>
      <w:r w:rsidRPr="002901EE">
        <w:t>“).</w:t>
      </w:r>
    </w:p>
    <w:p w14:paraId="6F34B5F6" w14:textId="77777777" w:rsidR="00E66AFB" w:rsidRDefault="00291BCA">
      <w:pPr>
        <w:pStyle w:val="Odstavecseseznamem"/>
        <w:widowControl w:val="0"/>
        <w:numPr>
          <w:ilvl w:val="0"/>
          <w:numId w:val="0"/>
        </w:numPr>
        <w:tabs>
          <w:tab w:val="clear" w:pos="709"/>
        </w:tabs>
        <w:suppressAutoHyphens/>
        <w:ind w:left="567"/>
        <w:jc w:val="both"/>
      </w:pPr>
      <w:r w:rsidRPr="002901EE">
        <w:t xml:space="preserve">Licence je udělena jako nevýhradní k veškerým známým způsobům užití </w:t>
      </w:r>
      <w:r w:rsidR="004905CF">
        <w:t>autorského</w:t>
      </w:r>
      <w:r w:rsidR="004905CF" w:rsidRPr="002901EE">
        <w:t xml:space="preserve"> </w:t>
      </w:r>
      <w:r w:rsidRPr="002901EE">
        <w:t xml:space="preserve">díla, zejména k účelu, ke kterému bylo </w:t>
      </w:r>
      <w:r w:rsidR="004905CF">
        <w:t>autorské</w:t>
      </w:r>
      <w:r w:rsidR="004905CF" w:rsidRPr="002901EE">
        <w:t xml:space="preserve"> </w:t>
      </w:r>
      <w:r w:rsidRPr="002901EE">
        <w:t>dílo zhotovitelem či třetí osobou vytvořeno v souladu s</w:t>
      </w:r>
      <w:r w:rsidR="004905CF">
        <w:t xml:space="preserve"> touto</w:t>
      </w:r>
      <w:r w:rsidRPr="002901EE">
        <w:t xml:space="preserve"> smlouvou, a to v rozsahu minimálně nezbytném pro řádné užívání díla </w:t>
      </w:r>
      <w:r w:rsidR="004905CF">
        <w:t xml:space="preserve">dle této smlouvy </w:t>
      </w:r>
      <w:r w:rsidRPr="002901EE">
        <w:t xml:space="preserve">objednatelem. Licence je udělena jako neodvolatelná, neomezená územním či množstevním rozsahem a rovněž tak neomezená způsobem nebo rozsahem užití. Dále je licence udělena na dobu </w:t>
      </w:r>
      <w:r w:rsidR="004905CF">
        <w:t>ne</w:t>
      </w:r>
      <w:r w:rsidRPr="002901EE">
        <w:t xml:space="preserve">určitou a objednatel ji není povinen využít. Licence se automaticky vztahuje na všechny nové verze, aktualizované verze, na úpravy a překlady autorského díla dodané zhotovitelem. </w:t>
      </w:r>
    </w:p>
    <w:p w14:paraId="54359D72" w14:textId="77777777" w:rsidR="00296496" w:rsidRDefault="00291BCA">
      <w:pPr>
        <w:pStyle w:val="Odstavecseseznamem"/>
        <w:widowControl w:val="0"/>
        <w:numPr>
          <w:ilvl w:val="0"/>
          <w:numId w:val="0"/>
        </w:numPr>
        <w:tabs>
          <w:tab w:val="clear" w:pos="709"/>
        </w:tabs>
        <w:suppressAutoHyphens/>
        <w:ind w:left="567"/>
        <w:jc w:val="both"/>
      </w:pPr>
      <w:r w:rsidRPr="002901EE">
        <w:t xml:space="preserve">Smluvní strany se výslovně dohodly, že cena za poskytnutí této licence </w:t>
      </w:r>
      <w:r w:rsidR="004905CF">
        <w:t>zhotovitelem</w:t>
      </w:r>
      <w:r w:rsidR="004905CF" w:rsidRPr="002901EE">
        <w:t xml:space="preserve"> </w:t>
      </w:r>
      <w:r w:rsidRPr="002901EE">
        <w:t>je již zahrnuta v ceně za dílo dle této smlouvy</w:t>
      </w:r>
      <w:r w:rsidR="004905CF">
        <w:t>, a to v nejvyšším možném rozsahu dovoleném právními předpisy</w:t>
      </w:r>
      <w:r w:rsidRPr="002901EE">
        <w:t>.</w:t>
      </w:r>
    </w:p>
    <w:p w14:paraId="27E5FAA7" w14:textId="77777777" w:rsidR="00296496" w:rsidRPr="002901EE" w:rsidRDefault="0093396A" w:rsidP="004D5E82">
      <w:pPr>
        <w:pStyle w:val="Odstavecseseznamem"/>
        <w:widowControl w:val="0"/>
        <w:tabs>
          <w:tab w:val="clear" w:pos="709"/>
        </w:tabs>
        <w:suppressAutoHyphens/>
        <w:ind w:left="567" w:hanging="567"/>
        <w:jc w:val="both"/>
      </w:pPr>
      <w:r w:rsidRPr="002901EE">
        <w:rPr>
          <w:u w:val="single"/>
        </w:rPr>
        <w:t xml:space="preserve">Součástí </w:t>
      </w:r>
      <w:r w:rsidR="004905CF">
        <w:rPr>
          <w:u w:val="single"/>
        </w:rPr>
        <w:t>díla</w:t>
      </w:r>
      <w:r w:rsidRPr="002901EE">
        <w:rPr>
          <w:u w:val="single"/>
        </w:rPr>
        <w:t xml:space="preserve"> je rovněž:</w:t>
      </w:r>
    </w:p>
    <w:p w14:paraId="3CCDA326" w14:textId="77777777" w:rsidR="0031480A" w:rsidRDefault="001D13F0" w:rsidP="00296496">
      <w:pPr>
        <w:pStyle w:val="Styl3"/>
        <w:numPr>
          <w:ilvl w:val="2"/>
          <w:numId w:val="1"/>
        </w:numPr>
        <w:ind w:left="1276" w:hanging="709"/>
      </w:pPr>
      <w:r w:rsidRPr="00296496">
        <w:rPr>
          <w:u w:val="single"/>
        </w:rPr>
        <w:t>P</w:t>
      </w:r>
      <w:r w:rsidR="0093396A" w:rsidRPr="00296496">
        <w:rPr>
          <w:u w:val="single"/>
        </w:rPr>
        <w:t>růběžné pořizování detailní fotodokumentace dokumentující</w:t>
      </w:r>
      <w:r w:rsidR="0093396A" w:rsidRPr="002901EE">
        <w:t xml:space="preserve"> průběh </w:t>
      </w:r>
      <w:r w:rsidR="004905CF">
        <w:t>stavby</w:t>
      </w:r>
      <w:r w:rsidR="0093396A" w:rsidRPr="002901EE">
        <w:t xml:space="preserve"> a všechny části díla, které budou při dalším provádění prací </w:t>
      </w:r>
      <w:r w:rsidR="004905CF">
        <w:t xml:space="preserve">na stavbě </w:t>
      </w:r>
      <w:r w:rsidR="0093396A" w:rsidRPr="002901EE">
        <w:t>zakryty</w:t>
      </w:r>
      <w:r w:rsidR="004905CF">
        <w:t>,</w:t>
      </w:r>
      <w:r w:rsidR="0093396A" w:rsidRPr="002901EE">
        <w:t xml:space="preserve"> včetně pořízení fotodokumentace vad a nedodělků bránících a nebránících užívání díla. </w:t>
      </w:r>
      <w:r w:rsidR="00AE7998">
        <w:t>Fotodokumentace bude předávána objednateli průběžně dle jeho pokynů, nejpozději však do předání a převzetí díla bez vad a nedodělků.</w:t>
      </w:r>
    </w:p>
    <w:p w14:paraId="37F8B169" w14:textId="77777777" w:rsidR="0031480A" w:rsidRDefault="001D13F0" w:rsidP="00296496">
      <w:pPr>
        <w:pStyle w:val="Styl3"/>
        <w:numPr>
          <w:ilvl w:val="2"/>
          <w:numId w:val="1"/>
        </w:numPr>
        <w:ind w:left="1276" w:hanging="709"/>
      </w:pPr>
      <w:r>
        <w:t>Z</w:t>
      </w:r>
      <w:r w:rsidR="0093396A" w:rsidRPr="002901EE">
        <w:t>ajištění přístupů na staveniště, zajištění staveniště</w:t>
      </w:r>
      <w:r w:rsidR="004905CF">
        <w:t>, a to zejména</w:t>
      </w:r>
      <w:r w:rsidR="0093396A" w:rsidRPr="002901EE">
        <w:t xml:space="preserve"> v souladu s požadavky BOZP. </w:t>
      </w:r>
    </w:p>
    <w:p w14:paraId="5ABAE35B" w14:textId="77777777" w:rsidR="00E66AFB" w:rsidRDefault="00C24E8B">
      <w:pPr>
        <w:pStyle w:val="Styl3"/>
        <w:numPr>
          <w:ilvl w:val="2"/>
          <w:numId w:val="1"/>
        </w:numPr>
        <w:ind w:left="1276" w:hanging="709"/>
        <w:rPr>
          <w:u w:val="single"/>
        </w:rPr>
      </w:pPr>
      <w:r w:rsidRPr="00296496">
        <w:rPr>
          <w:u w:val="single"/>
        </w:rPr>
        <w:t>Zajištění průkazu způsobilosti UTZ</w:t>
      </w:r>
      <w:r w:rsidR="00BC4E7E">
        <w:rPr>
          <w:u w:val="single"/>
        </w:rPr>
        <w:t xml:space="preserve"> (u</w:t>
      </w:r>
      <w:r w:rsidR="00BC4E7E">
        <w:t>rčených technických zařízení, dle § 47 zákona č. 266/1994 Sb., o drahách)</w:t>
      </w:r>
    </w:p>
    <w:p w14:paraId="4EB10E92" w14:textId="0CB47A58" w:rsidR="00E66AFB" w:rsidRDefault="00C24E8B">
      <w:pPr>
        <w:widowControl w:val="0"/>
        <w:suppressAutoHyphens/>
        <w:spacing w:before="120"/>
        <w:ind w:left="1276"/>
        <w:jc w:val="both"/>
        <w:rPr>
          <w:rFonts w:ascii="Times New Roman" w:hAnsi="Times New Roman"/>
          <w:sz w:val="22"/>
          <w:szCs w:val="22"/>
          <w:lang w:val="cs-CZ"/>
        </w:rPr>
      </w:pPr>
      <w:r w:rsidRPr="002901EE">
        <w:rPr>
          <w:rFonts w:ascii="Times New Roman" w:hAnsi="Times New Roman"/>
          <w:color w:val="auto"/>
          <w:sz w:val="22"/>
          <w:szCs w:val="22"/>
          <w:lang w:val="cs-CZ"/>
        </w:rPr>
        <w:t>Z</w:t>
      </w:r>
      <w:r>
        <w:rPr>
          <w:rFonts w:ascii="Times New Roman" w:hAnsi="Times New Roman"/>
          <w:color w:val="auto"/>
          <w:sz w:val="22"/>
          <w:szCs w:val="22"/>
          <w:lang w:val="cs-CZ"/>
        </w:rPr>
        <w:t>hotovitel se zavazuje k z</w:t>
      </w:r>
      <w:r w:rsidRPr="002901EE">
        <w:rPr>
          <w:rFonts w:ascii="Times New Roman" w:hAnsi="Times New Roman"/>
          <w:color w:val="auto"/>
          <w:sz w:val="22"/>
          <w:szCs w:val="22"/>
          <w:lang w:val="cs-CZ"/>
        </w:rPr>
        <w:t>ajištění</w:t>
      </w:r>
      <w:r w:rsidRPr="002901EE">
        <w:rPr>
          <w:rFonts w:ascii="Times New Roman" w:hAnsi="Times New Roman"/>
          <w:sz w:val="22"/>
          <w:szCs w:val="22"/>
          <w:lang w:val="cs-CZ"/>
        </w:rPr>
        <w:t xml:space="preserve"> průkazu způsobilosti UTZ na dráze trolejbusové při jakékoliv změně, úpravě nebo pořízení nového zařízení podle zákona č. 266/1994 Sb. v platném </w:t>
      </w:r>
      <w:r w:rsidRPr="00BC4E7E">
        <w:rPr>
          <w:rFonts w:ascii="Times New Roman" w:hAnsi="Times New Roman"/>
          <w:sz w:val="22"/>
          <w:szCs w:val="22"/>
          <w:lang w:val="cs-CZ"/>
        </w:rPr>
        <w:t>znění, a to</w:t>
      </w:r>
      <w:r w:rsidR="00890825" w:rsidRPr="00BC4E7E">
        <w:rPr>
          <w:rFonts w:ascii="Times New Roman" w:hAnsi="Times New Roman"/>
          <w:sz w:val="22"/>
          <w:szCs w:val="22"/>
          <w:lang w:val="cs-CZ"/>
        </w:rPr>
        <w:t xml:space="preserve"> </w:t>
      </w:r>
      <w:r w:rsidR="007B1D09">
        <w:rPr>
          <w:rFonts w:ascii="Times New Roman" w:hAnsi="Times New Roman"/>
          <w:sz w:val="22"/>
          <w:szCs w:val="22"/>
          <w:lang w:val="cs-CZ"/>
        </w:rPr>
        <w:t>nejpozději</w:t>
      </w:r>
      <w:r w:rsidR="007B1D09" w:rsidRPr="00BC4E7E">
        <w:rPr>
          <w:rFonts w:ascii="Times New Roman" w:hAnsi="Times New Roman"/>
          <w:sz w:val="22"/>
          <w:szCs w:val="22"/>
          <w:lang w:val="cs-CZ"/>
        </w:rPr>
        <w:t xml:space="preserve"> </w:t>
      </w:r>
      <w:r w:rsidR="00890825" w:rsidRPr="00BC4E7E">
        <w:rPr>
          <w:rFonts w:ascii="Times New Roman" w:hAnsi="Times New Roman"/>
          <w:sz w:val="22"/>
          <w:szCs w:val="22"/>
          <w:lang w:val="cs-CZ"/>
        </w:rPr>
        <w:t>ke dni uvedení zařízení do zkušebního provozu</w:t>
      </w:r>
      <w:r w:rsidRPr="00BC4E7E">
        <w:rPr>
          <w:rFonts w:ascii="Times New Roman" w:hAnsi="Times New Roman"/>
          <w:sz w:val="22"/>
          <w:szCs w:val="22"/>
          <w:lang w:val="cs-CZ"/>
        </w:rPr>
        <w:t>. Jedná se o provedení výchozí revize, technické prohlídky</w:t>
      </w:r>
      <w:r w:rsidRPr="002901EE">
        <w:rPr>
          <w:rFonts w:ascii="Times New Roman" w:hAnsi="Times New Roman"/>
          <w:sz w:val="22"/>
          <w:szCs w:val="22"/>
          <w:lang w:val="cs-CZ"/>
        </w:rPr>
        <w:t xml:space="preserve"> a zkoušky UTZ právnickou osobou a </w:t>
      </w:r>
      <w:r>
        <w:rPr>
          <w:rFonts w:ascii="Times New Roman" w:hAnsi="Times New Roman"/>
          <w:sz w:val="22"/>
          <w:szCs w:val="22"/>
          <w:lang w:val="cs-CZ"/>
        </w:rPr>
        <w:t>ve spolupráci s objednatelem zajištění nového</w:t>
      </w:r>
      <w:r w:rsidRPr="002901EE">
        <w:rPr>
          <w:rFonts w:ascii="Times New Roman" w:hAnsi="Times New Roman"/>
          <w:sz w:val="22"/>
          <w:szCs w:val="22"/>
          <w:lang w:val="cs-CZ"/>
        </w:rPr>
        <w:t xml:space="preserve"> průkazů způsobilosti</w:t>
      </w:r>
      <w:r>
        <w:rPr>
          <w:rFonts w:ascii="Times New Roman" w:hAnsi="Times New Roman"/>
          <w:sz w:val="22"/>
          <w:szCs w:val="22"/>
          <w:lang w:val="cs-CZ"/>
        </w:rPr>
        <w:t>, jež nahradí stávající průkaz způsobilosti</w:t>
      </w:r>
      <w:r w:rsidRPr="002901EE">
        <w:rPr>
          <w:rFonts w:ascii="Times New Roman" w:hAnsi="Times New Roman"/>
          <w:sz w:val="22"/>
          <w:szCs w:val="22"/>
          <w:lang w:val="cs-CZ"/>
        </w:rPr>
        <w:t>.</w:t>
      </w:r>
    </w:p>
    <w:p w14:paraId="7988E22F" w14:textId="77777777" w:rsidR="00E66AFB" w:rsidRDefault="00B111C5">
      <w:pPr>
        <w:pStyle w:val="Styl3"/>
        <w:numPr>
          <w:ilvl w:val="2"/>
          <w:numId w:val="1"/>
        </w:numPr>
        <w:ind w:left="1276" w:hanging="709"/>
        <w:rPr>
          <w:u w:val="single"/>
        </w:rPr>
      </w:pPr>
      <w:r w:rsidRPr="00B111C5">
        <w:rPr>
          <w:u w:val="single"/>
        </w:rPr>
        <w:t>Poskytování servisu a údržby nové mycí linky po dobu záruční doby</w:t>
      </w:r>
    </w:p>
    <w:p w14:paraId="135A1B8A" w14:textId="77777777" w:rsidR="00E66AFB" w:rsidRPr="00BC4E7E" w:rsidRDefault="00B110F3">
      <w:pPr>
        <w:widowControl w:val="0"/>
        <w:suppressAutoHyphens/>
        <w:spacing w:before="120"/>
        <w:ind w:left="1276"/>
        <w:jc w:val="both"/>
        <w:rPr>
          <w:lang w:val="cs-CZ"/>
        </w:rPr>
      </w:pPr>
      <w:r w:rsidRPr="00B110F3">
        <w:rPr>
          <w:rFonts w:ascii="Times New Roman" w:hAnsi="Times New Roman"/>
          <w:sz w:val="22"/>
          <w:lang w:val="cs-CZ"/>
        </w:rPr>
        <w:t xml:space="preserve">Po dobu 2 let od počátku běhu záruční doby </w:t>
      </w:r>
      <w:r w:rsidR="00B111C5" w:rsidRPr="00296496">
        <w:rPr>
          <w:rFonts w:ascii="Times New Roman" w:hAnsi="Times New Roman"/>
          <w:sz w:val="22"/>
          <w:szCs w:val="22"/>
          <w:lang w:val="cs-CZ"/>
        </w:rPr>
        <w:t xml:space="preserve">dle čl. 9.4 této smlouvy, </w:t>
      </w:r>
      <w:r w:rsidRPr="00B110F3">
        <w:rPr>
          <w:rFonts w:ascii="Times New Roman" w:hAnsi="Times New Roman"/>
          <w:sz w:val="22"/>
          <w:lang w:val="cs-CZ"/>
        </w:rPr>
        <w:t>je zhotovitel povinen zajistit kompletní poskytování servisu a údržby</w:t>
      </w:r>
      <w:r w:rsidR="00B111C5" w:rsidRPr="00296496">
        <w:rPr>
          <w:rFonts w:ascii="Times New Roman" w:hAnsi="Times New Roman"/>
          <w:sz w:val="22"/>
          <w:szCs w:val="22"/>
          <w:lang w:val="cs-CZ"/>
        </w:rPr>
        <w:t xml:space="preserve"> nové mycí linky</w:t>
      </w:r>
      <w:r w:rsidRPr="00B110F3">
        <w:rPr>
          <w:rFonts w:ascii="Times New Roman" w:hAnsi="Times New Roman"/>
          <w:sz w:val="22"/>
          <w:lang w:val="cs-CZ"/>
        </w:rPr>
        <w:t xml:space="preserve">. Tím není dotčeno ustanovení bodu 13.6. této smlouvy. Odstraňování vad po dobu sjednaných záruk je upraveno </w:t>
      </w:r>
      <w:r w:rsidR="00B111C5" w:rsidRPr="00296496">
        <w:rPr>
          <w:rFonts w:ascii="Times New Roman" w:hAnsi="Times New Roman"/>
          <w:sz w:val="22"/>
          <w:szCs w:val="22"/>
          <w:lang w:val="cs-CZ"/>
        </w:rPr>
        <w:t>v čl. IX. této smlouvy.</w:t>
      </w:r>
      <w:r w:rsidRPr="00B110F3">
        <w:rPr>
          <w:rFonts w:ascii="Times New Roman" w:hAnsi="Times New Roman"/>
          <w:sz w:val="22"/>
          <w:lang w:val="cs-CZ"/>
        </w:rPr>
        <w:t xml:space="preserve"> Po skončení záruční doby bude servis a údržbu zařízení provádět servisní organizace nasmlouvaná objednatelem. Zhotovitel se zavazuje poskytnout případnou </w:t>
      </w:r>
      <w:r w:rsidRPr="00BC4E7E">
        <w:rPr>
          <w:rFonts w:ascii="Times New Roman" w:hAnsi="Times New Roman"/>
          <w:sz w:val="22"/>
          <w:lang w:val="cs-CZ"/>
        </w:rPr>
        <w:t xml:space="preserve">nutnou součinnost této organizaci. </w:t>
      </w:r>
    </w:p>
    <w:p w14:paraId="02DF375B" w14:textId="77777777" w:rsidR="00E66AFB" w:rsidRPr="00BC4E7E" w:rsidRDefault="00295BC2">
      <w:pPr>
        <w:widowControl w:val="0"/>
        <w:suppressAutoHyphens/>
        <w:spacing w:before="120"/>
        <w:ind w:left="1276"/>
        <w:jc w:val="both"/>
        <w:rPr>
          <w:rFonts w:ascii="Times New Roman" w:hAnsi="Times New Roman"/>
          <w:sz w:val="22"/>
          <w:szCs w:val="22"/>
          <w:lang w:val="cs-CZ"/>
        </w:rPr>
      </w:pPr>
      <w:r w:rsidRPr="00BC4E7E">
        <w:rPr>
          <w:rFonts w:ascii="Times New Roman" w:hAnsi="Times New Roman"/>
          <w:sz w:val="22"/>
          <w:szCs w:val="22"/>
          <w:lang w:val="cs-CZ"/>
        </w:rPr>
        <w:t xml:space="preserve">Zhotovitel deklaruje možnost provádění pozáručních servisních prací nové mycí linky také jinou servisní organizací, než je zhotovitel sám (zhotovitel tedy není výhradním dodavatelem servisních prací </w:t>
      </w:r>
      <w:r w:rsidR="00B111C5" w:rsidRPr="00BC4E7E">
        <w:rPr>
          <w:rFonts w:ascii="Times New Roman" w:hAnsi="Times New Roman"/>
          <w:sz w:val="22"/>
          <w:szCs w:val="22"/>
          <w:lang w:val="cs-CZ"/>
        </w:rPr>
        <w:t>nové</w:t>
      </w:r>
      <w:r w:rsidR="00B110F3" w:rsidRPr="00BC4E7E">
        <w:rPr>
          <w:rFonts w:ascii="Times New Roman" w:hAnsi="Times New Roman"/>
          <w:sz w:val="22"/>
          <w:szCs w:val="22"/>
          <w:lang w:val="cs-CZ"/>
        </w:rPr>
        <w:t xml:space="preserve"> mycí linky</w:t>
      </w:r>
      <w:r w:rsidR="00B111C5" w:rsidRPr="00BC4E7E">
        <w:rPr>
          <w:rFonts w:ascii="Times New Roman" w:hAnsi="Times New Roman"/>
          <w:sz w:val="22"/>
          <w:szCs w:val="22"/>
          <w:lang w:val="cs-CZ"/>
        </w:rPr>
        <w:t xml:space="preserve">). </w:t>
      </w:r>
    </w:p>
    <w:p w14:paraId="485B56B4" w14:textId="77777777" w:rsidR="00E66AFB" w:rsidRPr="00BC4E7E" w:rsidRDefault="005A67B3">
      <w:pPr>
        <w:pStyle w:val="Styl3"/>
        <w:numPr>
          <w:ilvl w:val="2"/>
          <w:numId w:val="1"/>
        </w:numPr>
        <w:ind w:left="1276" w:hanging="709"/>
        <w:rPr>
          <w:u w:val="single"/>
        </w:rPr>
      </w:pPr>
      <w:r w:rsidRPr="00BC4E7E">
        <w:rPr>
          <w:u w:val="single"/>
        </w:rPr>
        <w:t>Závazek „dodavatele náhradních dílů poslední instance“</w:t>
      </w:r>
    </w:p>
    <w:p w14:paraId="731A1D84" w14:textId="77777777" w:rsidR="00E66AFB" w:rsidRDefault="005A67B3">
      <w:pPr>
        <w:widowControl w:val="0"/>
        <w:suppressAutoHyphens/>
        <w:spacing w:before="120"/>
        <w:ind w:left="1276"/>
        <w:jc w:val="both"/>
        <w:rPr>
          <w:rFonts w:ascii="Times New Roman" w:hAnsi="Times New Roman"/>
          <w:sz w:val="22"/>
          <w:szCs w:val="22"/>
          <w:lang w:val="cs-CZ"/>
        </w:rPr>
      </w:pPr>
      <w:r w:rsidRPr="00B111C5">
        <w:rPr>
          <w:rFonts w:ascii="Times New Roman" w:hAnsi="Times New Roman"/>
          <w:sz w:val="22"/>
          <w:szCs w:val="22"/>
          <w:lang w:val="cs-CZ"/>
        </w:rPr>
        <w:t>Po celou dobu technické životnosti stavby (viz bod 9.</w:t>
      </w:r>
      <w:r w:rsidR="00AE77DF">
        <w:rPr>
          <w:rFonts w:ascii="Times New Roman" w:hAnsi="Times New Roman"/>
          <w:sz w:val="22"/>
          <w:szCs w:val="22"/>
          <w:lang w:val="cs-CZ"/>
        </w:rPr>
        <w:t>7</w:t>
      </w:r>
      <w:r w:rsidRPr="00B111C5">
        <w:rPr>
          <w:rFonts w:ascii="Times New Roman" w:hAnsi="Times New Roman"/>
          <w:sz w:val="22"/>
          <w:szCs w:val="22"/>
          <w:lang w:val="cs-CZ"/>
        </w:rPr>
        <w:t xml:space="preserve"> této smlouvy) garantuje zhotovitel dostupnost všech náhradních dílů za obvyklých podmínek (tzv. „dodavatel náhradních dílů poslední instance“) a speciálního servisního nářadí. Speciálním servisním nářadím se rozumí </w:t>
      </w:r>
      <w:r w:rsidR="00B110F3" w:rsidRPr="00B110F3">
        <w:rPr>
          <w:rFonts w:ascii="Times New Roman" w:hAnsi="Times New Roman"/>
          <w:sz w:val="22"/>
          <w:lang w:val="cs-CZ"/>
        </w:rPr>
        <w:t>nářadí nad rámec běžného nářadí užívaného při opravách a údržbách obdobných produktů, tedy speciální servisní přípravky určené k údržbě a opravám mycí linky, zejména pak servisní nářadí, které je výrobcem určeno výhradně k opravě těchto zařízení.</w:t>
      </w:r>
      <w:r w:rsidRPr="00B111C5">
        <w:rPr>
          <w:rFonts w:ascii="Times New Roman" w:hAnsi="Times New Roman"/>
          <w:sz w:val="22"/>
          <w:szCs w:val="22"/>
          <w:lang w:val="cs-CZ"/>
        </w:rPr>
        <w:t xml:space="preserve"> V případě, že zhotovitel nebude schopen dodat některé náhradní díly či speciální servisní nářadí za obvyklých podmínek, je odpovědný za veškerou škodu, která v této souvislosti objednateli vznikne (zejména v důsledku nemožnosti provést opravu či údržbu mycí linky). </w:t>
      </w:r>
    </w:p>
    <w:p w14:paraId="4BEB57E6" w14:textId="77777777" w:rsidR="00E66AFB" w:rsidRDefault="00296496">
      <w:pPr>
        <w:pStyle w:val="Odstavecseseznamem"/>
        <w:widowControl w:val="0"/>
        <w:tabs>
          <w:tab w:val="clear" w:pos="709"/>
        </w:tabs>
        <w:suppressAutoHyphens/>
        <w:ind w:left="567" w:hanging="567"/>
        <w:jc w:val="both"/>
      </w:pPr>
      <w:r w:rsidRPr="002901EE">
        <w:t xml:space="preserve">Objednatel si vyhrazuje právo na provedení dodatečných stavebních prací, dodávek či služeb (souhrnně vícepráce), </w:t>
      </w:r>
      <w:r>
        <w:t>nad rozsah díla</w:t>
      </w:r>
      <w:r w:rsidRPr="002901EE">
        <w:t xml:space="preserve"> a jejichž potřeba vznikla v důsledku nepředvídaných okolností a tyto vícepráce jsou nezbytné pro poskytnutí díla. Tyto vícepráce je oprávněn odsouhlasit zástupce objednatele uvedený v kapitole. I oprávněný pro změny díla</w:t>
      </w:r>
      <w:r>
        <w:t>, změna díla je však účinná až podpisem dodatku k této smlouvě dle čl. 15.3 této smlouvy</w:t>
      </w:r>
      <w:r w:rsidRPr="002901EE">
        <w:t>. Celkov</w:t>
      </w:r>
      <w:r>
        <w:t>á</w:t>
      </w:r>
      <w:r w:rsidRPr="002901EE">
        <w:t xml:space="preserve"> </w:t>
      </w:r>
      <w:r>
        <w:t xml:space="preserve">cena </w:t>
      </w:r>
      <w:r w:rsidRPr="002901EE">
        <w:t xml:space="preserve">těchto </w:t>
      </w:r>
      <w:r>
        <w:t>více</w:t>
      </w:r>
      <w:r w:rsidRPr="002901EE">
        <w:t>prací nesmí překročit v součtu 50 % ceny díla dle této smlouvy.</w:t>
      </w:r>
    </w:p>
    <w:p w14:paraId="1E97F1A4" w14:textId="77777777" w:rsidR="00296496" w:rsidRPr="00B111C5" w:rsidRDefault="00296496" w:rsidP="00B111C5">
      <w:pPr>
        <w:pStyle w:val="Odstavecseseznamem"/>
        <w:widowControl w:val="0"/>
        <w:numPr>
          <w:ilvl w:val="0"/>
          <w:numId w:val="0"/>
        </w:numPr>
        <w:tabs>
          <w:tab w:val="clear" w:pos="709"/>
        </w:tabs>
        <w:suppressAutoHyphens/>
        <w:ind w:left="567"/>
        <w:jc w:val="both"/>
      </w:pPr>
    </w:p>
    <w:p w14:paraId="461DE74F" w14:textId="77777777" w:rsidR="00E66AFB" w:rsidRDefault="0093396A">
      <w:pPr>
        <w:pStyle w:val="Nadpis1"/>
        <w:keepNext w:val="0"/>
        <w:widowControl w:val="0"/>
        <w:suppressAutoHyphens/>
        <w:jc w:val="center"/>
      </w:pPr>
      <w:r w:rsidRPr="002901EE">
        <w:t>Nové stavební práce</w:t>
      </w:r>
    </w:p>
    <w:p w14:paraId="043FAD86" w14:textId="77777777" w:rsidR="00E66AFB" w:rsidRDefault="003572DA">
      <w:pPr>
        <w:pStyle w:val="Odstavecseseznamem"/>
        <w:widowControl w:val="0"/>
        <w:tabs>
          <w:tab w:val="clear" w:pos="709"/>
        </w:tabs>
        <w:suppressAutoHyphens/>
        <w:ind w:left="567" w:hanging="567"/>
        <w:jc w:val="both"/>
        <w:rPr>
          <w:bCs/>
          <w:lang w:eastAsia="en-US"/>
        </w:rPr>
      </w:pPr>
      <w:r w:rsidRPr="000F2AEB">
        <w:t xml:space="preserve">Objednatel si vyhrazuje ve smyslu ustanovení § 66 ZZVZ právo na nové stavební </w:t>
      </w:r>
      <w:r>
        <w:t xml:space="preserve">práce </w:t>
      </w:r>
      <w:r w:rsidRPr="000F2AEB">
        <w:t xml:space="preserve">spočívající </w:t>
      </w:r>
      <w:r>
        <w:t xml:space="preserve">v opakování </w:t>
      </w:r>
      <w:r w:rsidRPr="00792896">
        <w:t xml:space="preserve">obdobných stavebních pracích specifikovaných v předmětu plnění, a to </w:t>
      </w:r>
      <w:r w:rsidRPr="00792896">
        <w:rPr>
          <w:bCs/>
          <w:lang w:eastAsia="en-US"/>
        </w:rPr>
        <w:t xml:space="preserve">až do výše 30 % ceny bez DPH </w:t>
      </w:r>
      <w:r>
        <w:rPr>
          <w:bCs/>
          <w:lang w:eastAsia="en-US"/>
        </w:rPr>
        <w:t xml:space="preserve">za stavební práce </w:t>
      </w:r>
      <w:r w:rsidRPr="00792896">
        <w:rPr>
          <w:bCs/>
          <w:lang w:eastAsia="en-US"/>
        </w:rPr>
        <w:t>uvedené v této smlouvě</w:t>
      </w:r>
      <w:r>
        <w:rPr>
          <w:bCs/>
          <w:lang w:eastAsia="en-US"/>
        </w:rPr>
        <w:t>. V případě uplatnění tohoto práva bude objednatel postupovat v souladu s § 67 ZZVZ.</w:t>
      </w:r>
    </w:p>
    <w:p w14:paraId="19F0AFC5" w14:textId="77777777" w:rsidR="00E66AFB" w:rsidRDefault="0093396A">
      <w:pPr>
        <w:pStyle w:val="Nadpis1"/>
        <w:keepNext w:val="0"/>
        <w:widowControl w:val="0"/>
        <w:suppressAutoHyphens/>
        <w:jc w:val="center"/>
        <w:rPr>
          <w:bCs/>
          <w:lang w:eastAsia="en-US"/>
        </w:rPr>
      </w:pPr>
      <w:r w:rsidRPr="00291BCA">
        <w:rPr>
          <w:bCs/>
          <w:lang w:eastAsia="en-US"/>
        </w:rPr>
        <w:t>Místo plnění</w:t>
      </w:r>
    </w:p>
    <w:p w14:paraId="4193D3FC" w14:textId="77777777" w:rsidR="00E66AFB" w:rsidRDefault="0093396A">
      <w:pPr>
        <w:pStyle w:val="Odstavecseseznamem"/>
        <w:widowControl w:val="0"/>
        <w:tabs>
          <w:tab w:val="clear" w:pos="709"/>
        </w:tabs>
        <w:suppressAutoHyphens/>
        <w:ind w:left="567" w:hanging="567"/>
        <w:jc w:val="both"/>
      </w:pPr>
      <w:r w:rsidRPr="00291BCA">
        <w:rPr>
          <w:bCs/>
          <w:lang w:eastAsia="en-US"/>
        </w:rPr>
        <w:t>Místem plnění</w:t>
      </w:r>
      <w:r w:rsidR="00EB54BB">
        <w:rPr>
          <w:bCs/>
          <w:lang w:eastAsia="en-US"/>
        </w:rPr>
        <w:t xml:space="preserve"> díla</w:t>
      </w:r>
      <w:r w:rsidRPr="00291BCA">
        <w:rPr>
          <w:bCs/>
          <w:lang w:eastAsia="en-US"/>
        </w:rPr>
        <w:t xml:space="preserve"> </w:t>
      </w:r>
      <w:r w:rsidRPr="002901EE">
        <w:t xml:space="preserve">je </w:t>
      </w:r>
      <w:r w:rsidRPr="002901EE">
        <w:rPr>
          <w:b/>
        </w:rPr>
        <w:t xml:space="preserve">Areál </w:t>
      </w:r>
      <w:r w:rsidR="00CF33BF" w:rsidRPr="002901EE">
        <w:rPr>
          <w:b/>
        </w:rPr>
        <w:t>trolejbusy Ostrava</w:t>
      </w:r>
      <w:r w:rsidRPr="002901EE">
        <w:rPr>
          <w:b/>
        </w:rPr>
        <w:t xml:space="preserve">, ul. </w:t>
      </w:r>
      <w:r w:rsidR="00CF33BF" w:rsidRPr="002901EE">
        <w:rPr>
          <w:b/>
        </w:rPr>
        <w:t>Sokolská 3243/64</w:t>
      </w:r>
      <w:r w:rsidRPr="002901EE">
        <w:rPr>
          <w:b/>
        </w:rPr>
        <w:t>, 7</w:t>
      </w:r>
      <w:r w:rsidR="00CF33BF" w:rsidRPr="002901EE">
        <w:rPr>
          <w:b/>
        </w:rPr>
        <w:t>02</w:t>
      </w:r>
      <w:r w:rsidRPr="002901EE">
        <w:rPr>
          <w:b/>
        </w:rPr>
        <w:t xml:space="preserve"> 00 Ostrava </w:t>
      </w:r>
      <w:r w:rsidR="00CF33BF" w:rsidRPr="002901EE">
        <w:rPr>
          <w:b/>
        </w:rPr>
        <w:t>–</w:t>
      </w:r>
      <w:r w:rsidRPr="002901EE">
        <w:rPr>
          <w:b/>
        </w:rPr>
        <w:t xml:space="preserve"> </w:t>
      </w:r>
      <w:r w:rsidR="00CF33BF" w:rsidRPr="002901EE">
        <w:rPr>
          <w:b/>
        </w:rPr>
        <w:t xml:space="preserve">Moravská </w:t>
      </w:r>
      <w:r w:rsidRPr="002901EE">
        <w:rPr>
          <w:b/>
        </w:rPr>
        <w:t>Ostrava</w:t>
      </w:r>
      <w:r w:rsidRPr="002901EE">
        <w:t xml:space="preserve"> včetně přilehlého okolí</w:t>
      </w:r>
      <w:r w:rsidR="00EB54BB">
        <w:t>, nacházející se na pozem</w:t>
      </w:r>
      <w:r w:rsidR="00554D8B">
        <w:t>ku</w:t>
      </w:r>
      <w:r w:rsidR="00EB54BB">
        <w:t xml:space="preserve"> parc. č. </w:t>
      </w:r>
      <w:r w:rsidR="00D17AD4">
        <w:t>1140/1</w:t>
      </w:r>
      <w:r w:rsidR="00EB54BB">
        <w:t>, v k.ú. Moravská Ostrava</w:t>
      </w:r>
      <w:r w:rsidRPr="002901EE">
        <w:t>.</w:t>
      </w:r>
      <w:r w:rsidR="00E3471D">
        <w:t xml:space="preserve"> </w:t>
      </w:r>
      <w:r w:rsidRPr="002901EE">
        <w:t>Zhotovitel prohlašuje, že je</w:t>
      </w:r>
      <w:r w:rsidRPr="00E3471D">
        <w:rPr>
          <w:bCs/>
          <w:lang w:eastAsia="en-US"/>
        </w:rPr>
        <w:t xml:space="preserve"> mu </w:t>
      </w:r>
      <w:r w:rsidR="00E3471D">
        <w:rPr>
          <w:bCs/>
          <w:lang w:eastAsia="en-US"/>
        </w:rPr>
        <w:t xml:space="preserve">toto </w:t>
      </w:r>
      <w:r w:rsidRPr="00E3471D">
        <w:rPr>
          <w:bCs/>
          <w:lang w:eastAsia="en-US"/>
        </w:rPr>
        <w:t xml:space="preserve">místo </w:t>
      </w:r>
      <w:r w:rsidR="00EB54BB" w:rsidRPr="00E3471D">
        <w:rPr>
          <w:bCs/>
          <w:lang w:eastAsia="en-US"/>
        </w:rPr>
        <w:t>plnění</w:t>
      </w:r>
      <w:r w:rsidRPr="00E3471D">
        <w:rPr>
          <w:bCs/>
          <w:lang w:eastAsia="en-US"/>
        </w:rPr>
        <w:t xml:space="preserve"> známo a rovněž tak jsou mu známy technické a přírodní vlastnosti pozemků pro zhotovení stavby, které mohl zj</w:t>
      </w:r>
      <w:r w:rsidRPr="002901EE">
        <w:t>istit z předaného investičního záměru a vykonáním běžné prohlídky staveniště.</w:t>
      </w:r>
    </w:p>
    <w:p w14:paraId="5F3845F5" w14:textId="77777777" w:rsidR="00EB54BB" w:rsidRPr="00F34F79" w:rsidRDefault="00E3471D" w:rsidP="00E3471D">
      <w:pPr>
        <w:pStyle w:val="Odstavecseseznamem"/>
        <w:widowControl w:val="0"/>
        <w:tabs>
          <w:tab w:val="clear" w:pos="709"/>
        </w:tabs>
        <w:suppressAutoHyphens/>
        <w:ind w:left="567" w:hanging="567"/>
        <w:jc w:val="both"/>
        <w:rPr>
          <w:u w:val="single"/>
        </w:rPr>
      </w:pPr>
      <w:r>
        <w:t xml:space="preserve">Místem plnění pro dodání dokumentace dle této smlouvy, zejména projektové dokumentace, </w:t>
      </w:r>
      <w:r w:rsidR="00AB57D2" w:rsidRPr="00AB57D2">
        <w:t>dokumentace skutečného provedení stavby</w:t>
      </w:r>
      <w:r>
        <w:t xml:space="preserve">, KZP, </w:t>
      </w:r>
      <w:r w:rsidRPr="002901EE">
        <w:t>průkazu způsobilosti UTZ</w:t>
      </w:r>
      <w:r>
        <w:t xml:space="preserve">, </w:t>
      </w:r>
      <w:r w:rsidR="00AB57D2" w:rsidRPr="00AB57D2">
        <w:t>místního provozního řádu nové mycí linky</w:t>
      </w:r>
      <w:r>
        <w:t>, g</w:t>
      </w:r>
      <w:r w:rsidRPr="002901EE">
        <w:t>eodetické</w:t>
      </w:r>
      <w:r>
        <w:t>ho</w:t>
      </w:r>
      <w:r w:rsidRPr="002901EE">
        <w:t xml:space="preserve"> zaměření </w:t>
      </w:r>
      <w:r w:rsidRPr="00E3471D">
        <w:t>realizovaných přípojek</w:t>
      </w:r>
      <w:r>
        <w:t xml:space="preserve">, </w:t>
      </w:r>
      <w:r w:rsidRPr="002901EE">
        <w:t>podrobných prováděcích dokumentací</w:t>
      </w:r>
      <w:r>
        <w:t xml:space="preserve"> a fotodokumentace, je sídlo objednatele.</w:t>
      </w:r>
      <w:r w:rsidR="00D8461C">
        <w:t xml:space="preserve">  </w:t>
      </w:r>
    </w:p>
    <w:p w14:paraId="0CE0B8ED" w14:textId="77777777" w:rsidR="00F34F79" w:rsidRPr="00E3471D" w:rsidRDefault="00F34F79" w:rsidP="00E3471D">
      <w:pPr>
        <w:pStyle w:val="Odstavecseseznamem"/>
        <w:widowControl w:val="0"/>
        <w:tabs>
          <w:tab w:val="clear" w:pos="709"/>
        </w:tabs>
        <w:suppressAutoHyphens/>
        <w:ind w:left="567" w:hanging="567"/>
        <w:jc w:val="both"/>
        <w:rPr>
          <w:u w:val="single"/>
        </w:rPr>
      </w:pPr>
      <w:r>
        <w:t>Čl. 5.1 a 5.2 této smlouvy se použije, pokud tato smlouva nestanoví v konkrétním případě jinak.</w:t>
      </w:r>
    </w:p>
    <w:p w14:paraId="2423054F" w14:textId="77777777" w:rsidR="00E66AFB" w:rsidRDefault="0093396A">
      <w:pPr>
        <w:pStyle w:val="Nadpis1"/>
        <w:keepNext w:val="0"/>
        <w:widowControl w:val="0"/>
        <w:suppressAutoHyphens/>
        <w:jc w:val="center"/>
      </w:pPr>
      <w:r w:rsidRPr="002901EE">
        <w:t xml:space="preserve">Termín plnění </w:t>
      </w:r>
    </w:p>
    <w:p w14:paraId="6E8F7DCA" w14:textId="77777777" w:rsidR="00E66AFB" w:rsidRDefault="00E3471D">
      <w:pPr>
        <w:pStyle w:val="Odstavecseseznamem"/>
        <w:widowControl w:val="0"/>
        <w:tabs>
          <w:tab w:val="clear" w:pos="709"/>
        </w:tabs>
        <w:suppressAutoHyphens/>
        <w:ind w:left="567" w:hanging="567"/>
        <w:jc w:val="both"/>
      </w:pPr>
      <w:r>
        <w:t xml:space="preserve">Zhotovitel se zavazuje provést dílo </w:t>
      </w:r>
      <w:r w:rsidR="00D72D91">
        <w:t xml:space="preserve">bez vad a nedodělků </w:t>
      </w:r>
      <w:r w:rsidR="00AE77DF">
        <w:t>v termínech dle čl. 6.2</w:t>
      </w:r>
      <w:r>
        <w:t xml:space="preserve"> a</w:t>
      </w:r>
      <w:r w:rsidR="00AE77DF">
        <w:t>ž</w:t>
      </w:r>
      <w:r>
        <w:t xml:space="preserve"> 6.</w:t>
      </w:r>
      <w:r w:rsidR="00AE77DF">
        <w:t>9</w:t>
      </w:r>
      <w:r>
        <w:t xml:space="preserve"> této smlouvy. </w:t>
      </w:r>
      <w:r w:rsidR="0093396A" w:rsidRPr="002901EE">
        <w:t>Zhotovitel do 10 pracovních dnů od výzvy objednatele k zahájení realizace díla</w:t>
      </w:r>
      <w:r w:rsidR="00176F14">
        <w:t xml:space="preserve">, </w:t>
      </w:r>
      <w:r w:rsidR="00176F14" w:rsidRPr="00176F14">
        <w:t>kterou je objednatel oprávněn zpracovat a zaslat p</w:t>
      </w:r>
      <w:r w:rsidR="00176F14">
        <w:t>o nabytí účinnosti této smlouvy,</w:t>
      </w:r>
      <w:r w:rsidR="0093396A" w:rsidRPr="002901EE">
        <w:t xml:space="preserve"> předloží objednateli </w:t>
      </w:r>
      <w:r w:rsidR="00176F14">
        <w:t>h</w:t>
      </w:r>
      <w:r w:rsidR="0093396A" w:rsidRPr="002901EE">
        <w:t>armonogram výstavby</w:t>
      </w:r>
      <w:r>
        <w:t xml:space="preserve"> odpovídající te</w:t>
      </w:r>
      <w:r w:rsidR="00AE77DF">
        <w:t>rmínům uvedeným v čl. 6.2 a</w:t>
      </w:r>
      <w:r w:rsidR="00D17AD4">
        <w:t>ž</w:t>
      </w:r>
      <w:r w:rsidR="00AE77DF">
        <w:t xml:space="preserve"> 6.9</w:t>
      </w:r>
      <w:r>
        <w:t xml:space="preserve"> této smlouvy</w:t>
      </w:r>
      <w:r w:rsidR="0093396A" w:rsidRPr="002901EE">
        <w:t>.</w:t>
      </w:r>
    </w:p>
    <w:p w14:paraId="11D9A346" w14:textId="77777777" w:rsidR="00E66AFB" w:rsidRDefault="0093396A">
      <w:pPr>
        <w:pStyle w:val="Odstavecseseznamem"/>
        <w:widowControl w:val="0"/>
        <w:tabs>
          <w:tab w:val="clear" w:pos="709"/>
          <w:tab w:val="left" w:pos="3119"/>
        </w:tabs>
        <w:suppressAutoHyphens/>
        <w:ind w:left="567" w:hanging="567"/>
        <w:jc w:val="both"/>
      </w:pPr>
      <w:r w:rsidRPr="002901EE">
        <w:t>Termín předání část</w:t>
      </w:r>
      <w:r w:rsidR="00E3471D">
        <w:t>i</w:t>
      </w:r>
      <w:r w:rsidRPr="002901EE">
        <w:t xml:space="preserve"> díla </w:t>
      </w:r>
      <w:r w:rsidR="00CF33BF" w:rsidRPr="002901EE">
        <w:t>–</w:t>
      </w:r>
      <w:r w:rsidR="005A67B3">
        <w:tab/>
      </w:r>
      <w:r w:rsidR="006615F7">
        <w:rPr>
          <w:b/>
        </w:rPr>
        <w:t>Vyhotovení p</w:t>
      </w:r>
      <w:r w:rsidR="00CF33BF" w:rsidRPr="002901EE">
        <w:rPr>
          <w:b/>
        </w:rPr>
        <w:t>rojektové dokumentace</w:t>
      </w:r>
      <w:r w:rsidR="00CF33BF" w:rsidRPr="002901EE">
        <w:t xml:space="preserve"> </w:t>
      </w:r>
      <w:r w:rsidR="00AB57D2" w:rsidRPr="00AB57D2">
        <w:rPr>
          <w:b/>
        </w:rPr>
        <w:t>a podrobn</w:t>
      </w:r>
      <w:r w:rsidR="006615F7">
        <w:rPr>
          <w:b/>
        </w:rPr>
        <w:t>ých</w:t>
      </w:r>
      <w:r w:rsidR="00AB57D2" w:rsidRPr="00AB57D2">
        <w:rPr>
          <w:b/>
        </w:rPr>
        <w:t xml:space="preserve"> prováděcí</w:t>
      </w:r>
      <w:r w:rsidR="006615F7">
        <w:rPr>
          <w:b/>
        </w:rPr>
        <w:t>ch</w:t>
      </w:r>
      <w:r w:rsidR="00AB57D2" w:rsidRPr="00AB57D2">
        <w:rPr>
          <w:b/>
        </w:rPr>
        <w:t xml:space="preserve"> </w:t>
      </w:r>
      <w:r w:rsidR="005A67B3">
        <w:rPr>
          <w:b/>
        </w:rPr>
        <w:tab/>
      </w:r>
      <w:r w:rsidR="00AB57D2" w:rsidRPr="00AB57D2">
        <w:rPr>
          <w:b/>
        </w:rPr>
        <w:t>dokumentac</w:t>
      </w:r>
      <w:r w:rsidR="006615F7">
        <w:rPr>
          <w:b/>
        </w:rPr>
        <w:t>í</w:t>
      </w:r>
      <w:r w:rsidR="005A67B3">
        <w:rPr>
          <w:b/>
        </w:rPr>
        <w:t xml:space="preserve"> dle čl. 3.1. této smlouvy</w:t>
      </w:r>
      <w:r w:rsidRPr="002901EE">
        <w:t>:</w:t>
      </w:r>
      <w:r w:rsidR="00CF33BF" w:rsidRPr="002901EE">
        <w:t xml:space="preserve"> </w:t>
      </w:r>
    </w:p>
    <w:p w14:paraId="655975B1" w14:textId="77777777" w:rsidR="00E66AFB" w:rsidRDefault="00B110F3">
      <w:pPr>
        <w:pStyle w:val="Odstavecseseznamem"/>
        <w:widowControl w:val="0"/>
        <w:numPr>
          <w:ilvl w:val="0"/>
          <w:numId w:val="0"/>
        </w:numPr>
        <w:tabs>
          <w:tab w:val="clear" w:pos="709"/>
        </w:tabs>
        <w:suppressAutoHyphens/>
        <w:ind w:left="3119"/>
        <w:jc w:val="both"/>
      </w:pPr>
      <w:r w:rsidRPr="00B110F3">
        <w:rPr>
          <w:b/>
        </w:rPr>
        <w:t>do</w:t>
      </w:r>
      <w:r w:rsidR="00CF33BF" w:rsidRPr="002901EE">
        <w:t xml:space="preserve"> </w:t>
      </w:r>
      <w:r w:rsidR="00CF33BF" w:rsidRPr="002901EE">
        <w:rPr>
          <w:b/>
        </w:rPr>
        <w:t>60 kalendářních dnů</w:t>
      </w:r>
      <w:r w:rsidR="00CF33BF" w:rsidRPr="002901EE">
        <w:t xml:space="preserve"> od výzvy objednatele, kterou </w:t>
      </w:r>
      <w:r w:rsidR="00E3471D">
        <w:t xml:space="preserve">je objednatel oprávněn </w:t>
      </w:r>
      <w:r w:rsidR="00CF33BF" w:rsidRPr="002901EE">
        <w:t>zprac</w:t>
      </w:r>
      <w:r w:rsidR="00E3471D">
        <w:t>ovat</w:t>
      </w:r>
      <w:r w:rsidR="00CF33BF" w:rsidRPr="002901EE">
        <w:t xml:space="preserve"> a za</w:t>
      </w:r>
      <w:r w:rsidR="00E3471D">
        <w:t xml:space="preserve">slat </w:t>
      </w:r>
      <w:r w:rsidR="00CF33BF" w:rsidRPr="002901EE">
        <w:t>po nabytí účinnosti této smlouvy</w:t>
      </w:r>
      <w:r w:rsidR="00D24CD0" w:rsidRPr="00AD2622">
        <w:rPr>
          <w:sz w:val="16"/>
          <w:szCs w:val="16"/>
        </w:rPr>
        <w:t>.</w:t>
      </w:r>
    </w:p>
    <w:p w14:paraId="3404E928" w14:textId="77777777" w:rsidR="00E66AFB" w:rsidRDefault="0093396A">
      <w:pPr>
        <w:pStyle w:val="Odstavecseseznamem"/>
        <w:widowControl w:val="0"/>
        <w:tabs>
          <w:tab w:val="clear" w:pos="709"/>
          <w:tab w:val="left" w:pos="3119"/>
        </w:tabs>
        <w:suppressAutoHyphens/>
        <w:ind w:left="567" w:hanging="567"/>
        <w:jc w:val="both"/>
      </w:pPr>
      <w:r w:rsidRPr="002901EE">
        <w:t>Termín předání část</w:t>
      </w:r>
      <w:r w:rsidR="005505DA">
        <w:t>i</w:t>
      </w:r>
      <w:r w:rsidRPr="002901EE">
        <w:t xml:space="preserve"> díla - </w:t>
      </w:r>
      <w:r w:rsidR="005A67B3">
        <w:tab/>
      </w:r>
      <w:r w:rsidR="00E3471D">
        <w:rPr>
          <w:b/>
        </w:rPr>
        <w:t>S</w:t>
      </w:r>
      <w:r w:rsidR="006615F7">
        <w:rPr>
          <w:b/>
        </w:rPr>
        <w:t>tavba</w:t>
      </w:r>
      <w:r w:rsidRPr="002901EE">
        <w:rPr>
          <w:b/>
        </w:rPr>
        <w:t xml:space="preserve"> </w:t>
      </w:r>
      <w:r w:rsidR="00E3471D">
        <w:rPr>
          <w:b/>
        </w:rPr>
        <w:t xml:space="preserve">nové </w:t>
      </w:r>
      <w:r w:rsidR="00CF33BF" w:rsidRPr="002901EE">
        <w:rPr>
          <w:b/>
        </w:rPr>
        <w:t>mycí linky</w:t>
      </w:r>
      <w:r w:rsidR="000C444C">
        <w:rPr>
          <w:b/>
        </w:rPr>
        <w:t xml:space="preserve"> dle čl. 3.2 této smlouvy</w:t>
      </w:r>
      <w:r w:rsidRPr="002901EE">
        <w:rPr>
          <w:b/>
        </w:rPr>
        <w:t>:</w:t>
      </w:r>
    </w:p>
    <w:p w14:paraId="3B7185EA" w14:textId="77777777" w:rsidR="00A56528" w:rsidRPr="002B1E1D" w:rsidRDefault="0093396A" w:rsidP="004D5E82">
      <w:pPr>
        <w:pStyle w:val="Text"/>
        <w:widowControl w:val="0"/>
        <w:numPr>
          <w:ilvl w:val="0"/>
          <w:numId w:val="11"/>
        </w:numPr>
        <w:tabs>
          <w:tab w:val="clear" w:pos="227"/>
        </w:tabs>
        <w:suppressAutoHyphens/>
        <w:spacing w:before="90" w:line="240" w:lineRule="auto"/>
        <w:ind w:left="851" w:right="21" w:hanging="284"/>
        <w:rPr>
          <w:rFonts w:ascii="Times New Roman" w:hAnsi="Times New Roman"/>
          <w:sz w:val="22"/>
          <w:szCs w:val="22"/>
          <w:lang w:val="cs-CZ"/>
        </w:rPr>
      </w:pPr>
      <w:r w:rsidRPr="002901EE">
        <w:rPr>
          <w:rFonts w:ascii="Times New Roman" w:hAnsi="Times New Roman"/>
          <w:b/>
          <w:sz w:val="22"/>
          <w:szCs w:val="22"/>
          <w:lang w:val="cs-CZ"/>
        </w:rPr>
        <w:t xml:space="preserve">1. Etapa – </w:t>
      </w:r>
      <w:r w:rsidR="00B110F3" w:rsidRPr="002B1E1D">
        <w:rPr>
          <w:rFonts w:ascii="Times New Roman" w:hAnsi="Times New Roman"/>
          <w:b/>
          <w:sz w:val="22"/>
          <w:lang w:val="cs-CZ"/>
        </w:rPr>
        <w:t xml:space="preserve">Demontáž </w:t>
      </w:r>
      <w:r w:rsidR="000C444C" w:rsidRPr="002B1E1D">
        <w:rPr>
          <w:rFonts w:ascii="Times New Roman" w:hAnsi="Times New Roman"/>
          <w:b/>
          <w:sz w:val="22"/>
          <w:szCs w:val="22"/>
          <w:lang w:val="cs-CZ"/>
        </w:rPr>
        <w:t xml:space="preserve">a likvidace </w:t>
      </w:r>
      <w:r w:rsidR="00B110F3" w:rsidRPr="002B1E1D">
        <w:rPr>
          <w:rFonts w:ascii="Times New Roman" w:hAnsi="Times New Roman"/>
          <w:b/>
          <w:sz w:val="22"/>
          <w:lang w:val="cs-CZ"/>
        </w:rPr>
        <w:t>stávající mycí linky</w:t>
      </w:r>
      <w:r w:rsidR="00A56528" w:rsidRPr="002B1E1D">
        <w:rPr>
          <w:rFonts w:ascii="Times New Roman" w:hAnsi="Times New Roman"/>
          <w:b/>
          <w:sz w:val="22"/>
          <w:szCs w:val="22"/>
          <w:lang w:val="cs-CZ"/>
        </w:rPr>
        <w:t>:</w:t>
      </w:r>
    </w:p>
    <w:p w14:paraId="0D2B2872" w14:textId="77777777" w:rsidR="00E66AFB" w:rsidRPr="002B1E1D" w:rsidRDefault="0093396A">
      <w:pPr>
        <w:pStyle w:val="Text"/>
        <w:widowControl w:val="0"/>
        <w:tabs>
          <w:tab w:val="clear" w:pos="227"/>
        </w:tabs>
        <w:suppressAutoHyphens/>
        <w:spacing w:before="90" w:line="240" w:lineRule="auto"/>
        <w:ind w:left="3119" w:right="21"/>
        <w:rPr>
          <w:rFonts w:ascii="Times New Roman" w:hAnsi="Times New Roman"/>
          <w:sz w:val="22"/>
          <w:szCs w:val="22"/>
          <w:lang w:val="cs-CZ"/>
        </w:rPr>
      </w:pPr>
      <w:r w:rsidRPr="002B1E1D">
        <w:rPr>
          <w:rFonts w:ascii="Times New Roman" w:hAnsi="Times New Roman"/>
          <w:b/>
          <w:sz w:val="22"/>
          <w:szCs w:val="22"/>
          <w:lang w:val="cs-CZ"/>
        </w:rPr>
        <w:t xml:space="preserve">do </w:t>
      </w:r>
      <w:permStart w:id="291857127" w:edGrp="everyone"/>
      <w:r w:rsidRPr="002B1E1D">
        <w:rPr>
          <w:rFonts w:ascii="Times New Roman" w:hAnsi="Times New Roman"/>
          <w:b/>
          <w:sz w:val="22"/>
          <w:szCs w:val="22"/>
          <w:lang w:val="cs-CZ"/>
        </w:rPr>
        <w:t>……..</w:t>
      </w:r>
      <w:permEnd w:id="291857127"/>
      <w:r w:rsidRPr="002B1E1D">
        <w:rPr>
          <w:rFonts w:ascii="Times New Roman" w:hAnsi="Times New Roman"/>
          <w:b/>
          <w:sz w:val="22"/>
          <w:szCs w:val="22"/>
          <w:lang w:val="cs-CZ"/>
        </w:rPr>
        <w:t xml:space="preserve"> kalendářních dnů</w:t>
      </w:r>
      <w:r w:rsidRPr="002B1E1D">
        <w:rPr>
          <w:rFonts w:ascii="Times New Roman" w:hAnsi="Times New Roman"/>
          <w:sz w:val="22"/>
          <w:szCs w:val="22"/>
          <w:lang w:val="cs-CZ"/>
        </w:rPr>
        <w:t xml:space="preserve"> od výzvy objednatele, kterou </w:t>
      </w:r>
      <w:r w:rsidR="006615F7" w:rsidRPr="002B1E1D">
        <w:rPr>
          <w:rFonts w:ascii="Times New Roman" w:hAnsi="Times New Roman"/>
          <w:sz w:val="22"/>
          <w:szCs w:val="22"/>
          <w:lang w:val="cs-CZ"/>
        </w:rPr>
        <w:t xml:space="preserve">zpracuje a </w:t>
      </w:r>
      <w:r w:rsidRPr="002B1E1D">
        <w:rPr>
          <w:rFonts w:ascii="Times New Roman" w:hAnsi="Times New Roman"/>
          <w:sz w:val="22"/>
          <w:szCs w:val="22"/>
          <w:lang w:val="cs-CZ"/>
        </w:rPr>
        <w:t>zašle objednatel</w:t>
      </w:r>
      <w:r w:rsidR="00402ECB">
        <w:rPr>
          <w:rFonts w:ascii="Times New Roman" w:hAnsi="Times New Roman"/>
          <w:sz w:val="22"/>
          <w:szCs w:val="22"/>
          <w:lang w:val="cs-CZ"/>
        </w:rPr>
        <w:t xml:space="preserve"> do 15 kalendářních dnů od konce lhůty pro dokončení části díla dle bodu 6.2., pokud se smluvní strany nedohodnou jinak</w:t>
      </w:r>
      <w:r w:rsidRPr="002B1E1D">
        <w:rPr>
          <w:rFonts w:ascii="Times New Roman" w:hAnsi="Times New Roman"/>
          <w:sz w:val="22"/>
          <w:szCs w:val="22"/>
          <w:lang w:val="cs-CZ"/>
        </w:rPr>
        <w:t xml:space="preserve">. </w:t>
      </w:r>
      <w:permStart w:id="1124028055" w:edGrp="everyone"/>
      <w:r w:rsidRPr="002B1E1D">
        <w:rPr>
          <w:rFonts w:ascii="Times New Roman" w:hAnsi="Times New Roman"/>
          <w:i/>
          <w:color w:val="00B0F0"/>
          <w:sz w:val="22"/>
          <w:szCs w:val="22"/>
          <w:lang w:val="cs-CZ"/>
        </w:rPr>
        <w:t>(POZN. Doplní dodavatel v souladu se svou nabídkou jeden údaj v celých kalendářních dnech.</w:t>
      </w:r>
      <w:r w:rsidR="00E27D26" w:rsidRPr="002B1E1D">
        <w:rPr>
          <w:rFonts w:ascii="Times New Roman" w:hAnsi="Times New Roman"/>
          <w:i/>
          <w:color w:val="00B0F0"/>
          <w:sz w:val="22"/>
          <w:szCs w:val="22"/>
          <w:lang w:val="cs-CZ"/>
        </w:rPr>
        <w:t xml:space="preserve"> </w:t>
      </w:r>
      <w:r w:rsidRPr="002B1E1D">
        <w:rPr>
          <w:rFonts w:ascii="Times New Roman" w:hAnsi="Times New Roman"/>
          <w:i/>
          <w:color w:val="00B0F0"/>
          <w:sz w:val="22"/>
          <w:szCs w:val="22"/>
          <w:lang w:val="cs-CZ"/>
        </w:rPr>
        <w:t>Poté poznámku vymažte.)</w:t>
      </w:r>
      <w:permEnd w:id="1124028055"/>
    </w:p>
    <w:p w14:paraId="4BBB4700" w14:textId="77777777" w:rsidR="00A56528" w:rsidRPr="002B1E1D" w:rsidRDefault="00B110F3" w:rsidP="004D5E82">
      <w:pPr>
        <w:pStyle w:val="Text"/>
        <w:widowControl w:val="0"/>
        <w:numPr>
          <w:ilvl w:val="0"/>
          <w:numId w:val="11"/>
        </w:numPr>
        <w:tabs>
          <w:tab w:val="clear" w:pos="227"/>
        </w:tabs>
        <w:suppressAutoHyphens/>
        <w:spacing w:before="90" w:line="240" w:lineRule="auto"/>
        <w:ind w:left="851" w:right="21" w:hanging="284"/>
        <w:rPr>
          <w:rFonts w:ascii="Times New Roman" w:hAnsi="Times New Roman"/>
          <w:sz w:val="22"/>
          <w:szCs w:val="22"/>
          <w:lang w:val="cs-CZ"/>
        </w:rPr>
      </w:pPr>
      <w:r w:rsidRPr="002B1E1D">
        <w:rPr>
          <w:rFonts w:ascii="Times New Roman" w:hAnsi="Times New Roman"/>
          <w:b/>
          <w:sz w:val="22"/>
          <w:lang w:val="cs-CZ"/>
        </w:rPr>
        <w:t xml:space="preserve">2. </w:t>
      </w:r>
      <w:r w:rsidR="0093396A" w:rsidRPr="002B1E1D">
        <w:rPr>
          <w:rFonts w:ascii="Times New Roman" w:hAnsi="Times New Roman"/>
          <w:b/>
          <w:sz w:val="22"/>
          <w:szCs w:val="22"/>
          <w:lang w:val="cs-CZ"/>
        </w:rPr>
        <w:t>Etapa</w:t>
      </w:r>
      <w:r w:rsidRPr="002B1E1D">
        <w:rPr>
          <w:rFonts w:ascii="Times New Roman" w:hAnsi="Times New Roman"/>
          <w:b/>
          <w:sz w:val="22"/>
          <w:lang w:val="cs-CZ"/>
        </w:rPr>
        <w:t xml:space="preserve"> – Stavební úpravy haly, přípojek a kanalizace pro montáž nové mycí linky</w:t>
      </w:r>
      <w:r w:rsidR="00A56528" w:rsidRPr="002B1E1D">
        <w:rPr>
          <w:rFonts w:ascii="Times New Roman" w:hAnsi="Times New Roman"/>
          <w:b/>
          <w:sz w:val="22"/>
          <w:szCs w:val="22"/>
          <w:lang w:val="cs-CZ"/>
        </w:rPr>
        <w:t>:</w:t>
      </w:r>
    </w:p>
    <w:p w14:paraId="6A9F9D92" w14:textId="77777777" w:rsidR="00E66AFB" w:rsidRPr="002B1E1D" w:rsidRDefault="0093396A">
      <w:pPr>
        <w:pStyle w:val="Text"/>
        <w:widowControl w:val="0"/>
        <w:tabs>
          <w:tab w:val="clear" w:pos="227"/>
        </w:tabs>
        <w:suppressAutoHyphens/>
        <w:spacing w:before="90" w:line="240" w:lineRule="auto"/>
        <w:ind w:left="3119" w:right="21"/>
        <w:rPr>
          <w:rFonts w:ascii="Times New Roman" w:hAnsi="Times New Roman"/>
          <w:sz w:val="22"/>
          <w:szCs w:val="22"/>
          <w:lang w:val="cs-CZ"/>
        </w:rPr>
      </w:pPr>
      <w:r w:rsidRPr="002B1E1D">
        <w:rPr>
          <w:rFonts w:ascii="Times New Roman" w:hAnsi="Times New Roman"/>
          <w:b/>
          <w:sz w:val="22"/>
          <w:szCs w:val="22"/>
          <w:lang w:val="cs-CZ"/>
        </w:rPr>
        <w:t xml:space="preserve">do </w:t>
      </w:r>
      <w:permStart w:id="294990150" w:edGrp="everyone"/>
      <w:r w:rsidR="00E27D26" w:rsidRPr="002B1E1D">
        <w:rPr>
          <w:rFonts w:ascii="Times New Roman" w:hAnsi="Times New Roman"/>
          <w:b/>
          <w:sz w:val="22"/>
          <w:szCs w:val="22"/>
          <w:lang w:val="cs-CZ"/>
        </w:rPr>
        <w:t>………..</w:t>
      </w:r>
      <w:permEnd w:id="294990150"/>
      <w:r w:rsidR="00E27D26" w:rsidRPr="002B1E1D">
        <w:rPr>
          <w:rFonts w:ascii="Times New Roman" w:hAnsi="Times New Roman"/>
          <w:b/>
          <w:sz w:val="22"/>
          <w:szCs w:val="22"/>
          <w:lang w:val="cs-CZ"/>
        </w:rPr>
        <w:t xml:space="preserve"> </w:t>
      </w:r>
      <w:r w:rsidRPr="002B1E1D">
        <w:rPr>
          <w:rFonts w:ascii="Times New Roman" w:hAnsi="Times New Roman"/>
          <w:b/>
          <w:sz w:val="22"/>
          <w:szCs w:val="22"/>
          <w:lang w:val="cs-CZ"/>
        </w:rPr>
        <w:t>kalendářních dnů</w:t>
      </w:r>
      <w:r w:rsidRPr="002B1E1D">
        <w:rPr>
          <w:rFonts w:ascii="Times New Roman" w:hAnsi="Times New Roman"/>
          <w:sz w:val="22"/>
          <w:szCs w:val="22"/>
          <w:lang w:val="cs-CZ"/>
        </w:rPr>
        <w:t xml:space="preserve"> od </w:t>
      </w:r>
      <w:r w:rsidR="00AD2622" w:rsidRPr="002B1E1D">
        <w:rPr>
          <w:rFonts w:ascii="Times New Roman" w:hAnsi="Times New Roman"/>
          <w:sz w:val="22"/>
          <w:szCs w:val="22"/>
          <w:lang w:val="cs-CZ"/>
        </w:rPr>
        <w:t xml:space="preserve">konce lhůty pro </w:t>
      </w:r>
      <w:r w:rsidR="00D24CD0" w:rsidRPr="002B1E1D">
        <w:rPr>
          <w:rFonts w:ascii="Times New Roman" w:hAnsi="Times New Roman"/>
          <w:sz w:val="22"/>
          <w:szCs w:val="22"/>
          <w:lang w:val="cs-CZ"/>
        </w:rPr>
        <w:t>dokončení 1. etapy</w:t>
      </w:r>
      <w:r w:rsidRPr="002B1E1D">
        <w:rPr>
          <w:rFonts w:ascii="Times New Roman" w:hAnsi="Times New Roman"/>
          <w:sz w:val="22"/>
          <w:szCs w:val="22"/>
          <w:lang w:val="cs-CZ"/>
        </w:rPr>
        <w:t xml:space="preserve"> </w:t>
      </w:r>
      <w:permStart w:id="1368989432" w:edGrp="everyone"/>
      <w:r w:rsidR="00E27D26" w:rsidRPr="002B1E1D">
        <w:rPr>
          <w:rFonts w:ascii="Times New Roman" w:hAnsi="Times New Roman"/>
          <w:i/>
          <w:color w:val="00B0F0"/>
          <w:sz w:val="22"/>
          <w:szCs w:val="22"/>
          <w:lang w:val="cs-CZ"/>
        </w:rPr>
        <w:t>(POZN. Doplní dodavatel v souladu se svou nabídkou jeden údaj v celých kalendářních dnech. Poté poznámku vymažte.)</w:t>
      </w:r>
      <w:permEnd w:id="1368989432"/>
    </w:p>
    <w:p w14:paraId="086CCA53" w14:textId="77777777" w:rsidR="00A56528" w:rsidRPr="002B1E1D" w:rsidRDefault="00E27D26" w:rsidP="004D5E82">
      <w:pPr>
        <w:pStyle w:val="Text"/>
        <w:widowControl w:val="0"/>
        <w:numPr>
          <w:ilvl w:val="0"/>
          <w:numId w:val="11"/>
        </w:numPr>
        <w:tabs>
          <w:tab w:val="clear" w:pos="227"/>
        </w:tabs>
        <w:suppressAutoHyphens/>
        <w:spacing w:before="90" w:line="240" w:lineRule="auto"/>
        <w:ind w:left="851" w:right="21" w:hanging="284"/>
        <w:rPr>
          <w:rFonts w:ascii="Times New Roman" w:hAnsi="Times New Roman"/>
          <w:sz w:val="22"/>
          <w:szCs w:val="22"/>
          <w:lang w:val="cs-CZ"/>
        </w:rPr>
      </w:pPr>
      <w:r w:rsidRPr="002B1E1D">
        <w:rPr>
          <w:rFonts w:ascii="Times New Roman" w:hAnsi="Times New Roman"/>
          <w:b/>
          <w:sz w:val="22"/>
          <w:szCs w:val="22"/>
          <w:lang w:val="cs-CZ"/>
        </w:rPr>
        <w:t xml:space="preserve">3. Etapa – </w:t>
      </w:r>
      <w:r w:rsidR="00AE7998" w:rsidRPr="002B1E1D">
        <w:rPr>
          <w:rFonts w:ascii="Times New Roman" w:hAnsi="Times New Roman"/>
          <w:b/>
          <w:sz w:val="22"/>
          <w:szCs w:val="22"/>
          <w:lang w:val="cs-CZ"/>
        </w:rPr>
        <w:t>Dodání a m</w:t>
      </w:r>
      <w:r w:rsidRPr="002B1E1D">
        <w:rPr>
          <w:rFonts w:ascii="Times New Roman" w:hAnsi="Times New Roman"/>
          <w:b/>
          <w:sz w:val="22"/>
          <w:szCs w:val="22"/>
          <w:lang w:val="cs-CZ"/>
        </w:rPr>
        <w:t xml:space="preserve">ontáž nové mycí </w:t>
      </w:r>
      <w:r w:rsidR="00AE7998" w:rsidRPr="002B1E1D">
        <w:rPr>
          <w:rFonts w:ascii="Times New Roman" w:hAnsi="Times New Roman"/>
          <w:b/>
          <w:sz w:val="22"/>
          <w:szCs w:val="22"/>
          <w:lang w:val="cs-CZ"/>
        </w:rPr>
        <w:t>linky</w:t>
      </w:r>
      <w:r w:rsidR="00A56528" w:rsidRPr="002B1E1D">
        <w:rPr>
          <w:rFonts w:ascii="Times New Roman" w:hAnsi="Times New Roman"/>
          <w:b/>
          <w:sz w:val="22"/>
          <w:szCs w:val="22"/>
          <w:lang w:val="cs-CZ"/>
        </w:rPr>
        <w:t>:</w:t>
      </w:r>
    </w:p>
    <w:p w14:paraId="509A954A" w14:textId="77777777" w:rsidR="00E66AFB" w:rsidRDefault="00B110F3">
      <w:pPr>
        <w:pStyle w:val="Text"/>
        <w:widowControl w:val="0"/>
        <w:tabs>
          <w:tab w:val="clear" w:pos="227"/>
        </w:tabs>
        <w:suppressAutoHyphens/>
        <w:spacing w:before="90" w:line="240" w:lineRule="auto"/>
        <w:ind w:left="3119" w:right="21"/>
        <w:rPr>
          <w:rFonts w:ascii="Times New Roman" w:hAnsi="Times New Roman"/>
          <w:i/>
          <w:color w:val="00B0F0"/>
          <w:sz w:val="22"/>
          <w:lang w:val="cs-CZ"/>
        </w:rPr>
      </w:pPr>
      <w:r w:rsidRPr="00B110F3">
        <w:rPr>
          <w:rFonts w:ascii="Times New Roman" w:hAnsi="Times New Roman"/>
          <w:b/>
          <w:color w:val="auto"/>
          <w:sz w:val="22"/>
          <w:lang w:val="cs-CZ"/>
        </w:rPr>
        <w:t xml:space="preserve">do </w:t>
      </w:r>
      <w:permStart w:id="2003043934" w:edGrp="everyone"/>
      <w:r w:rsidRPr="00B110F3">
        <w:rPr>
          <w:rFonts w:ascii="Times New Roman" w:hAnsi="Times New Roman"/>
          <w:b/>
          <w:color w:val="auto"/>
          <w:sz w:val="22"/>
          <w:lang w:val="cs-CZ"/>
        </w:rPr>
        <w:t>………..</w:t>
      </w:r>
      <w:permEnd w:id="2003043934"/>
      <w:r w:rsidRPr="00B110F3">
        <w:rPr>
          <w:rFonts w:ascii="Times New Roman" w:hAnsi="Times New Roman"/>
          <w:b/>
          <w:color w:val="auto"/>
          <w:sz w:val="22"/>
          <w:lang w:val="cs-CZ"/>
        </w:rPr>
        <w:t xml:space="preserve"> kalendářních dnů </w:t>
      </w:r>
      <w:r w:rsidRPr="00835317">
        <w:rPr>
          <w:rFonts w:ascii="Times New Roman" w:hAnsi="Times New Roman"/>
          <w:color w:val="auto"/>
          <w:sz w:val="22"/>
          <w:lang w:val="cs-CZ"/>
        </w:rPr>
        <w:t>od</w:t>
      </w:r>
      <w:r w:rsidR="00D24CD0" w:rsidRPr="00D24CD0">
        <w:rPr>
          <w:rFonts w:ascii="Times New Roman" w:hAnsi="Times New Roman"/>
          <w:color w:val="auto"/>
          <w:sz w:val="22"/>
          <w:lang w:val="cs-CZ"/>
        </w:rPr>
        <w:t xml:space="preserve"> </w:t>
      </w:r>
      <w:r w:rsidR="00AD2622">
        <w:rPr>
          <w:rFonts w:ascii="Times New Roman" w:hAnsi="Times New Roman"/>
          <w:sz w:val="22"/>
          <w:szCs w:val="22"/>
          <w:lang w:val="cs-CZ"/>
        </w:rPr>
        <w:t xml:space="preserve">konce lhůty pro </w:t>
      </w:r>
      <w:r w:rsidR="00D24CD0" w:rsidRPr="00D24CD0">
        <w:rPr>
          <w:rFonts w:ascii="Times New Roman" w:hAnsi="Times New Roman"/>
          <w:color w:val="auto"/>
          <w:sz w:val="22"/>
          <w:lang w:val="cs-CZ"/>
        </w:rPr>
        <w:t>dokončení 2. etapy</w:t>
      </w:r>
      <w:r w:rsidR="00E27D26" w:rsidRPr="006615F7">
        <w:rPr>
          <w:rFonts w:ascii="Times New Roman" w:hAnsi="Times New Roman"/>
          <w:sz w:val="22"/>
          <w:szCs w:val="22"/>
          <w:lang w:val="cs-CZ"/>
        </w:rPr>
        <w:t xml:space="preserve"> </w:t>
      </w:r>
      <w:permStart w:id="1490642475" w:edGrp="everyone"/>
      <w:r w:rsidR="00E27D26" w:rsidRPr="002901EE">
        <w:rPr>
          <w:rFonts w:ascii="Times New Roman" w:hAnsi="Times New Roman"/>
          <w:i/>
          <w:color w:val="00B0F0"/>
          <w:sz w:val="22"/>
          <w:szCs w:val="22"/>
          <w:lang w:val="cs-CZ"/>
        </w:rPr>
        <w:t>(POZN. Doplní dodavatel v souladu se svou nabídkou jeden údaj v celých kalendářních dnech. Poté poznámku vymažte.)</w:t>
      </w:r>
      <w:permEnd w:id="1490642475"/>
    </w:p>
    <w:p w14:paraId="555E0821" w14:textId="77777777" w:rsidR="00F44C04" w:rsidRPr="002B1E1D" w:rsidRDefault="00AB57D2" w:rsidP="005A67B3">
      <w:pPr>
        <w:pStyle w:val="Text"/>
        <w:widowControl w:val="0"/>
        <w:tabs>
          <w:tab w:val="clear" w:pos="227"/>
        </w:tabs>
        <w:suppressAutoHyphens/>
        <w:spacing w:before="90" w:line="240" w:lineRule="auto"/>
        <w:ind w:left="567" w:right="21"/>
        <w:rPr>
          <w:rFonts w:ascii="Times New Roman" w:hAnsi="Times New Roman"/>
          <w:i/>
          <w:color w:val="00B0F0"/>
          <w:sz w:val="22"/>
          <w:lang w:val="cs-CZ"/>
        </w:rPr>
      </w:pPr>
      <w:r w:rsidRPr="002B1E1D">
        <w:rPr>
          <w:rFonts w:ascii="Times New Roman" w:hAnsi="Times New Roman"/>
          <w:sz w:val="22"/>
          <w:szCs w:val="22"/>
          <w:lang w:val="cs-CZ"/>
        </w:rPr>
        <w:t>Výzv</w:t>
      </w:r>
      <w:r w:rsidR="008372CE" w:rsidRPr="002B1E1D">
        <w:rPr>
          <w:rFonts w:ascii="Times New Roman" w:hAnsi="Times New Roman"/>
          <w:sz w:val="22"/>
          <w:szCs w:val="22"/>
          <w:lang w:val="cs-CZ"/>
        </w:rPr>
        <w:t>y</w:t>
      </w:r>
      <w:r w:rsidRPr="002B1E1D">
        <w:rPr>
          <w:rFonts w:ascii="Times New Roman" w:hAnsi="Times New Roman"/>
          <w:sz w:val="22"/>
          <w:szCs w:val="22"/>
          <w:lang w:val="cs-CZ"/>
        </w:rPr>
        <w:t xml:space="preserve"> objednatel</w:t>
      </w:r>
      <w:r w:rsidR="008372CE" w:rsidRPr="002B1E1D">
        <w:rPr>
          <w:rFonts w:ascii="Times New Roman" w:hAnsi="Times New Roman"/>
          <w:sz w:val="22"/>
          <w:szCs w:val="22"/>
          <w:lang w:val="cs-CZ"/>
        </w:rPr>
        <w:t>e dle tohoto článku této smlouvy bude objednatel</w:t>
      </w:r>
      <w:r w:rsidRPr="002B1E1D">
        <w:rPr>
          <w:rFonts w:ascii="Times New Roman" w:hAnsi="Times New Roman"/>
          <w:sz w:val="22"/>
          <w:szCs w:val="22"/>
          <w:lang w:val="cs-CZ"/>
        </w:rPr>
        <w:t xml:space="preserve"> </w:t>
      </w:r>
      <w:r w:rsidR="008372CE" w:rsidRPr="002B1E1D">
        <w:rPr>
          <w:rFonts w:ascii="Times New Roman" w:hAnsi="Times New Roman"/>
          <w:sz w:val="22"/>
          <w:szCs w:val="22"/>
          <w:lang w:val="cs-CZ"/>
        </w:rPr>
        <w:t>zasílat</w:t>
      </w:r>
      <w:r w:rsidRPr="002B1E1D">
        <w:rPr>
          <w:rFonts w:ascii="Times New Roman" w:hAnsi="Times New Roman"/>
          <w:sz w:val="22"/>
          <w:szCs w:val="22"/>
          <w:lang w:val="cs-CZ"/>
        </w:rPr>
        <w:t xml:space="preserve"> na adresu zhotovitele </w:t>
      </w:r>
      <w:permStart w:id="709494798" w:edGrp="everyone"/>
      <w:r w:rsidRPr="002B1E1D">
        <w:rPr>
          <w:rFonts w:ascii="Times New Roman" w:hAnsi="Times New Roman"/>
          <w:sz w:val="22"/>
          <w:szCs w:val="22"/>
          <w:lang w:val="cs-CZ"/>
        </w:rPr>
        <w:t>……..</w:t>
      </w:r>
      <w:r w:rsidR="008372CE" w:rsidRPr="002B1E1D">
        <w:rPr>
          <w:rFonts w:ascii="Times New Roman" w:hAnsi="Times New Roman"/>
          <w:lang w:val="cs-CZ"/>
        </w:rPr>
        <w:t xml:space="preserve"> </w:t>
      </w:r>
      <w:r w:rsidR="00B110F3" w:rsidRPr="002B1E1D">
        <w:rPr>
          <w:rFonts w:ascii="Times New Roman" w:hAnsi="Times New Roman"/>
          <w:i/>
          <w:color w:val="00B0F0"/>
          <w:sz w:val="22"/>
          <w:lang w:val="cs-CZ"/>
        </w:rPr>
        <w:t>(POZ. Doplní dodavatel elektronickou adresu nebo adresu datové schránky . Poté poznámku vymažte).</w:t>
      </w:r>
      <w:permEnd w:id="709494798"/>
    </w:p>
    <w:p w14:paraId="136AC870" w14:textId="77777777" w:rsidR="00F44C04" w:rsidRDefault="00F44C04" w:rsidP="00F44C04">
      <w:pPr>
        <w:pStyle w:val="Text"/>
        <w:widowControl w:val="0"/>
        <w:tabs>
          <w:tab w:val="clear" w:pos="227"/>
        </w:tabs>
        <w:suppressAutoHyphens/>
        <w:spacing w:before="90" w:line="240" w:lineRule="auto"/>
        <w:ind w:left="567" w:right="21"/>
        <w:rPr>
          <w:sz w:val="22"/>
          <w:szCs w:val="22"/>
        </w:rPr>
      </w:pPr>
      <w:r w:rsidRPr="002901EE">
        <w:rPr>
          <w:sz w:val="22"/>
          <w:szCs w:val="22"/>
        </w:rPr>
        <w:t>__________________________________________________________________________________________</w:t>
      </w:r>
    </w:p>
    <w:p w14:paraId="02981A20" w14:textId="77777777" w:rsidR="00F44C04" w:rsidRDefault="00F44C04" w:rsidP="00F44C04">
      <w:pPr>
        <w:pStyle w:val="Odstavecseseznamem"/>
        <w:widowControl w:val="0"/>
        <w:numPr>
          <w:ilvl w:val="0"/>
          <w:numId w:val="0"/>
        </w:numPr>
        <w:tabs>
          <w:tab w:val="left" w:pos="1560"/>
        </w:tabs>
        <w:suppressAutoHyphens/>
        <w:ind w:left="1854"/>
        <w:rPr>
          <w:b/>
        </w:rPr>
      </w:pPr>
      <w:r>
        <w:rPr>
          <w:b/>
        </w:rPr>
        <w:t>Celková doba plnění</w:t>
      </w:r>
      <w:r w:rsidRPr="00296F98">
        <w:rPr>
          <w:b/>
        </w:rPr>
        <w:t xml:space="preserve"> </w:t>
      </w:r>
      <w:r w:rsidRPr="00296F98">
        <w:rPr>
          <w:b/>
        </w:rPr>
        <w:tab/>
      </w:r>
      <w:r w:rsidRPr="00296F98">
        <w:rPr>
          <w:b/>
        </w:rPr>
        <w:tab/>
      </w:r>
      <w:r w:rsidRPr="00296F98">
        <w:rPr>
          <w:b/>
        </w:rPr>
        <w:tab/>
      </w:r>
      <w:r w:rsidRPr="00296F98">
        <w:rPr>
          <w:b/>
        </w:rPr>
        <w:tab/>
      </w:r>
      <w:r w:rsidRPr="00296F98">
        <w:rPr>
          <w:b/>
        </w:rPr>
        <w:tab/>
      </w:r>
      <w:permStart w:id="294795481" w:edGrp="everyone"/>
      <w:r>
        <w:rPr>
          <w:b/>
        </w:rPr>
        <w:t>………..</w:t>
      </w:r>
      <w:permEnd w:id="294795481"/>
      <w:r>
        <w:rPr>
          <w:b/>
        </w:rPr>
        <w:t xml:space="preserve"> kalendářních dnů</w:t>
      </w:r>
    </w:p>
    <w:p w14:paraId="202F0243" w14:textId="77777777" w:rsidR="0066230A" w:rsidRDefault="00F44C04" w:rsidP="0066230A">
      <w:pPr>
        <w:pStyle w:val="Text"/>
        <w:widowControl w:val="0"/>
        <w:tabs>
          <w:tab w:val="clear" w:pos="227"/>
        </w:tabs>
        <w:suppressAutoHyphens/>
        <w:spacing w:before="90" w:line="240" w:lineRule="auto"/>
        <w:ind w:left="1854" w:right="21"/>
        <w:rPr>
          <w:rFonts w:ascii="Times New Roman" w:hAnsi="Times New Roman"/>
          <w:sz w:val="22"/>
          <w:szCs w:val="22"/>
          <w:lang w:val="cs-CZ"/>
        </w:rPr>
      </w:pPr>
      <w:permStart w:id="1896169775" w:edGrp="everyone"/>
      <w:r w:rsidRPr="002901EE">
        <w:rPr>
          <w:rFonts w:ascii="Times New Roman" w:hAnsi="Times New Roman"/>
          <w:i/>
          <w:color w:val="00B0F0"/>
          <w:sz w:val="22"/>
          <w:szCs w:val="22"/>
          <w:lang w:val="cs-CZ"/>
        </w:rPr>
        <w:t xml:space="preserve">(Pozn. Doplní dodavatel. </w:t>
      </w:r>
      <w:r>
        <w:rPr>
          <w:rFonts w:ascii="Times New Roman" w:hAnsi="Times New Roman"/>
          <w:i/>
          <w:color w:val="00B0F0"/>
          <w:sz w:val="22"/>
          <w:szCs w:val="22"/>
          <w:lang w:val="cs-CZ"/>
        </w:rPr>
        <w:t>Celková doba plnění vznikne součtem uvedených kalendářních dnů za 1., 2. a 3. Etapu.</w:t>
      </w:r>
      <w:r w:rsidRPr="002901EE">
        <w:rPr>
          <w:rFonts w:ascii="Times New Roman" w:hAnsi="Times New Roman"/>
          <w:i/>
          <w:color w:val="00B0F0"/>
          <w:sz w:val="22"/>
          <w:szCs w:val="22"/>
          <w:lang w:val="cs-CZ"/>
        </w:rPr>
        <w:t>Poté poznámku vymažte. Tento údaj bude předmětem hodnocení.</w:t>
      </w:r>
      <w:r>
        <w:rPr>
          <w:rFonts w:ascii="Times New Roman" w:hAnsi="Times New Roman"/>
          <w:i/>
          <w:color w:val="00B0F0"/>
          <w:sz w:val="22"/>
          <w:szCs w:val="22"/>
          <w:lang w:val="cs-CZ"/>
        </w:rPr>
        <w:t xml:space="preserve"> Objednatel určil, že maximální doba realizace stavby mycí linky může činit </w:t>
      </w:r>
      <w:r w:rsidR="008B2D48">
        <w:rPr>
          <w:rFonts w:ascii="Times New Roman" w:hAnsi="Times New Roman"/>
          <w:i/>
          <w:color w:val="00B0F0"/>
          <w:sz w:val="22"/>
          <w:szCs w:val="22"/>
          <w:lang w:val="cs-CZ"/>
        </w:rPr>
        <w:t>12</w:t>
      </w:r>
      <w:r>
        <w:rPr>
          <w:rFonts w:ascii="Times New Roman" w:hAnsi="Times New Roman"/>
          <w:i/>
          <w:color w:val="00B0F0"/>
          <w:sz w:val="22"/>
          <w:szCs w:val="22"/>
          <w:lang w:val="cs-CZ"/>
        </w:rPr>
        <w:t>0 dnů</w:t>
      </w:r>
      <w:r w:rsidR="0066230A" w:rsidRPr="002901EE">
        <w:rPr>
          <w:rFonts w:ascii="Times New Roman" w:hAnsi="Times New Roman"/>
          <w:i/>
          <w:color w:val="00B0F0"/>
          <w:sz w:val="22"/>
          <w:szCs w:val="22"/>
          <w:lang w:val="cs-CZ"/>
        </w:rPr>
        <w:t>)</w:t>
      </w:r>
      <w:permEnd w:id="1896169775"/>
    </w:p>
    <w:p w14:paraId="46768681" w14:textId="77777777" w:rsidR="00F44C04" w:rsidRDefault="00F44C04" w:rsidP="00F44C04">
      <w:pPr>
        <w:pStyle w:val="Text"/>
        <w:widowControl w:val="0"/>
        <w:tabs>
          <w:tab w:val="clear" w:pos="227"/>
        </w:tabs>
        <w:suppressAutoHyphens/>
        <w:spacing w:before="90" w:line="240" w:lineRule="auto"/>
        <w:ind w:left="567" w:right="21"/>
        <w:rPr>
          <w:sz w:val="22"/>
          <w:szCs w:val="22"/>
        </w:rPr>
      </w:pPr>
    </w:p>
    <w:p w14:paraId="4C12DC41" w14:textId="77777777" w:rsidR="00F44C04" w:rsidRDefault="00F44C04" w:rsidP="005A67B3">
      <w:pPr>
        <w:pStyle w:val="Text"/>
        <w:widowControl w:val="0"/>
        <w:tabs>
          <w:tab w:val="clear" w:pos="227"/>
        </w:tabs>
        <w:suppressAutoHyphens/>
        <w:spacing w:before="90" w:line="240" w:lineRule="auto"/>
        <w:ind w:left="567" w:right="21"/>
        <w:rPr>
          <w:sz w:val="22"/>
          <w:szCs w:val="22"/>
        </w:rPr>
      </w:pPr>
    </w:p>
    <w:p w14:paraId="163A3EDC" w14:textId="77777777" w:rsidR="00296496" w:rsidRDefault="00A56528" w:rsidP="005A67B3">
      <w:pPr>
        <w:pStyle w:val="Odstavecseseznamem"/>
        <w:widowControl w:val="0"/>
        <w:tabs>
          <w:tab w:val="clear" w:pos="709"/>
          <w:tab w:val="left" w:pos="3119"/>
        </w:tabs>
        <w:suppressAutoHyphens/>
        <w:ind w:left="567" w:hanging="567"/>
        <w:jc w:val="both"/>
      </w:pPr>
      <w:r w:rsidRPr="002901EE">
        <w:t>Termín předání část</w:t>
      </w:r>
      <w:r>
        <w:t>i</w:t>
      </w:r>
      <w:r w:rsidRPr="002901EE">
        <w:t xml:space="preserve"> díla - </w:t>
      </w:r>
      <w:r>
        <w:t xml:space="preserve"> </w:t>
      </w:r>
      <w:r w:rsidR="005A67B3">
        <w:tab/>
      </w:r>
      <w:r w:rsidR="00AB57D2" w:rsidRPr="00AB57D2">
        <w:rPr>
          <w:b/>
        </w:rPr>
        <w:t>Provedení komplexní funkční zkoušky nové mycí linky</w:t>
      </w:r>
      <w:r w:rsidR="00AE7998">
        <w:rPr>
          <w:b/>
        </w:rPr>
        <w:t xml:space="preserve"> dle čl. 3.3 této smlouvy</w:t>
      </w:r>
      <w:r>
        <w:rPr>
          <w:b/>
        </w:rPr>
        <w:t>:</w:t>
      </w:r>
      <w:r w:rsidR="00AB57D2" w:rsidRPr="00AB57D2">
        <w:rPr>
          <w:b/>
        </w:rPr>
        <w:t xml:space="preserve"> </w:t>
      </w:r>
    </w:p>
    <w:p w14:paraId="538A49E6" w14:textId="77777777" w:rsidR="00296496" w:rsidRPr="00BD1B23" w:rsidRDefault="00D24CD0" w:rsidP="000C444C">
      <w:pPr>
        <w:pStyle w:val="Odstavecseseznamem"/>
        <w:widowControl w:val="0"/>
        <w:numPr>
          <w:ilvl w:val="0"/>
          <w:numId w:val="0"/>
        </w:numPr>
        <w:tabs>
          <w:tab w:val="clear" w:pos="709"/>
        </w:tabs>
        <w:suppressAutoHyphens/>
        <w:ind w:left="3119"/>
        <w:jc w:val="both"/>
      </w:pPr>
      <w:r w:rsidRPr="00D24CD0">
        <w:t>Před předáním a převzetím dokončeného díla</w:t>
      </w:r>
      <w:r w:rsidR="002B1E1D">
        <w:t>, nejpozději tedy do konce lhůty uvedené v bodě 6.3. písm. c) této smlouvy</w:t>
      </w:r>
      <w:r w:rsidR="00BD1B23">
        <w:t>. Provedení úspěšné komplexní funkční zkoušky je podmínkou pro předání a převzetí díla</w:t>
      </w:r>
    </w:p>
    <w:p w14:paraId="7B41DD6F" w14:textId="77777777" w:rsidR="00296496" w:rsidRDefault="00A56528" w:rsidP="005A67B3">
      <w:pPr>
        <w:pStyle w:val="Odstavecseseznamem"/>
        <w:widowControl w:val="0"/>
        <w:tabs>
          <w:tab w:val="clear" w:pos="709"/>
          <w:tab w:val="left" w:pos="3119"/>
        </w:tabs>
        <w:suppressAutoHyphens/>
        <w:ind w:left="567" w:hanging="567"/>
        <w:jc w:val="both"/>
      </w:pPr>
      <w:r w:rsidRPr="002901EE">
        <w:t>Termín předání část</w:t>
      </w:r>
      <w:r>
        <w:t>i</w:t>
      </w:r>
      <w:r w:rsidRPr="002901EE">
        <w:t xml:space="preserve"> díla -</w:t>
      </w:r>
      <w:r>
        <w:t xml:space="preserve"> </w:t>
      </w:r>
      <w:r w:rsidR="005A67B3">
        <w:tab/>
      </w:r>
      <w:r w:rsidR="00AB57D2" w:rsidRPr="00AB57D2">
        <w:rPr>
          <w:b/>
        </w:rPr>
        <w:t>Vyhotovení dokumentace skutečného provedení stavby</w:t>
      </w:r>
      <w:r w:rsidR="00AE7998">
        <w:rPr>
          <w:b/>
        </w:rPr>
        <w:t xml:space="preserve"> dle čl. 3.4 této </w:t>
      </w:r>
      <w:r w:rsidR="00AE7998">
        <w:rPr>
          <w:b/>
        </w:rPr>
        <w:tab/>
        <w:t>smlouvy</w:t>
      </w:r>
      <w:r>
        <w:rPr>
          <w:b/>
        </w:rPr>
        <w:t>:</w:t>
      </w:r>
      <w:r w:rsidR="00AB57D2" w:rsidRPr="00AB57D2">
        <w:rPr>
          <w:b/>
        </w:rPr>
        <w:t xml:space="preserve"> </w:t>
      </w:r>
    </w:p>
    <w:p w14:paraId="28D8E635" w14:textId="77777777" w:rsidR="00296496" w:rsidRPr="002B1E1D" w:rsidRDefault="00D24CD0" w:rsidP="000C444C">
      <w:pPr>
        <w:pStyle w:val="Odstavecseseznamem"/>
        <w:widowControl w:val="0"/>
        <w:numPr>
          <w:ilvl w:val="0"/>
          <w:numId w:val="0"/>
        </w:numPr>
        <w:tabs>
          <w:tab w:val="clear" w:pos="709"/>
        </w:tabs>
        <w:suppressAutoHyphens/>
        <w:ind w:left="3119"/>
        <w:jc w:val="both"/>
        <w:rPr>
          <w:b/>
        </w:rPr>
      </w:pPr>
      <w:r w:rsidRPr="002B1E1D">
        <w:t>Zhotovitel je povinen předat objednateli dokumentaci skutečného provedení stavby nejpozději v den</w:t>
      </w:r>
      <w:r w:rsidR="00BD1B23" w:rsidRPr="002B1E1D">
        <w:rPr>
          <w:b/>
        </w:rPr>
        <w:t xml:space="preserve"> </w:t>
      </w:r>
      <w:r w:rsidRPr="002B1E1D">
        <w:t>předání a převzetí dokončeného díla</w:t>
      </w:r>
      <w:r w:rsidR="00625B7F">
        <w:t xml:space="preserve">, </w:t>
      </w:r>
      <w:r w:rsidR="002B1E1D" w:rsidRPr="002B1E1D">
        <w:t>nejpozději tedy do konce lhůty uvedené v bodě 6.3. písm. c) této smlouvy</w:t>
      </w:r>
      <w:r w:rsidR="00BD1B23" w:rsidRPr="002B1E1D">
        <w:t>. Bez této dokumentace není dílo uzpůsobeno k řádnému používání a předání a převzetí dokončeného díla nemůže proběhnout.</w:t>
      </w:r>
    </w:p>
    <w:p w14:paraId="240454E6" w14:textId="77777777" w:rsidR="00AE7998" w:rsidRPr="002B1E1D" w:rsidRDefault="00A56528" w:rsidP="00AE7998">
      <w:pPr>
        <w:pStyle w:val="Odstavecseseznamem"/>
        <w:widowControl w:val="0"/>
        <w:tabs>
          <w:tab w:val="clear" w:pos="709"/>
          <w:tab w:val="left" w:pos="3119"/>
        </w:tabs>
        <w:suppressAutoHyphens/>
        <w:ind w:left="567" w:hanging="567"/>
        <w:jc w:val="both"/>
      </w:pPr>
      <w:r w:rsidRPr="002B1E1D">
        <w:t xml:space="preserve">Termín předání části díla - </w:t>
      </w:r>
      <w:r w:rsidR="005A67B3" w:rsidRPr="002B1E1D">
        <w:tab/>
      </w:r>
      <w:r w:rsidR="00AB57D2" w:rsidRPr="002B1E1D">
        <w:rPr>
          <w:b/>
        </w:rPr>
        <w:t>Zpracování místního provozního řádu nové mycí linky</w:t>
      </w:r>
      <w:r w:rsidR="00AE7998" w:rsidRPr="002B1E1D">
        <w:rPr>
          <w:b/>
        </w:rPr>
        <w:t xml:space="preserve"> dle čl. 3.5 této </w:t>
      </w:r>
      <w:r w:rsidR="00AE7998" w:rsidRPr="002B1E1D">
        <w:rPr>
          <w:b/>
        </w:rPr>
        <w:tab/>
        <w:t xml:space="preserve">smlouvy: </w:t>
      </w:r>
    </w:p>
    <w:p w14:paraId="5539C6A2" w14:textId="6FA2C5F6" w:rsidR="00B062DD" w:rsidRPr="002B1E1D" w:rsidRDefault="002B1E1D" w:rsidP="000C444C">
      <w:pPr>
        <w:pStyle w:val="Odstavecseseznamem"/>
        <w:widowControl w:val="0"/>
        <w:numPr>
          <w:ilvl w:val="0"/>
          <w:numId w:val="0"/>
        </w:numPr>
        <w:tabs>
          <w:tab w:val="clear" w:pos="709"/>
        </w:tabs>
        <w:suppressAutoHyphens/>
        <w:ind w:left="3119"/>
        <w:jc w:val="both"/>
      </w:pPr>
      <w:r>
        <w:t>Z</w:t>
      </w:r>
      <w:r w:rsidR="00D24CD0" w:rsidRPr="002B1E1D">
        <w:t xml:space="preserve">hotovitel je povinen </w:t>
      </w:r>
      <w:r>
        <w:t xml:space="preserve">předat objednateli </w:t>
      </w:r>
      <w:r w:rsidR="00D24CD0" w:rsidRPr="002B1E1D">
        <w:t>místní provozní řád objednateli při předání a převzetí stavby</w:t>
      </w:r>
      <w:r>
        <w:t xml:space="preserve">, </w:t>
      </w:r>
      <w:r w:rsidRPr="002B1E1D">
        <w:t>nejpozději tedy do konce lhůty uvedené v bodě 6.3. písm. c) této smlouvy</w:t>
      </w:r>
      <w:r w:rsidR="00D24CD0" w:rsidRPr="002B1E1D">
        <w:t>.</w:t>
      </w:r>
    </w:p>
    <w:p w14:paraId="24860ED8" w14:textId="77777777" w:rsidR="00296496" w:rsidRPr="002B1E1D" w:rsidRDefault="00A56528" w:rsidP="005A67B3">
      <w:pPr>
        <w:pStyle w:val="Odstavecseseznamem"/>
        <w:widowControl w:val="0"/>
        <w:tabs>
          <w:tab w:val="clear" w:pos="709"/>
          <w:tab w:val="left" w:pos="3119"/>
        </w:tabs>
        <w:suppressAutoHyphens/>
        <w:ind w:left="567" w:hanging="567"/>
        <w:jc w:val="both"/>
      </w:pPr>
      <w:r w:rsidRPr="002B1E1D">
        <w:t xml:space="preserve">Termín předání části díla - </w:t>
      </w:r>
      <w:r w:rsidR="005A67B3" w:rsidRPr="002B1E1D">
        <w:tab/>
      </w:r>
      <w:r w:rsidR="00AB57D2" w:rsidRPr="002B1E1D">
        <w:rPr>
          <w:b/>
        </w:rPr>
        <w:t>Zaškolení pracovníků objednatele určených k</w:t>
      </w:r>
      <w:r w:rsidR="00835317" w:rsidRPr="002B1E1D">
        <w:rPr>
          <w:b/>
        </w:rPr>
        <w:t> </w:t>
      </w:r>
      <w:r w:rsidR="00AB57D2" w:rsidRPr="002B1E1D">
        <w:rPr>
          <w:b/>
        </w:rPr>
        <w:t xml:space="preserve">obsluze a užívání nové mycí </w:t>
      </w:r>
      <w:r w:rsidR="000C444C" w:rsidRPr="002B1E1D">
        <w:rPr>
          <w:b/>
        </w:rPr>
        <w:tab/>
      </w:r>
      <w:r w:rsidR="00AB57D2" w:rsidRPr="002B1E1D">
        <w:rPr>
          <w:b/>
        </w:rPr>
        <w:t>linky</w:t>
      </w:r>
      <w:r w:rsidR="00AE7998" w:rsidRPr="002B1E1D">
        <w:rPr>
          <w:b/>
        </w:rPr>
        <w:t xml:space="preserve"> dle čl. 3.6 této smlouvy</w:t>
      </w:r>
      <w:r w:rsidRPr="002B1E1D">
        <w:rPr>
          <w:b/>
        </w:rPr>
        <w:t>:</w:t>
      </w:r>
    </w:p>
    <w:p w14:paraId="45F42DB7" w14:textId="77777777" w:rsidR="00B062DD" w:rsidRPr="002B1E1D" w:rsidRDefault="00D24CD0" w:rsidP="000C444C">
      <w:pPr>
        <w:pStyle w:val="Odstavecseseznamem"/>
        <w:widowControl w:val="0"/>
        <w:numPr>
          <w:ilvl w:val="0"/>
          <w:numId w:val="0"/>
        </w:numPr>
        <w:tabs>
          <w:tab w:val="clear" w:pos="709"/>
        </w:tabs>
        <w:suppressAutoHyphens/>
        <w:ind w:left="3119"/>
        <w:jc w:val="both"/>
      </w:pPr>
      <w:r w:rsidRPr="002B1E1D">
        <w:t>v termínu a místě určeným objednatelem, nejpozději však před zahájením ověřovacího provozu dle čl. 6.10 této smlouvy.</w:t>
      </w:r>
    </w:p>
    <w:p w14:paraId="438A96A1" w14:textId="77777777" w:rsidR="00296496" w:rsidRPr="002B1E1D" w:rsidRDefault="00A56528" w:rsidP="005A67B3">
      <w:pPr>
        <w:pStyle w:val="Odstavecseseznamem"/>
        <w:widowControl w:val="0"/>
        <w:tabs>
          <w:tab w:val="clear" w:pos="709"/>
          <w:tab w:val="left" w:pos="3119"/>
        </w:tabs>
        <w:suppressAutoHyphens/>
        <w:ind w:left="567" w:hanging="567"/>
        <w:jc w:val="both"/>
      </w:pPr>
      <w:r w:rsidRPr="002B1E1D">
        <w:t xml:space="preserve">Termín předání části díla - </w:t>
      </w:r>
      <w:r w:rsidR="005A67B3" w:rsidRPr="002B1E1D">
        <w:tab/>
      </w:r>
      <w:r w:rsidR="00AB57D2" w:rsidRPr="002B1E1D">
        <w:rPr>
          <w:b/>
        </w:rPr>
        <w:t xml:space="preserve">Poskytnutí </w:t>
      </w:r>
      <w:r w:rsidRPr="002B1E1D">
        <w:rPr>
          <w:b/>
        </w:rPr>
        <w:t>SW</w:t>
      </w:r>
      <w:r w:rsidR="00AE7998" w:rsidRPr="002B1E1D">
        <w:rPr>
          <w:b/>
        </w:rPr>
        <w:t xml:space="preserve"> a licencí dle čl. 3.7 této smlouvy</w:t>
      </w:r>
      <w:r w:rsidRPr="002B1E1D">
        <w:rPr>
          <w:b/>
        </w:rPr>
        <w:t>:</w:t>
      </w:r>
    </w:p>
    <w:p w14:paraId="36C16D77" w14:textId="156A896B" w:rsidR="00296496" w:rsidRPr="00835317" w:rsidRDefault="00D24CD0" w:rsidP="000C444C">
      <w:pPr>
        <w:pStyle w:val="Odstavecseseznamem"/>
        <w:widowControl w:val="0"/>
        <w:numPr>
          <w:ilvl w:val="0"/>
          <w:numId w:val="0"/>
        </w:numPr>
        <w:tabs>
          <w:tab w:val="clear" w:pos="709"/>
        </w:tabs>
        <w:suppressAutoHyphens/>
        <w:ind w:left="3119"/>
        <w:jc w:val="both"/>
        <w:rPr>
          <w:b/>
          <w:strike/>
        </w:rPr>
      </w:pPr>
      <w:r w:rsidRPr="002B1E1D">
        <w:t>Zhotovitel je povinen poskytnout objednateli SW licence nejpozději</w:t>
      </w:r>
      <w:r w:rsidR="002B1E1D">
        <w:t xml:space="preserve">, </w:t>
      </w:r>
      <w:r w:rsidR="002B1E1D" w:rsidRPr="002B1E1D">
        <w:t>nejpozději do konce lhůty uvedené v bodě 6.3. písm. c) této smlouvy</w:t>
      </w:r>
      <w:r w:rsidRPr="002B1E1D">
        <w:t>.</w:t>
      </w:r>
    </w:p>
    <w:p w14:paraId="359132F1" w14:textId="77777777" w:rsidR="00AE7998" w:rsidRPr="002B1E1D" w:rsidRDefault="00D24CD0" w:rsidP="00AE7998">
      <w:pPr>
        <w:pStyle w:val="Odstavecseseznamem"/>
        <w:widowControl w:val="0"/>
        <w:tabs>
          <w:tab w:val="clear" w:pos="709"/>
          <w:tab w:val="left" w:pos="3119"/>
        </w:tabs>
        <w:suppressAutoHyphens/>
        <w:ind w:left="567" w:hanging="567"/>
        <w:jc w:val="both"/>
      </w:pPr>
      <w:r w:rsidRPr="002B1E1D">
        <w:t>Termín předání či plnění dalších částí díla dle upraven v čl. 3.8. této smlouvy.</w:t>
      </w:r>
    </w:p>
    <w:p w14:paraId="1E5C10AF" w14:textId="77777777" w:rsidR="00AE7998" w:rsidRPr="000C444C" w:rsidRDefault="00AE7998" w:rsidP="000C444C">
      <w:pPr>
        <w:pStyle w:val="Odstavecseseznamem"/>
        <w:widowControl w:val="0"/>
        <w:numPr>
          <w:ilvl w:val="0"/>
          <w:numId w:val="0"/>
        </w:numPr>
        <w:tabs>
          <w:tab w:val="clear" w:pos="709"/>
        </w:tabs>
        <w:suppressAutoHyphens/>
        <w:ind w:left="3119"/>
        <w:jc w:val="both"/>
        <w:rPr>
          <w:b/>
        </w:rPr>
      </w:pPr>
    </w:p>
    <w:p w14:paraId="4CF8C7D7" w14:textId="77777777" w:rsidR="00E66AFB" w:rsidRDefault="00B110F3">
      <w:pPr>
        <w:pStyle w:val="Odstavecseseznamem"/>
        <w:widowControl w:val="0"/>
        <w:tabs>
          <w:tab w:val="clear" w:pos="709"/>
        </w:tabs>
        <w:suppressAutoHyphens/>
        <w:ind w:left="567" w:hanging="567"/>
        <w:jc w:val="both"/>
        <w:rPr>
          <w:u w:val="single"/>
        </w:rPr>
      </w:pPr>
      <w:r w:rsidRPr="00B110F3">
        <w:rPr>
          <w:u w:val="single"/>
        </w:rPr>
        <w:t>Ověřovací provoz</w:t>
      </w:r>
    </w:p>
    <w:p w14:paraId="7F175AC5" w14:textId="77777777" w:rsidR="00714952" w:rsidRDefault="0093396A" w:rsidP="00AE77DF">
      <w:pPr>
        <w:widowControl w:val="0"/>
        <w:suppressAutoHyphens/>
        <w:spacing w:before="120"/>
        <w:ind w:left="567"/>
        <w:jc w:val="both"/>
        <w:rPr>
          <w:rFonts w:ascii="Times New Roman" w:hAnsi="Times New Roman"/>
          <w:color w:val="auto"/>
          <w:sz w:val="22"/>
          <w:szCs w:val="22"/>
          <w:lang w:val="cs-CZ"/>
        </w:rPr>
      </w:pPr>
      <w:r w:rsidRPr="00CB5C44">
        <w:rPr>
          <w:rFonts w:ascii="Times New Roman" w:hAnsi="Times New Roman"/>
          <w:color w:val="auto"/>
          <w:sz w:val="22"/>
          <w:szCs w:val="22"/>
          <w:lang w:val="cs-CZ"/>
        </w:rPr>
        <w:t>Objednatel a zhotovitel se dohodli na ověřovacím provozu v celkové délce trvání minimálně 90 kalendářních dní. Ověřovací provoz bude zahájen po předání díla</w:t>
      </w:r>
      <w:r w:rsidR="00714952">
        <w:rPr>
          <w:rFonts w:ascii="Times New Roman" w:hAnsi="Times New Roman"/>
          <w:color w:val="auto"/>
          <w:sz w:val="22"/>
          <w:szCs w:val="22"/>
          <w:lang w:val="cs-CZ"/>
        </w:rPr>
        <w:t xml:space="preserve"> na základě předávacího protokolu dle čl. 6.1</w:t>
      </w:r>
      <w:r w:rsidR="00AE77DF">
        <w:rPr>
          <w:rFonts w:ascii="Times New Roman" w:hAnsi="Times New Roman"/>
          <w:color w:val="auto"/>
          <w:sz w:val="22"/>
          <w:szCs w:val="22"/>
          <w:lang w:val="cs-CZ"/>
        </w:rPr>
        <w:t>2</w:t>
      </w:r>
      <w:r w:rsidR="00714952">
        <w:rPr>
          <w:rFonts w:ascii="Times New Roman" w:hAnsi="Times New Roman"/>
          <w:color w:val="auto"/>
          <w:sz w:val="22"/>
          <w:szCs w:val="22"/>
          <w:lang w:val="cs-CZ"/>
        </w:rPr>
        <w:t xml:space="preserve"> této smlouvy</w:t>
      </w:r>
      <w:r w:rsidRPr="00CB5C44">
        <w:rPr>
          <w:rFonts w:ascii="Times New Roman" w:hAnsi="Times New Roman"/>
          <w:color w:val="auto"/>
          <w:sz w:val="22"/>
          <w:szCs w:val="22"/>
          <w:lang w:val="cs-CZ"/>
        </w:rPr>
        <w:t xml:space="preserve">. </w:t>
      </w:r>
      <w:r w:rsidR="00714952">
        <w:rPr>
          <w:rFonts w:ascii="Times New Roman" w:hAnsi="Times New Roman"/>
          <w:color w:val="auto"/>
          <w:sz w:val="22"/>
          <w:szCs w:val="22"/>
          <w:lang w:val="cs-CZ"/>
        </w:rPr>
        <w:t>Ověřovací provoz m</w:t>
      </w:r>
      <w:r w:rsidRPr="00CB5C44">
        <w:rPr>
          <w:rFonts w:ascii="Times New Roman" w:hAnsi="Times New Roman"/>
          <w:color w:val="auto"/>
          <w:sz w:val="22"/>
          <w:szCs w:val="22"/>
          <w:lang w:val="cs-CZ"/>
        </w:rPr>
        <w:t>ůže být zahájen i tehdy, když nebyly ještě odstraněny vady, které nebrání běžnému užívání díla, ale dílo je již schopné bezpečného provozu.</w:t>
      </w:r>
    </w:p>
    <w:p w14:paraId="3E022556" w14:textId="77777777" w:rsidR="00E66AFB" w:rsidRDefault="00425A8B" w:rsidP="00AE77DF">
      <w:pPr>
        <w:widowControl w:val="0"/>
        <w:suppressAutoHyphens/>
        <w:spacing w:before="120"/>
        <w:ind w:left="567"/>
        <w:jc w:val="both"/>
        <w:rPr>
          <w:rFonts w:ascii="Times New Roman" w:hAnsi="Times New Roman"/>
          <w:color w:val="auto"/>
          <w:sz w:val="22"/>
          <w:szCs w:val="22"/>
          <w:lang w:val="cs-CZ"/>
        </w:rPr>
      </w:pPr>
      <w:r w:rsidRPr="00CB5C44">
        <w:rPr>
          <w:rFonts w:ascii="Times New Roman" w:hAnsi="Times New Roman"/>
          <w:color w:val="auto"/>
          <w:sz w:val="22"/>
          <w:szCs w:val="22"/>
          <w:lang w:val="cs-CZ"/>
        </w:rPr>
        <w:t>V rámci ověřovacího provozu bude provedeno mytí všech vozidel uvedených v příloze č. 1 této smlouvy.</w:t>
      </w:r>
    </w:p>
    <w:p w14:paraId="735F3220" w14:textId="77777777" w:rsidR="00E66AFB" w:rsidRDefault="0093396A" w:rsidP="00AE77DF">
      <w:pPr>
        <w:widowControl w:val="0"/>
        <w:suppressAutoHyphens/>
        <w:spacing w:before="120"/>
        <w:ind w:left="567"/>
        <w:jc w:val="both"/>
        <w:rPr>
          <w:rFonts w:ascii="Times New Roman" w:hAnsi="Times New Roman"/>
          <w:color w:val="auto"/>
          <w:sz w:val="22"/>
          <w:szCs w:val="22"/>
          <w:lang w:val="cs-CZ"/>
        </w:rPr>
      </w:pPr>
      <w:r w:rsidRPr="00CB5C44">
        <w:rPr>
          <w:rFonts w:ascii="Times New Roman" w:hAnsi="Times New Roman"/>
          <w:color w:val="auto"/>
          <w:sz w:val="22"/>
          <w:szCs w:val="22"/>
          <w:lang w:val="cs-CZ"/>
        </w:rPr>
        <w:t xml:space="preserve">O průběhu ověřovacího provozu budou činěny záznamy ve stavebním deníku. Po ukončení ověřovacího provozu bude vyhotoven protokol o vyhodnocení ověřovacího provozu, ve kterém budou posouzeny a zhodnoceny vady a nedodělky, které </w:t>
      </w:r>
      <w:r w:rsidR="00714952">
        <w:rPr>
          <w:rFonts w:ascii="Times New Roman" w:hAnsi="Times New Roman"/>
          <w:color w:val="auto"/>
          <w:sz w:val="22"/>
          <w:szCs w:val="22"/>
          <w:lang w:val="cs-CZ"/>
        </w:rPr>
        <w:t>byly zjištěny</w:t>
      </w:r>
      <w:r w:rsidRPr="00CB5C44">
        <w:rPr>
          <w:rFonts w:ascii="Times New Roman" w:hAnsi="Times New Roman"/>
          <w:color w:val="auto"/>
          <w:sz w:val="22"/>
          <w:szCs w:val="22"/>
          <w:lang w:val="cs-CZ"/>
        </w:rPr>
        <w:t xml:space="preserve"> v průběhu ověřovacího provozu</w:t>
      </w:r>
      <w:r w:rsidR="00714952">
        <w:rPr>
          <w:rFonts w:ascii="Times New Roman" w:hAnsi="Times New Roman"/>
          <w:color w:val="auto"/>
          <w:sz w:val="22"/>
          <w:szCs w:val="22"/>
          <w:lang w:val="cs-CZ"/>
        </w:rPr>
        <w:t xml:space="preserve"> a vady a nedodělky uvedené v předávacím protokolu dle čl. 6.1</w:t>
      </w:r>
      <w:r w:rsidR="005A73D7">
        <w:rPr>
          <w:rFonts w:ascii="Times New Roman" w:hAnsi="Times New Roman"/>
          <w:color w:val="auto"/>
          <w:sz w:val="22"/>
          <w:szCs w:val="22"/>
          <w:lang w:val="cs-CZ"/>
        </w:rPr>
        <w:t>2</w:t>
      </w:r>
      <w:r w:rsidR="00714952">
        <w:rPr>
          <w:rFonts w:ascii="Times New Roman" w:hAnsi="Times New Roman"/>
          <w:color w:val="auto"/>
          <w:sz w:val="22"/>
          <w:szCs w:val="22"/>
          <w:lang w:val="cs-CZ"/>
        </w:rPr>
        <w:t xml:space="preserve"> této smlouvy</w:t>
      </w:r>
      <w:r w:rsidRPr="00CB5C44">
        <w:rPr>
          <w:rFonts w:ascii="Times New Roman" w:hAnsi="Times New Roman"/>
          <w:color w:val="auto"/>
          <w:sz w:val="22"/>
          <w:szCs w:val="22"/>
          <w:lang w:val="cs-CZ"/>
        </w:rPr>
        <w:t xml:space="preserve">. V protokolu </w:t>
      </w:r>
      <w:r w:rsidR="00714952" w:rsidRPr="00CB5C44">
        <w:rPr>
          <w:rFonts w:ascii="Times New Roman" w:hAnsi="Times New Roman"/>
          <w:color w:val="auto"/>
          <w:sz w:val="22"/>
          <w:szCs w:val="22"/>
          <w:lang w:val="cs-CZ"/>
        </w:rPr>
        <w:t xml:space="preserve">o vyhodnocení ověřovacího provozu </w:t>
      </w:r>
      <w:r w:rsidRPr="00CB5C44">
        <w:rPr>
          <w:rFonts w:ascii="Times New Roman" w:hAnsi="Times New Roman"/>
          <w:color w:val="auto"/>
          <w:sz w:val="22"/>
          <w:szCs w:val="22"/>
          <w:lang w:val="cs-CZ"/>
        </w:rPr>
        <w:t xml:space="preserve">bude určeno, zda vady </w:t>
      </w:r>
      <w:r w:rsidR="00714952">
        <w:rPr>
          <w:rFonts w:ascii="Times New Roman" w:hAnsi="Times New Roman"/>
          <w:color w:val="auto"/>
          <w:sz w:val="22"/>
          <w:szCs w:val="22"/>
          <w:lang w:val="cs-CZ"/>
        </w:rPr>
        <w:t xml:space="preserve">a nedodělky </w:t>
      </w:r>
      <w:r w:rsidRPr="00CB5C44">
        <w:rPr>
          <w:rFonts w:ascii="Times New Roman" w:hAnsi="Times New Roman"/>
          <w:color w:val="auto"/>
          <w:sz w:val="22"/>
          <w:szCs w:val="22"/>
          <w:lang w:val="cs-CZ"/>
        </w:rPr>
        <w:t xml:space="preserve">byly odstraněny. Pouze v případě, že vyhodnocovací protokol bude konstatovat úspěšné zakončení ověřovacího provozu vč. odstranění </w:t>
      </w:r>
      <w:r w:rsidR="00C24E8B">
        <w:rPr>
          <w:rFonts w:ascii="Times New Roman" w:hAnsi="Times New Roman"/>
          <w:color w:val="auto"/>
          <w:sz w:val="22"/>
          <w:szCs w:val="22"/>
          <w:lang w:val="cs-CZ"/>
        </w:rPr>
        <w:t xml:space="preserve">všech nedodělků a </w:t>
      </w:r>
      <w:r w:rsidRPr="00CB5C44">
        <w:rPr>
          <w:rFonts w:ascii="Times New Roman" w:hAnsi="Times New Roman"/>
          <w:color w:val="auto"/>
          <w:sz w:val="22"/>
          <w:szCs w:val="22"/>
          <w:lang w:val="cs-CZ"/>
        </w:rPr>
        <w:t xml:space="preserve">vad, které </w:t>
      </w:r>
      <w:r w:rsidR="00714952">
        <w:rPr>
          <w:rFonts w:ascii="Times New Roman" w:hAnsi="Times New Roman"/>
          <w:color w:val="auto"/>
          <w:sz w:val="22"/>
          <w:szCs w:val="22"/>
          <w:lang w:val="cs-CZ"/>
        </w:rPr>
        <w:t>byly v průběhu ověřovacího provozu zjištěny a které byly uvedeny v předávacím protokolu</w:t>
      </w:r>
      <w:r w:rsidRPr="00CB5C44">
        <w:rPr>
          <w:rFonts w:ascii="Times New Roman" w:hAnsi="Times New Roman"/>
          <w:color w:val="auto"/>
          <w:sz w:val="22"/>
          <w:szCs w:val="22"/>
          <w:lang w:val="cs-CZ"/>
        </w:rPr>
        <w:t>, může být ověřovací provoz považován za ukončený a tím uvolněna 10% pozastávka (viz bod 8.</w:t>
      </w:r>
      <w:r w:rsidR="0031714B" w:rsidRPr="00CB5C44">
        <w:rPr>
          <w:rFonts w:ascii="Times New Roman" w:hAnsi="Times New Roman"/>
          <w:color w:val="auto"/>
          <w:sz w:val="22"/>
          <w:szCs w:val="22"/>
          <w:lang w:val="cs-CZ"/>
        </w:rPr>
        <w:t xml:space="preserve">3 </w:t>
      </w:r>
      <w:r w:rsidRPr="00CB5C44">
        <w:rPr>
          <w:rFonts w:ascii="Times New Roman" w:hAnsi="Times New Roman"/>
          <w:color w:val="auto"/>
          <w:sz w:val="22"/>
          <w:szCs w:val="22"/>
          <w:lang w:val="cs-CZ"/>
        </w:rPr>
        <w:t>této smlouvy).</w:t>
      </w:r>
    </w:p>
    <w:p w14:paraId="2612E652" w14:textId="77777777" w:rsidR="00E66AFB" w:rsidRDefault="0093396A" w:rsidP="00AE77DF">
      <w:pPr>
        <w:widowControl w:val="0"/>
        <w:suppressAutoHyphens/>
        <w:spacing w:before="120"/>
        <w:ind w:left="567"/>
        <w:jc w:val="both"/>
        <w:rPr>
          <w:rFonts w:ascii="Times New Roman" w:hAnsi="Times New Roman"/>
          <w:color w:val="auto"/>
          <w:sz w:val="22"/>
          <w:szCs w:val="22"/>
          <w:lang w:val="cs-CZ"/>
        </w:rPr>
      </w:pPr>
      <w:r w:rsidRPr="00CB5C44">
        <w:rPr>
          <w:rFonts w:ascii="Times New Roman" w:hAnsi="Times New Roman"/>
          <w:color w:val="auto"/>
          <w:sz w:val="22"/>
          <w:szCs w:val="22"/>
          <w:lang w:val="cs-CZ"/>
        </w:rPr>
        <w:t>V případě, že v </w:t>
      </w:r>
      <w:r w:rsidR="00714952">
        <w:rPr>
          <w:rFonts w:ascii="Times New Roman" w:hAnsi="Times New Roman"/>
          <w:color w:val="auto"/>
          <w:sz w:val="22"/>
          <w:szCs w:val="22"/>
          <w:lang w:val="cs-CZ"/>
        </w:rPr>
        <w:t>průběhu</w:t>
      </w:r>
      <w:r w:rsidR="00714952" w:rsidRPr="00CB5C44">
        <w:rPr>
          <w:rFonts w:ascii="Times New Roman" w:hAnsi="Times New Roman"/>
          <w:color w:val="auto"/>
          <w:sz w:val="22"/>
          <w:szCs w:val="22"/>
          <w:lang w:val="cs-CZ"/>
        </w:rPr>
        <w:t xml:space="preserve"> </w:t>
      </w:r>
      <w:r w:rsidRPr="00CB5C44">
        <w:rPr>
          <w:rFonts w:ascii="Times New Roman" w:hAnsi="Times New Roman"/>
          <w:color w:val="auto"/>
          <w:sz w:val="22"/>
          <w:szCs w:val="22"/>
          <w:lang w:val="cs-CZ"/>
        </w:rPr>
        <w:t xml:space="preserve">ověřovacího provozu nebudou odstraněny veškeré vady a nedodělky, bude délka ověřovacího provozu prodloužena o dobu, než budou tyto </w:t>
      </w:r>
      <w:r w:rsidR="003572DA" w:rsidRPr="00CB5C44">
        <w:rPr>
          <w:rFonts w:ascii="Times New Roman" w:hAnsi="Times New Roman"/>
          <w:color w:val="auto"/>
          <w:sz w:val="22"/>
          <w:szCs w:val="22"/>
          <w:lang w:val="cs-CZ"/>
        </w:rPr>
        <w:t xml:space="preserve">vady a nedodělky </w:t>
      </w:r>
      <w:r w:rsidRPr="00CB5C44">
        <w:rPr>
          <w:rFonts w:ascii="Times New Roman" w:hAnsi="Times New Roman"/>
          <w:color w:val="auto"/>
          <w:sz w:val="22"/>
          <w:szCs w:val="22"/>
          <w:lang w:val="cs-CZ"/>
        </w:rPr>
        <w:t>odstraněny, nebude-li dohodnuto jinak.</w:t>
      </w:r>
      <w:r w:rsidRPr="002901EE">
        <w:rPr>
          <w:rFonts w:ascii="Times New Roman" w:hAnsi="Times New Roman"/>
          <w:color w:val="auto"/>
          <w:sz w:val="22"/>
          <w:szCs w:val="22"/>
          <w:lang w:val="cs-CZ"/>
        </w:rPr>
        <w:t xml:space="preserve"> </w:t>
      </w:r>
      <w:r w:rsidR="008324AA">
        <w:rPr>
          <w:rFonts w:ascii="Times New Roman" w:hAnsi="Times New Roman"/>
          <w:color w:val="auto"/>
          <w:sz w:val="22"/>
          <w:szCs w:val="22"/>
          <w:lang w:val="cs-CZ"/>
        </w:rPr>
        <w:t xml:space="preserve">Délka ověřovacího provozu a termín pro odstranění vad a nedodělků dle této smlouvy však nesmí </w:t>
      </w:r>
      <w:r w:rsidR="008324AA" w:rsidRPr="002B1E1D">
        <w:rPr>
          <w:rFonts w:ascii="Times New Roman" w:hAnsi="Times New Roman"/>
          <w:color w:val="auto"/>
          <w:sz w:val="22"/>
          <w:szCs w:val="22"/>
          <w:lang w:val="cs-CZ"/>
        </w:rPr>
        <w:t xml:space="preserve">přesáhnout dobu </w:t>
      </w:r>
      <w:r w:rsidR="00AB57D2" w:rsidRPr="002B1E1D">
        <w:rPr>
          <w:rFonts w:ascii="Times New Roman" w:hAnsi="Times New Roman"/>
          <w:color w:val="auto"/>
          <w:sz w:val="22"/>
          <w:szCs w:val="22"/>
          <w:lang w:val="cs-CZ"/>
        </w:rPr>
        <w:t>120</w:t>
      </w:r>
      <w:r w:rsidR="008324AA" w:rsidRPr="002B1E1D">
        <w:rPr>
          <w:rFonts w:ascii="Times New Roman" w:hAnsi="Times New Roman"/>
          <w:color w:val="auto"/>
          <w:sz w:val="22"/>
          <w:szCs w:val="22"/>
          <w:lang w:val="cs-CZ"/>
        </w:rPr>
        <w:t xml:space="preserve"> kalendářních</w:t>
      </w:r>
      <w:r w:rsidR="008324AA">
        <w:rPr>
          <w:rFonts w:ascii="Times New Roman" w:hAnsi="Times New Roman"/>
          <w:color w:val="auto"/>
          <w:sz w:val="22"/>
          <w:szCs w:val="22"/>
          <w:lang w:val="cs-CZ"/>
        </w:rPr>
        <w:t xml:space="preserve"> dní od</w:t>
      </w:r>
      <w:r w:rsidR="008324AA" w:rsidRPr="00CB5C44">
        <w:rPr>
          <w:rFonts w:ascii="Times New Roman" w:hAnsi="Times New Roman"/>
          <w:color w:val="auto"/>
          <w:sz w:val="22"/>
          <w:szCs w:val="22"/>
          <w:lang w:val="cs-CZ"/>
        </w:rPr>
        <w:t xml:space="preserve"> předání díla</w:t>
      </w:r>
      <w:r w:rsidR="008324AA">
        <w:rPr>
          <w:rFonts w:ascii="Times New Roman" w:hAnsi="Times New Roman"/>
          <w:color w:val="auto"/>
          <w:sz w:val="22"/>
          <w:szCs w:val="22"/>
          <w:lang w:val="cs-CZ"/>
        </w:rPr>
        <w:t xml:space="preserve"> na základě předávacího protokolu dle čl. 6.1</w:t>
      </w:r>
      <w:r w:rsidR="005A73D7">
        <w:rPr>
          <w:rFonts w:ascii="Times New Roman" w:hAnsi="Times New Roman"/>
          <w:color w:val="auto"/>
          <w:sz w:val="22"/>
          <w:szCs w:val="22"/>
          <w:lang w:val="cs-CZ"/>
        </w:rPr>
        <w:t>2</w:t>
      </w:r>
      <w:r w:rsidR="008324AA">
        <w:rPr>
          <w:rFonts w:ascii="Times New Roman" w:hAnsi="Times New Roman"/>
          <w:color w:val="auto"/>
          <w:sz w:val="22"/>
          <w:szCs w:val="22"/>
          <w:lang w:val="cs-CZ"/>
        </w:rPr>
        <w:t xml:space="preserve"> této smlouvy.</w:t>
      </w:r>
    </w:p>
    <w:p w14:paraId="3E1A9275" w14:textId="77777777" w:rsidR="00CB5C44" w:rsidRPr="00CB5C44" w:rsidRDefault="00AB57D2" w:rsidP="004D5E82">
      <w:pPr>
        <w:pStyle w:val="Odstavecseseznamem"/>
        <w:widowControl w:val="0"/>
        <w:tabs>
          <w:tab w:val="clear" w:pos="709"/>
        </w:tabs>
        <w:suppressAutoHyphens/>
        <w:ind w:left="567" w:hanging="567"/>
        <w:jc w:val="both"/>
        <w:rPr>
          <w:u w:val="single"/>
        </w:rPr>
      </w:pPr>
      <w:r w:rsidRPr="00AB57D2">
        <w:rPr>
          <w:u w:val="single"/>
        </w:rPr>
        <w:t>Prodloužení termínů předání díla:</w:t>
      </w:r>
    </w:p>
    <w:p w14:paraId="1C7174F6" w14:textId="77777777" w:rsidR="00E66AFB" w:rsidRDefault="00CB5C44">
      <w:pPr>
        <w:pStyle w:val="Odstavecseseznamem"/>
        <w:widowControl w:val="0"/>
        <w:numPr>
          <w:ilvl w:val="0"/>
          <w:numId w:val="0"/>
        </w:numPr>
        <w:tabs>
          <w:tab w:val="clear" w:pos="709"/>
        </w:tabs>
        <w:suppressAutoHyphens/>
        <w:ind w:left="567"/>
        <w:jc w:val="both"/>
      </w:pPr>
      <w:r>
        <w:t>Termíny předání</w:t>
      </w:r>
      <w:r w:rsidR="0093396A" w:rsidRPr="002901EE">
        <w:t xml:space="preserve"> díla či jeho část</w:t>
      </w:r>
      <w:r>
        <w:t>í, mohou</w:t>
      </w:r>
      <w:r w:rsidR="0093396A" w:rsidRPr="002901EE">
        <w:t xml:space="preserve"> být přiměřeně prodloužen</w:t>
      </w:r>
      <w:r>
        <w:t>y</w:t>
      </w:r>
      <w:r w:rsidR="0093396A" w:rsidRPr="002901EE">
        <w:t>:</w:t>
      </w:r>
    </w:p>
    <w:p w14:paraId="47A0CEC5" w14:textId="77777777" w:rsidR="00E66AFB" w:rsidRDefault="0093396A">
      <w:pPr>
        <w:pStyle w:val="odrka"/>
        <w:widowControl w:val="0"/>
        <w:tabs>
          <w:tab w:val="clear" w:pos="1560"/>
        </w:tabs>
        <w:suppressAutoHyphens/>
        <w:ind w:left="851" w:hanging="284"/>
        <w:jc w:val="both"/>
      </w:pPr>
      <w:r w:rsidRPr="002901EE">
        <w:t>vzniknou-li v průběhu provádění díla překážky na straně objednatele;</w:t>
      </w:r>
    </w:p>
    <w:p w14:paraId="7F292764" w14:textId="77777777" w:rsidR="00E66AFB" w:rsidRDefault="0093396A">
      <w:pPr>
        <w:pStyle w:val="odrka"/>
        <w:widowControl w:val="0"/>
        <w:tabs>
          <w:tab w:val="clear" w:pos="1560"/>
        </w:tabs>
        <w:suppressAutoHyphens/>
        <w:ind w:left="851" w:hanging="284"/>
        <w:jc w:val="both"/>
      </w:pPr>
      <w:r w:rsidRPr="002901EE">
        <w:t xml:space="preserve">pokud hodnota sjednaných víceprací překročí hodnotu 15 % ceny díla a bude prokázána přímá souvislost vlivu provádění těchto prací na termín dokončení díla, nebude-li dohodnuto jinak; </w:t>
      </w:r>
    </w:p>
    <w:p w14:paraId="68D920A3" w14:textId="77777777" w:rsidR="00E66AFB" w:rsidRDefault="0093396A">
      <w:pPr>
        <w:pStyle w:val="odrka"/>
        <w:widowControl w:val="0"/>
        <w:tabs>
          <w:tab w:val="clear" w:pos="1560"/>
        </w:tabs>
        <w:suppressAutoHyphens/>
        <w:ind w:left="851" w:hanging="284"/>
        <w:jc w:val="both"/>
      </w:pPr>
      <w:r w:rsidRPr="002901EE">
        <w:t>jestliže přerušení prací bude způsobeno okolnostmi vylučujícími odpovědnost (tzv. „vyšší moc”), smluvní strany jsou povinny se bezprostředně vzájemně informovat o vzniku takové okolnosti a dohodnout způsob jejího řešení, jinak se vyšší moci nemohou dovolávat;</w:t>
      </w:r>
    </w:p>
    <w:p w14:paraId="6CC5EA0C" w14:textId="77777777" w:rsidR="00E66AFB" w:rsidRDefault="0093396A">
      <w:pPr>
        <w:pStyle w:val="odrka"/>
        <w:widowControl w:val="0"/>
        <w:tabs>
          <w:tab w:val="clear" w:pos="1560"/>
        </w:tabs>
        <w:suppressAutoHyphens/>
        <w:ind w:left="851" w:hanging="284"/>
        <w:jc w:val="both"/>
      </w:pPr>
      <w:r w:rsidRPr="002901EE">
        <w:t>jestliže bude potřebné provést v průběhu realizace stavby další vyvolané práce vzniklé např. v důsledku legislativních nařízení na základě zákona (např. archeologických, památkových či jiných průzkumů).</w:t>
      </w:r>
    </w:p>
    <w:p w14:paraId="7FB0D095" w14:textId="77777777" w:rsidR="00E66AFB" w:rsidRDefault="0093396A">
      <w:pPr>
        <w:pStyle w:val="odrka"/>
        <w:widowControl w:val="0"/>
        <w:tabs>
          <w:tab w:val="clear" w:pos="1560"/>
        </w:tabs>
        <w:suppressAutoHyphens/>
        <w:ind w:left="851" w:hanging="284"/>
        <w:jc w:val="both"/>
      </w:pPr>
      <w:r w:rsidRPr="002901EE">
        <w:t>V případě nepříznivých klimatických podmínek bránících prokazatelně realizaci díla i při využití všech možných (dostupných) opatření umožňující práci v nepříznivých klimatických podmínkách.</w:t>
      </w:r>
    </w:p>
    <w:p w14:paraId="3D3ED8A5" w14:textId="77777777" w:rsidR="00E66AFB" w:rsidRDefault="0093396A">
      <w:pPr>
        <w:pStyle w:val="Odstavecseseznamem"/>
        <w:widowControl w:val="0"/>
        <w:numPr>
          <w:ilvl w:val="0"/>
          <w:numId w:val="0"/>
        </w:numPr>
        <w:tabs>
          <w:tab w:val="clear" w:pos="709"/>
        </w:tabs>
        <w:suppressAutoHyphens/>
        <w:ind w:left="567"/>
        <w:jc w:val="both"/>
      </w:pPr>
      <w:r w:rsidRPr="002901EE">
        <w:t xml:space="preserve">Prodloužení </w:t>
      </w:r>
      <w:r w:rsidR="00CB5C44">
        <w:t xml:space="preserve">termínů předání díla </w:t>
      </w:r>
      <w:r w:rsidRPr="002901EE">
        <w:t>či jeho část</w:t>
      </w:r>
      <w:r w:rsidR="00CB5C44">
        <w:t>í</w:t>
      </w:r>
      <w:r w:rsidRPr="002901EE">
        <w:t xml:space="preserve"> se určí podle doby trvání překážky nebo neplnění závazků objednatele sjednaných v této smlouvě, s přihlédnutím k době nezbytné pro obnovení prací, po písemné dohodě smluvních stran.</w:t>
      </w:r>
    </w:p>
    <w:p w14:paraId="2F09F6CD" w14:textId="77777777" w:rsidR="00296496" w:rsidRDefault="00CB5C44">
      <w:pPr>
        <w:pStyle w:val="Odstavecseseznamem"/>
        <w:widowControl w:val="0"/>
        <w:numPr>
          <w:ilvl w:val="0"/>
          <w:numId w:val="0"/>
        </w:numPr>
        <w:tabs>
          <w:tab w:val="clear" w:pos="709"/>
        </w:tabs>
        <w:suppressAutoHyphens/>
        <w:ind w:left="567"/>
        <w:jc w:val="both"/>
      </w:pPr>
      <w:r>
        <w:t xml:space="preserve">O prodloužení termínů předání díla či jeho částí bude smluvními stranami sepsán dodatek k této smlouvě dle čl. </w:t>
      </w:r>
      <w:r w:rsidR="005A73D7">
        <w:t>15.3</w:t>
      </w:r>
      <w:r>
        <w:t xml:space="preserve"> této smlouvy, přičemž bez uzavření dodatku nejsou prosloužení termínů účinné.</w:t>
      </w:r>
    </w:p>
    <w:p w14:paraId="2C4DED8A" w14:textId="77777777" w:rsidR="00CB5C44" w:rsidRPr="00CB5C44" w:rsidRDefault="00AB57D2" w:rsidP="004D5E82">
      <w:pPr>
        <w:pStyle w:val="Odstavecseseznamem"/>
        <w:widowControl w:val="0"/>
        <w:tabs>
          <w:tab w:val="clear" w:pos="709"/>
        </w:tabs>
        <w:suppressAutoHyphens/>
        <w:ind w:left="567" w:hanging="567"/>
        <w:jc w:val="both"/>
        <w:rPr>
          <w:u w:val="single"/>
        </w:rPr>
      </w:pPr>
      <w:r w:rsidRPr="00AB57D2">
        <w:rPr>
          <w:u w:val="single"/>
        </w:rPr>
        <w:t>Předání díla</w:t>
      </w:r>
    </w:p>
    <w:p w14:paraId="449EA385" w14:textId="77777777" w:rsidR="00E66AFB" w:rsidRDefault="0093396A">
      <w:pPr>
        <w:pStyle w:val="Odstavecseseznamem"/>
        <w:widowControl w:val="0"/>
        <w:numPr>
          <w:ilvl w:val="0"/>
          <w:numId w:val="0"/>
        </w:numPr>
        <w:tabs>
          <w:tab w:val="clear" w:pos="709"/>
        </w:tabs>
        <w:suppressAutoHyphens/>
        <w:ind w:left="567"/>
        <w:jc w:val="both"/>
      </w:pPr>
      <w:r w:rsidRPr="002901EE">
        <w:t xml:space="preserve">Zhotovitel písemně oznámí objednateli (kontaktní osobě ve věcech technických) dokončení díla nejpozději 10 kalendářních dnů předem. Poté oprávněná osoba objednatele vyzve zhotovitele k </w:t>
      </w:r>
      <w:r w:rsidR="00E95528">
        <w:t>předání a převzetí díla</w:t>
      </w:r>
      <w:r w:rsidRPr="002901EE">
        <w:t xml:space="preserve"> nejpozději do10 kalendářních dnů od doručení tohoto oznámení. </w:t>
      </w:r>
      <w:r w:rsidR="00E95528" w:rsidRPr="00E95528">
        <w:t>Objednatel je oprávněn odmítnout zaháj</w:t>
      </w:r>
      <w:r w:rsidR="00E95528">
        <w:t>it</w:t>
      </w:r>
      <w:r w:rsidR="00E95528" w:rsidRPr="00E95528">
        <w:t xml:space="preserve"> řízení o předání a převzetí </w:t>
      </w:r>
      <w:r w:rsidR="00E95528">
        <w:t>d</w:t>
      </w:r>
      <w:r w:rsidR="00E95528" w:rsidRPr="00E95528">
        <w:t xml:space="preserve">íla v případě, že zjistí skutečnosti, které zahájení předání a převzetí </w:t>
      </w:r>
      <w:r w:rsidR="00E95528">
        <w:t>d</w:t>
      </w:r>
      <w:r w:rsidR="00E95528" w:rsidRPr="00E95528">
        <w:t xml:space="preserve">íla brání. Objednatel je povinen tyto skutečnosti písemně sdělit </w:t>
      </w:r>
      <w:r w:rsidR="00E95528">
        <w:t>z</w:t>
      </w:r>
      <w:r w:rsidR="00E95528" w:rsidRPr="00E95528">
        <w:t xml:space="preserve">hotoviteli nejpozději </w:t>
      </w:r>
      <w:r w:rsidR="00E95528" w:rsidRPr="002901EE">
        <w:t>do10 kalendářních dnů od doručení oznámení</w:t>
      </w:r>
      <w:r w:rsidR="00E95528">
        <w:t xml:space="preserve"> o dokončení díla dle předchozí věty tohoto odstavce</w:t>
      </w:r>
      <w:r w:rsidR="00E95528" w:rsidRPr="00E95528">
        <w:t>. Neodpovídá-li za vznik takových</w:t>
      </w:r>
      <w:r w:rsidR="00E95528">
        <w:t xml:space="preserve"> skutečností z</w:t>
      </w:r>
      <w:r w:rsidR="00E95528" w:rsidRPr="00E95528">
        <w:t>hotovitel, není </w:t>
      </w:r>
      <w:r w:rsidR="00E95528">
        <w:t>z</w:t>
      </w:r>
      <w:r w:rsidR="00E95528" w:rsidRPr="00E95528">
        <w:t xml:space="preserve">hotovitel v prodlení s plněním svých povinností podle této </w:t>
      </w:r>
      <w:r w:rsidR="00E95528">
        <w:t>s</w:t>
      </w:r>
      <w:r w:rsidR="00E95528" w:rsidRPr="00E95528">
        <w:t xml:space="preserve">mlouvy. </w:t>
      </w:r>
    </w:p>
    <w:p w14:paraId="14F3FDBC" w14:textId="77777777" w:rsidR="00E95528" w:rsidRDefault="00E95528" w:rsidP="00E95528">
      <w:pPr>
        <w:pStyle w:val="Odstavecseseznamem"/>
        <w:widowControl w:val="0"/>
        <w:numPr>
          <w:ilvl w:val="0"/>
          <w:numId w:val="0"/>
        </w:numPr>
        <w:tabs>
          <w:tab w:val="clear" w:pos="709"/>
        </w:tabs>
        <w:suppressAutoHyphens/>
        <w:ind w:left="567"/>
        <w:jc w:val="both"/>
      </w:pPr>
      <w:r w:rsidRPr="00E95528">
        <w:t>Smluvní strany mají právo přizvat k přejímce další osoby, které mohou v souvislosti s kontrolovanou částí díla poskytnout technické, technologické nebo jiné relevantní informace, případně znalecká vyjádření. Zhotovitel zajistí účast u přejímacího řízení dalších osob, jejichž účast je k takovémuto přejímacímu řízení o předání a převzetí díla nutná.</w:t>
      </w:r>
    </w:p>
    <w:p w14:paraId="6F59D5A8" w14:textId="77777777" w:rsidR="00E95528" w:rsidRPr="00E95528" w:rsidRDefault="00E95528" w:rsidP="00C24E8B">
      <w:pPr>
        <w:pStyle w:val="Odstavecseseznamem"/>
        <w:widowControl w:val="0"/>
        <w:numPr>
          <w:ilvl w:val="0"/>
          <w:numId w:val="0"/>
        </w:numPr>
        <w:tabs>
          <w:tab w:val="clear" w:pos="709"/>
        </w:tabs>
        <w:suppressAutoHyphens/>
        <w:ind w:left="567"/>
        <w:jc w:val="both"/>
      </w:pPr>
      <w:bookmarkStart w:id="0" w:name="_Ref318802183"/>
      <w:r w:rsidRPr="00E95528">
        <w:t>K</w:t>
      </w:r>
      <w:r>
        <w:t> oznámení o dokončení d</w:t>
      </w:r>
      <w:r w:rsidRPr="00E95528">
        <w:t>íla přiloží Zhotovitel</w:t>
      </w:r>
      <w:r>
        <w:t xml:space="preserve"> veškeré dokumenty, které jsou součástí díla, </w:t>
      </w:r>
      <w:bookmarkEnd w:id="0"/>
      <w:r>
        <w:t>veškeré</w:t>
      </w:r>
      <w:r w:rsidRPr="00E95528">
        <w:t xml:space="preserve"> doklady </w:t>
      </w:r>
      <w:r>
        <w:t>týkající se zhotoveného d</w:t>
      </w:r>
      <w:r w:rsidRPr="00E95528">
        <w:t>íla vyžadované právními nebo jinými obecně závaznými normami či výrobci jednotlivých materiálů nebo</w:t>
      </w:r>
      <w:r>
        <w:t xml:space="preserve"> zařízení, které jsou součástí d</w:t>
      </w:r>
      <w:r w:rsidRPr="00E95528">
        <w:t xml:space="preserve">íla, a to zejména </w:t>
      </w:r>
      <w:r w:rsidR="00ED0F30" w:rsidRPr="002901EE">
        <w:t>veškeré dokumenty (revizní zprávy, výsledky zkoušek, atesty použitých materiálů, protokoly právnické osoby, průkazy způsobilosti určených technických zařízení, záruční listy, apod.) nutné dle zákona č. 266/1994 Sb.</w:t>
      </w:r>
      <w:r w:rsidR="00C24E8B">
        <w:t>,</w:t>
      </w:r>
      <w:r w:rsidR="00ED0F30" w:rsidRPr="002901EE">
        <w:t xml:space="preserve"> o drahách, v platném znění, a příslušných vyhlášek a zákona č. 183/2006 Sb., stavební zákon v platném znění a jeho prováděcích př</w:t>
      </w:r>
      <w:r w:rsidR="00ED0F30">
        <w:t xml:space="preserve">edpisů a navazujících vyhlášek, </w:t>
      </w:r>
      <w:r w:rsidRPr="00E95528">
        <w:t>prohlášení o shodě, zkušební protokoly a certifikáty, záruční listy, návody a manuály, atesty, protokoly o provedených měřeních a příslušná povolení a příslušné souhlasy, nezby</w:t>
      </w:r>
      <w:r>
        <w:t>tné k provádění d</w:t>
      </w:r>
      <w:r w:rsidRPr="00E95528">
        <w:t>íla</w:t>
      </w:r>
      <w:r w:rsidR="00ED0F30">
        <w:t xml:space="preserve"> a </w:t>
      </w:r>
      <w:r w:rsidR="00ED0F30" w:rsidRPr="002901EE">
        <w:t>doklady o nakládání s odpady vzniklými při výstavbě a podrobnou fotografickou dokumentaci průběhu výstavby a zakrývaných částí díla</w:t>
      </w:r>
      <w:r w:rsidR="00ED0F30">
        <w:t>,</w:t>
      </w:r>
      <w:r w:rsidRPr="00E95528">
        <w:t xml:space="preserve"> to vše v originále </w:t>
      </w:r>
      <w:r>
        <w:t xml:space="preserve">a ve dvou kopiích </w:t>
      </w:r>
      <w:r w:rsidR="00ED0F30" w:rsidRPr="002901EE">
        <w:t>1x v papírové formě a 1x na elektronickém nosiči</w:t>
      </w:r>
      <w:r w:rsidR="00ED0F30">
        <w:t xml:space="preserve">, </w:t>
      </w:r>
      <w:r>
        <w:t>s potvrzením z</w:t>
      </w:r>
      <w:r w:rsidRPr="00E95528">
        <w:t xml:space="preserve">hotovitele o autenticitě kopií s originálem dokumentu s tím, že k těmto dokladům bude přiložen seznam obsahující jejich výčet opatřený potvrzením </w:t>
      </w:r>
      <w:r>
        <w:t>zh</w:t>
      </w:r>
      <w:r w:rsidRPr="00E95528">
        <w:t>otovitele o jeho úplnosti.</w:t>
      </w:r>
      <w:bookmarkStart w:id="1" w:name="_Ref318802301"/>
      <w:r>
        <w:t xml:space="preserve"> </w:t>
      </w:r>
      <w:r w:rsidRPr="00E95528">
        <w:t xml:space="preserve">Objednatel je povinen zahájit řízení o předání a převzetí </w:t>
      </w:r>
      <w:r>
        <w:t>d</w:t>
      </w:r>
      <w:r w:rsidRPr="00E95528">
        <w:t xml:space="preserve">íla pouze v případě, že mu </w:t>
      </w:r>
      <w:r>
        <w:t>z</w:t>
      </w:r>
      <w:r w:rsidRPr="00E95528">
        <w:t xml:space="preserve">hotovitel předá v souladu s ustanovením </w:t>
      </w:r>
      <w:r>
        <w:t>tohoto odstavce</w:t>
      </w:r>
      <w:r w:rsidRPr="00E95528">
        <w:t xml:space="preserve"> všechny požado</w:t>
      </w:r>
      <w:r>
        <w:t>vané doklady a prohlášení a že z</w:t>
      </w:r>
      <w:r w:rsidRPr="00E95528">
        <w:t xml:space="preserve">hotovitel zcela vyklidí a uvede do řádného stavu všechny prostory v souladu s článkem </w:t>
      </w:r>
      <w:r>
        <w:t>6.1</w:t>
      </w:r>
      <w:r w:rsidR="005A73D7">
        <w:t>5</w:t>
      </w:r>
      <w:r>
        <w:t xml:space="preserve"> této s</w:t>
      </w:r>
      <w:r w:rsidRPr="00E95528">
        <w:t>mlouvy.</w:t>
      </w:r>
      <w:bookmarkEnd w:id="1"/>
    </w:p>
    <w:p w14:paraId="64668F5B" w14:textId="77777777" w:rsidR="00296496" w:rsidRDefault="0093396A">
      <w:pPr>
        <w:pStyle w:val="Odstavecseseznamem"/>
        <w:widowControl w:val="0"/>
        <w:numPr>
          <w:ilvl w:val="0"/>
          <w:numId w:val="0"/>
        </w:numPr>
        <w:tabs>
          <w:tab w:val="clear" w:pos="709"/>
        </w:tabs>
        <w:suppressAutoHyphens/>
        <w:ind w:left="567"/>
        <w:jc w:val="both"/>
      </w:pPr>
      <w:r w:rsidRPr="00714952">
        <w:t xml:space="preserve">O předání a převzetí dokončeného díla bude sepsán </w:t>
      </w:r>
      <w:r w:rsidR="00AB57D2" w:rsidRPr="00AB57D2">
        <w:t>p</w:t>
      </w:r>
      <w:r w:rsidRPr="00714952">
        <w:t>rotokol o předání a převzetí díla</w:t>
      </w:r>
      <w:r w:rsidR="00AB57D2" w:rsidRPr="00AB57D2">
        <w:t xml:space="preserve"> (dále jen „předávací protokol“)</w:t>
      </w:r>
      <w:r w:rsidRPr="00714952">
        <w:t xml:space="preserve">. Protokol bude podepsán oběma </w:t>
      </w:r>
      <w:r w:rsidR="00C24E8B">
        <w:t xml:space="preserve">smluvními </w:t>
      </w:r>
      <w:r w:rsidRPr="00714952">
        <w:t>stranami, zástupci ve věcech technických uvedených v kapitole. I</w:t>
      </w:r>
      <w:r w:rsidR="00AB57D2" w:rsidRPr="00AB57D2">
        <w:t xml:space="preserve"> této smlouvy</w:t>
      </w:r>
      <w:r w:rsidRPr="00714952">
        <w:t>.</w:t>
      </w:r>
      <w:r w:rsidR="00714952" w:rsidRPr="00714952">
        <w:t xml:space="preserve"> </w:t>
      </w:r>
      <w:bookmarkStart w:id="2" w:name="_Ref318897537"/>
      <w:bookmarkStart w:id="3" w:name="_Ref318809896"/>
      <w:r w:rsidR="00AB57D2" w:rsidRPr="00AB57D2">
        <w:t xml:space="preserve">Předávací protokol bude sepsán v případě, že </w:t>
      </w:r>
      <w:r w:rsidR="00E95528">
        <w:t>z</w:t>
      </w:r>
      <w:r w:rsidR="00AB57D2" w:rsidRPr="00AB57D2">
        <w:t xml:space="preserve">hotovitel předává </w:t>
      </w:r>
      <w:r w:rsidR="00E95528">
        <w:t>objednateli d</w:t>
      </w:r>
      <w:r w:rsidR="00AB57D2" w:rsidRPr="00AB57D2">
        <w:t>ílo v řádném st</w:t>
      </w:r>
      <w:r w:rsidR="00E95528">
        <w:t>avu, bez vad bránících uvedení d</w:t>
      </w:r>
      <w:r w:rsidR="00AB57D2" w:rsidRPr="00AB57D2">
        <w:t>íla do provozu</w:t>
      </w:r>
      <w:r w:rsidR="00E95528" w:rsidRPr="00E95528">
        <w:t xml:space="preserve"> nebo bránících </w:t>
      </w:r>
      <w:r w:rsidR="00E95528">
        <w:t xml:space="preserve">řádnému a bezpečnému </w:t>
      </w:r>
      <w:r w:rsidR="00E95528" w:rsidRPr="00E95528">
        <w:t>užívání díla dle účelu této smlouvy</w:t>
      </w:r>
      <w:r w:rsidR="00AB57D2" w:rsidRPr="00AB57D2">
        <w:t>. Drobné vady a nedodělky, které nebrán</w:t>
      </w:r>
      <w:r w:rsidR="00E95528">
        <w:t xml:space="preserve">í </w:t>
      </w:r>
      <w:r w:rsidR="00C24E8B">
        <w:t xml:space="preserve">uvedení díla do provozu a </w:t>
      </w:r>
      <w:r w:rsidR="00E95528">
        <w:t>řádnému a bezpečnému užívání d</w:t>
      </w:r>
      <w:r w:rsidR="00AB57D2" w:rsidRPr="00AB57D2">
        <w:t xml:space="preserve">íla jednotlivě i </w:t>
      </w:r>
      <w:r w:rsidR="00E95528">
        <w:t>v celém souhrnu a které z</w:t>
      </w:r>
      <w:r w:rsidR="00AB57D2" w:rsidRPr="00AB57D2">
        <w:t>hotovitel písemně uzná a zaváže se je v dohodnutém termínu</w:t>
      </w:r>
      <w:r w:rsidR="00714952">
        <w:t>, nejpozději však do ukončení ověřovacího provozu dle čl. 6.</w:t>
      </w:r>
      <w:r w:rsidR="005A73D7">
        <w:t>10</w:t>
      </w:r>
      <w:r w:rsidR="00714952">
        <w:t xml:space="preserve"> této smlouvy, </w:t>
      </w:r>
      <w:r w:rsidR="00AB57D2" w:rsidRPr="00AB57D2">
        <w:t xml:space="preserve">řádným způsobem odstranit, nejsou důvodem k odmítnutí převzetí </w:t>
      </w:r>
      <w:r w:rsidR="00E95528">
        <w:t>d</w:t>
      </w:r>
      <w:r w:rsidR="00AB57D2" w:rsidRPr="00AB57D2">
        <w:t xml:space="preserve">íla. Soupis drobných vad a nedodělků s uvedením termínů odstranění těchto nedostatků bude součástí nebo přílohou </w:t>
      </w:r>
      <w:r w:rsidR="00E95528">
        <w:t>p</w:t>
      </w:r>
      <w:r w:rsidR="00AB57D2" w:rsidRPr="00AB57D2">
        <w:t>ředávacího protokolu.</w:t>
      </w:r>
      <w:bookmarkEnd w:id="2"/>
      <w:r w:rsidR="00AB57D2" w:rsidRPr="00AB57D2">
        <w:t xml:space="preserve"> </w:t>
      </w:r>
      <w:r w:rsidR="00E95528">
        <w:t>Provedení d</w:t>
      </w:r>
      <w:r w:rsidR="00AB57D2" w:rsidRPr="00AB57D2">
        <w:t xml:space="preserve">íla s vadami nad rámec drobných vad a </w:t>
      </w:r>
      <w:r w:rsidR="00E95528">
        <w:t>nedodělků, které brání uvedení díla do provozu nebo užívání d</w:t>
      </w:r>
      <w:r w:rsidR="00AB57D2" w:rsidRPr="00AB57D2">
        <w:t xml:space="preserve">íla jednotlivě i v celém souhrnu, je důvodem k odmítnutí převzetí </w:t>
      </w:r>
      <w:r w:rsidR="00E95528">
        <w:t>d</w:t>
      </w:r>
      <w:r w:rsidR="00AB57D2" w:rsidRPr="00AB57D2">
        <w:t xml:space="preserve">íla </w:t>
      </w:r>
      <w:r w:rsidR="00E95528">
        <w:t>o</w:t>
      </w:r>
      <w:r w:rsidR="00AB57D2" w:rsidRPr="00AB57D2">
        <w:t>bjednatelem a je považov</w:t>
      </w:r>
      <w:r w:rsidR="00E95528">
        <w:t>áno za podstatné porušení této s</w:t>
      </w:r>
      <w:r w:rsidR="00AB57D2" w:rsidRPr="00AB57D2">
        <w:t>mlouvy.</w:t>
      </w:r>
      <w:bookmarkEnd w:id="3"/>
      <w:r w:rsidR="00AB57D2" w:rsidRPr="00AB57D2">
        <w:t xml:space="preserve"> N</w:t>
      </w:r>
      <w:r w:rsidR="00E95528">
        <w:t>ebude-li v takovém případě od smlouvy o</w:t>
      </w:r>
      <w:r w:rsidR="00AB57D2" w:rsidRPr="00AB57D2">
        <w:t xml:space="preserve">bjednatelem </w:t>
      </w:r>
      <w:r w:rsidR="00E95528">
        <w:t>odstoupeno</w:t>
      </w:r>
      <w:r w:rsidR="00AB57D2" w:rsidRPr="00AB57D2">
        <w:t xml:space="preserve">, určí </w:t>
      </w:r>
      <w:r w:rsidR="00E95528">
        <w:t>o</w:t>
      </w:r>
      <w:r w:rsidR="00AB57D2" w:rsidRPr="00AB57D2">
        <w:t xml:space="preserve">bjednatel nový termín převzetí </w:t>
      </w:r>
      <w:r w:rsidR="00E95528">
        <w:t>díla. Do tohoto termínu</w:t>
      </w:r>
      <w:r w:rsidR="00714952">
        <w:t>,</w:t>
      </w:r>
      <w:r w:rsidR="00E95528">
        <w:t xml:space="preserve"> je z</w:t>
      </w:r>
      <w:r w:rsidR="00AB57D2" w:rsidRPr="00AB57D2">
        <w:t xml:space="preserve">hotovitel povinen všechny vady a </w:t>
      </w:r>
      <w:r w:rsidR="00E95528">
        <w:t>nedodělky, které brání užívání d</w:t>
      </w:r>
      <w:r w:rsidR="00AB57D2" w:rsidRPr="00AB57D2">
        <w:t>íla, odstranit.</w:t>
      </w:r>
    </w:p>
    <w:p w14:paraId="4D9683AE" w14:textId="77777777" w:rsidR="008324AA" w:rsidRDefault="008324AA" w:rsidP="004D5E82">
      <w:pPr>
        <w:pStyle w:val="Odstavecseseznamem"/>
        <w:widowControl w:val="0"/>
        <w:tabs>
          <w:tab w:val="clear" w:pos="709"/>
        </w:tabs>
        <w:suppressAutoHyphens/>
        <w:ind w:left="567" w:hanging="567"/>
        <w:jc w:val="both"/>
      </w:pPr>
      <w:r>
        <w:t>Dílo může</w:t>
      </w:r>
      <w:r w:rsidR="002859F1">
        <w:t xml:space="preserve"> být předáváno také po částech. V takovém případě smluvní strany postupují dle čl. 6.1</w:t>
      </w:r>
      <w:r w:rsidR="005A73D7">
        <w:t>2</w:t>
      </w:r>
      <w:r w:rsidR="002859F1">
        <w:t xml:space="preserve"> této smlouvy obdobně a předávací protokol bude sepsán pro každou předávanou část díla. </w:t>
      </w:r>
    </w:p>
    <w:p w14:paraId="22467A16" w14:textId="77777777" w:rsidR="008324AA" w:rsidRDefault="008324AA" w:rsidP="004D5E82">
      <w:pPr>
        <w:pStyle w:val="Odstavecseseznamem"/>
        <w:widowControl w:val="0"/>
        <w:tabs>
          <w:tab w:val="clear" w:pos="709"/>
        </w:tabs>
        <w:suppressAutoHyphens/>
        <w:ind w:left="567" w:hanging="567"/>
        <w:jc w:val="both"/>
      </w:pPr>
      <w:r>
        <w:t>Pro vyloučení pochybností smluvní strany uvádějí, že veškeré vady a nedodělky musí být odstraněny nejpozději do ukončení ověřovacího provozu dle čl. 6.</w:t>
      </w:r>
      <w:r w:rsidR="005A73D7">
        <w:t>10</w:t>
      </w:r>
      <w:r>
        <w:t xml:space="preserve"> této smlouvy.</w:t>
      </w:r>
    </w:p>
    <w:p w14:paraId="04C66999" w14:textId="77777777" w:rsidR="00E66AFB" w:rsidRDefault="0093396A">
      <w:pPr>
        <w:pStyle w:val="Odstavecseseznamem"/>
        <w:widowControl w:val="0"/>
        <w:tabs>
          <w:tab w:val="clear" w:pos="709"/>
        </w:tabs>
        <w:suppressAutoHyphens/>
        <w:ind w:left="567" w:hanging="567"/>
        <w:jc w:val="both"/>
      </w:pPr>
      <w:r w:rsidRPr="002901EE">
        <w:t>Zhotovitel se zavazuje vyklidit staveniště a uvést dotčené pozemky do náležitého stavu nejpozději do 10 kalendářních dnů po převzetí</w:t>
      </w:r>
      <w:r w:rsidR="00CB5C44">
        <w:t xml:space="preserve"> části</w:t>
      </w:r>
      <w:r w:rsidRPr="002901EE">
        <w:t xml:space="preserve"> díla objednatelem dle příslušné etapy díla. O vyklizení staveniště obě strany sepíší protokol potvrzující předání a převzetí vyklizeného staveniště, pro každou etapu. Případnou vzniklou škodu se zhotovitel zavazuje uhradit.</w:t>
      </w:r>
    </w:p>
    <w:p w14:paraId="4ACDD09F" w14:textId="77777777" w:rsidR="00E66AFB" w:rsidRDefault="0093396A">
      <w:pPr>
        <w:pStyle w:val="Nadpis1"/>
        <w:keepNext w:val="0"/>
        <w:widowControl w:val="0"/>
        <w:suppressAutoHyphens/>
        <w:jc w:val="center"/>
      </w:pPr>
      <w:r w:rsidRPr="002901EE">
        <w:t xml:space="preserve">Cena předmětu smlouvy </w:t>
      </w:r>
    </w:p>
    <w:p w14:paraId="54C94CE3" w14:textId="77777777" w:rsidR="0093396A" w:rsidRPr="002901EE" w:rsidRDefault="0093396A" w:rsidP="004D5E82">
      <w:pPr>
        <w:pStyle w:val="Odstavecseseznamem"/>
        <w:widowControl w:val="0"/>
        <w:tabs>
          <w:tab w:val="clear" w:pos="709"/>
        </w:tabs>
        <w:suppressAutoHyphens/>
        <w:ind w:left="567" w:hanging="567"/>
        <w:jc w:val="both"/>
        <w:rPr>
          <w:i/>
        </w:rPr>
      </w:pPr>
      <w:r w:rsidRPr="002901EE">
        <w:t xml:space="preserve">Cena je stanovena jako cena nejvýše přípustná, obsahující veškeré náklady na provedení </w:t>
      </w:r>
      <w:r w:rsidR="008324AA">
        <w:t>díla</w:t>
      </w:r>
      <w:r w:rsidRPr="002901EE">
        <w:t xml:space="preserve">, platná po celou dobu provádění díla. </w:t>
      </w:r>
    </w:p>
    <w:p w14:paraId="4997743C" w14:textId="77777777" w:rsidR="00E66AFB" w:rsidRDefault="00E66AFB">
      <w:pPr>
        <w:widowControl w:val="0"/>
        <w:suppressAutoHyphens/>
        <w:ind w:left="567"/>
        <w:jc w:val="both"/>
      </w:pPr>
    </w:p>
    <w:p w14:paraId="5252FE7B" w14:textId="77777777" w:rsidR="00E66AFB" w:rsidRDefault="0093396A">
      <w:pPr>
        <w:widowControl w:val="0"/>
        <w:suppressAutoHyphens/>
        <w:ind w:left="567"/>
        <w:jc w:val="both"/>
        <w:rPr>
          <w:rFonts w:ascii="Times New Roman" w:hAnsi="Times New Roman"/>
          <w:i/>
          <w:color w:val="00B0F0"/>
          <w:sz w:val="22"/>
          <w:szCs w:val="22"/>
          <w:lang w:val="cs-CZ"/>
        </w:rPr>
      </w:pPr>
      <w:r w:rsidRPr="002901EE">
        <w:rPr>
          <w:rFonts w:ascii="Times New Roman" w:hAnsi="Times New Roman"/>
          <w:sz w:val="22"/>
          <w:szCs w:val="22"/>
          <w:lang w:val="cs-CZ"/>
        </w:rPr>
        <w:t xml:space="preserve">Cena je určena jako součet cen položek dle </w:t>
      </w:r>
      <w:r w:rsidR="008B01CD">
        <w:rPr>
          <w:rFonts w:ascii="Times New Roman" w:hAnsi="Times New Roman"/>
          <w:sz w:val="22"/>
          <w:szCs w:val="22"/>
          <w:lang w:val="cs-CZ"/>
        </w:rPr>
        <w:t>čl</w:t>
      </w:r>
      <w:r w:rsidRPr="002901EE">
        <w:rPr>
          <w:rFonts w:ascii="Times New Roman" w:hAnsi="Times New Roman"/>
          <w:sz w:val="22"/>
          <w:szCs w:val="22"/>
          <w:lang w:val="cs-CZ"/>
        </w:rPr>
        <w:t>. 7.2</w:t>
      </w:r>
      <w:r w:rsidR="008B01CD">
        <w:rPr>
          <w:rFonts w:ascii="Times New Roman" w:hAnsi="Times New Roman"/>
          <w:sz w:val="22"/>
          <w:szCs w:val="22"/>
          <w:lang w:val="cs-CZ"/>
        </w:rPr>
        <w:t xml:space="preserve"> této smlouvy</w:t>
      </w:r>
      <w:r w:rsidRPr="002901EE">
        <w:rPr>
          <w:rFonts w:ascii="Times New Roman" w:hAnsi="Times New Roman"/>
          <w:sz w:val="22"/>
          <w:szCs w:val="22"/>
          <w:lang w:val="cs-CZ"/>
        </w:rPr>
        <w:t xml:space="preserve">, které jsou nedílnou součástí nabídky zhotovitele v rámci veřejné zakázky </w:t>
      </w:r>
      <w:r w:rsidRPr="002901EE">
        <w:rPr>
          <w:rFonts w:ascii="Times New Roman" w:hAnsi="Times New Roman"/>
          <w:b/>
          <w:sz w:val="22"/>
          <w:szCs w:val="22"/>
          <w:lang w:val="cs-CZ"/>
        </w:rPr>
        <w:t>„</w:t>
      </w:r>
      <w:r w:rsidR="009A2435" w:rsidRPr="009A2435">
        <w:rPr>
          <w:rFonts w:ascii="Times New Roman" w:hAnsi="Times New Roman"/>
          <w:b/>
          <w:sz w:val="22"/>
          <w:szCs w:val="22"/>
          <w:lang w:val="cs-CZ"/>
        </w:rPr>
        <w:t>Dodávka mycích linek II</w:t>
      </w:r>
      <w:r w:rsidRPr="002901EE">
        <w:rPr>
          <w:rFonts w:ascii="Times New Roman" w:hAnsi="Times New Roman"/>
          <w:b/>
          <w:sz w:val="22"/>
          <w:szCs w:val="22"/>
          <w:lang w:val="cs-CZ"/>
        </w:rPr>
        <w:t>”</w:t>
      </w:r>
      <w:r w:rsidRPr="002901EE">
        <w:rPr>
          <w:rFonts w:ascii="Times New Roman" w:hAnsi="Times New Roman"/>
          <w:sz w:val="22"/>
          <w:szCs w:val="22"/>
          <w:lang w:val="cs-CZ"/>
        </w:rPr>
        <w:t xml:space="preserve"> ze dne </w:t>
      </w:r>
      <w:permStart w:id="1607613259" w:edGrp="everyone"/>
      <w:r w:rsidRPr="002901EE">
        <w:rPr>
          <w:rFonts w:ascii="Times New Roman" w:hAnsi="Times New Roman"/>
          <w:sz w:val="22"/>
          <w:szCs w:val="22"/>
          <w:lang w:val="cs-CZ"/>
        </w:rPr>
        <w:t xml:space="preserve">……….. </w:t>
      </w:r>
      <w:r w:rsidRPr="002901EE">
        <w:rPr>
          <w:rFonts w:ascii="Times New Roman" w:hAnsi="Times New Roman"/>
          <w:i/>
          <w:color w:val="00B0F0"/>
          <w:sz w:val="22"/>
          <w:szCs w:val="22"/>
          <w:lang w:val="cs-CZ"/>
        </w:rPr>
        <w:t>(POZN. Doplní dodavatel. Poté poznámku vymažte)</w:t>
      </w:r>
      <w:permEnd w:id="1607613259"/>
    </w:p>
    <w:p w14:paraId="54F9A8F9" w14:textId="77777777" w:rsidR="003111B2" w:rsidRDefault="008B01CD">
      <w:pPr>
        <w:pStyle w:val="Odstavecseseznamem"/>
        <w:widowControl w:val="0"/>
        <w:tabs>
          <w:tab w:val="clear" w:pos="709"/>
        </w:tabs>
        <w:suppressAutoHyphens/>
        <w:ind w:left="567" w:hanging="567"/>
        <w:jc w:val="both"/>
      </w:pPr>
      <w:r>
        <w:t>C</w:t>
      </w:r>
      <w:r w:rsidR="0093396A" w:rsidRPr="002901EE">
        <w:t>ena za dílo je stanovena dohodou a činí:</w:t>
      </w:r>
    </w:p>
    <w:p w14:paraId="08D42EB4" w14:textId="77777777" w:rsidR="007A77C2" w:rsidRDefault="00C24E8B" w:rsidP="007A77C2">
      <w:pPr>
        <w:pStyle w:val="Odstavecseseznamem"/>
        <w:widowControl w:val="0"/>
        <w:numPr>
          <w:ilvl w:val="2"/>
          <w:numId w:val="61"/>
        </w:numPr>
        <w:tabs>
          <w:tab w:val="clear" w:pos="709"/>
        </w:tabs>
        <w:suppressAutoHyphens/>
        <w:ind w:left="851" w:hanging="284"/>
        <w:jc w:val="both"/>
        <w:rPr>
          <w:u w:val="single"/>
        </w:rPr>
      </w:pPr>
      <w:r>
        <w:rPr>
          <w:u w:val="single"/>
        </w:rPr>
        <w:t>cena za</w:t>
      </w:r>
      <w:r w:rsidR="0093396A" w:rsidRPr="002901EE">
        <w:rPr>
          <w:u w:val="single"/>
        </w:rPr>
        <w:t xml:space="preserve"> část</w:t>
      </w:r>
      <w:r>
        <w:rPr>
          <w:u w:val="single"/>
        </w:rPr>
        <w:t>i</w:t>
      </w:r>
      <w:r w:rsidR="0093396A" w:rsidRPr="002901EE">
        <w:rPr>
          <w:u w:val="single"/>
        </w:rPr>
        <w:t xml:space="preserve"> díla </w:t>
      </w:r>
      <w:r>
        <w:rPr>
          <w:u w:val="single"/>
        </w:rPr>
        <w:t xml:space="preserve">dle čl. </w:t>
      </w:r>
      <w:r w:rsidR="008E25FB">
        <w:rPr>
          <w:u w:val="single"/>
        </w:rPr>
        <w:t xml:space="preserve">3.1 a 3.4 </w:t>
      </w:r>
      <w:r>
        <w:rPr>
          <w:u w:val="single"/>
        </w:rPr>
        <w:t xml:space="preserve"> </w:t>
      </w:r>
      <w:r w:rsidR="008E25FB">
        <w:rPr>
          <w:u w:val="single"/>
        </w:rPr>
        <w:t>této smlouvy:</w:t>
      </w:r>
    </w:p>
    <w:p w14:paraId="4F10657D" w14:textId="77777777" w:rsidR="00E66AFB" w:rsidRDefault="0093396A">
      <w:pPr>
        <w:pStyle w:val="Textvbloku1"/>
        <w:widowControl w:val="0"/>
        <w:spacing w:before="90"/>
        <w:ind w:left="4320" w:right="48" w:firstLine="720"/>
        <w:jc w:val="both"/>
        <w:rPr>
          <w:rFonts w:cs="Times New Roman"/>
          <w:sz w:val="22"/>
          <w:szCs w:val="22"/>
        </w:rPr>
      </w:pPr>
      <w:r w:rsidRPr="002901EE">
        <w:rPr>
          <w:rFonts w:cs="Times New Roman"/>
          <w:sz w:val="22"/>
          <w:szCs w:val="22"/>
        </w:rPr>
        <w:tab/>
      </w:r>
      <w:permStart w:id="828854615" w:edGrp="everyone"/>
      <w:r w:rsidR="008E25FB">
        <w:rPr>
          <w:rFonts w:cs="Times New Roman"/>
          <w:sz w:val="22"/>
          <w:szCs w:val="22"/>
        </w:rPr>
        <w:t>.........</w:t>
      </w:r>
      <w:permEnd w:id="828854615"/>
      <w:r w:rsidR="008E25FB">
        <w:rPr>
          <w:rFonts w:cs="Times New Roman"/>
          <w:sz w:val="22"/>
          <w:szCs w:val="22"/>
        </w:rPr>
        <w:t xml:space="preserve"> </w:t>
      </w:r>
      <w:r w:rsidRPr="002901EE">
        <w:rPr>
          <w:rFonts w:cs="Times New Roman"/>
          <w:sz w:val="22"/>
          <w:szCs w:val="22"/>
        </w:rPr>
        <w:t>Kč bez DPH</w:t>
      </w:r>
    </w:p>
    <w:p w14:paraId="43124BCB" w14:textId="77777777" w:rsidR="007A77C2" w:rsidRPr="007A77C2" w:rsidRDefault="008E25FB" w:rsidP="007A77C2">
      <w:pPr>
        <w:pStyle w:val="Odstavecseseznamem"/>
        <w:widowControl w:val="0"/>
        <w:numPr>
          <w:ilvl w:val="2"/>
          <w:numId w:val="61"/>
        </w:numPr>
        <w:tabs>
          <w:tab w:val="clear" w:pos="709"/>
        </w:tabs>
        <w:suppressAutoHyphens/>
        <w:ind w:left="851" w:hanging="284"/>
        <w:jc w:val="both"/>
        <w:rPr>
          <w:u w:val="single"/>
        </w:rPr>
      </w:pPr>
      <w:r>
        <w:rPr>
          <w:u w:val="single"/>
        </w:rPr>
        <w:t>cena za</w:t>
      </w:r>
      <w:r w:rsidR="0093396A" w:rsidRPr="002901EE">
        <w:rPr>
          <w:u w:val="single"/>
        </w:rPr>
        <w:t xml:space="preserve"> část</w:t>
      </w:r>
      <w:r>
        <w:rPr>
          <w:u w:val="single"/>
        </w:rPr>
        <w:t>i</w:t>
      </w:r>
      <w:r w:rsidR="0093396A" w:rsidRPr="002901EE">
        <w:rPr>
          <w:u w:val="single"/>
        </w:rPr>
        <w:t xml:space="preserve"> díla </w:t>
      </w:r>
      <w:r>
        <w:rPr>
          <w:u w:val="single"/>
        </w:rPr>
        <w:t>dle čl. 3.2 - 1. Etapa a 2. Etapa</w:t>
      </w:r>
      <w:r w:rsidR="009D0561">
        <w:rPr>
          <w:u w:val="single"/>
        </w:rPr>
        <w:t xml:space="preserve"> této smlouvy</w:t>
      </w:r>
      <w:r w:rsidR="007A77C2" w:rsidRPr="007A77C2">
        <w:rPr>
          <w:u w:val="single"/>
        </w:rPr>
        <w:t>:</w:t>
      </w:r>
    </w:p>
    <w:p w14:paraId="2FF28D5A" w14:textId="77777777" w:rsidR="00E66AFB" w:rsidRDefault="0093396A">
      <w:pPr>
        <w:pStyle w:val="Textvbloku1"/>
        <w:widowControl w:val="0"/>
        <w:spacing w:before="90"/>
        <w:ind w:left="3600" w:right="48" w:firstLine="720"/>
        <w:jc w:val="both"/>
        <w:rPr>
          <w:rFonts w:cs="Times New Roman"/>
          <w:sz w:val="22"/>
          <w:szCs w:val="22"/>
        </w:rPr>
      </w:pPr>
      <w:r w:rsidRPr="002901EE">
        <w:rPr>
          <w:rFonts w:cs="Times New Roman"/>
          <w:sz w:val="22"/>
          <w:szCs w:val="22"/>
        </w:rPr>
        <w:tab/>
      </w:r>
      <w:r w:rsidRPr="002901EE">
        <w:rPr>
          <w:rFonts w:cs="Times New Roman"/>
          <w:sz w:val="22"/>
          <w:szCs w:val="22"/>
        </w:rPr>
        <w:tab/>
      </w:r>
      <w:permStart w:id="2083871095" w:edGrp="everyone"/>
      <w:r w:rsidR="009D0561">
        <w:rPr>
          <w:rFonts w:cs="Times New Roman"/>
          <w:sz w:val="22"/>
          <w:szCs w:val="22"/>
        </w:rPr>
        <w:t>..........</w:t>
      </w:r>
      <w:permEnd w:id="2083871095"/>
      <w:r w:rsidR="009D0561">
        <w:rPr>
          <w:rFonts w:cs="Times New Roman"/>
          <w:sz w:val="22"/>
          <w:szCs w:val="22"/>
        </w:rPr>
        <w:t xml:space="preserve"> </w:t>
      </w:r>
      <w:r w:rsidRPr="002901EE">
        <w:rPr>
          <w:rFonts w:cs="Times New Roman"/>
          <w:sz w:val="22"/>
          <w:szCs w:val="22"/>
        </w:rPr>
        <w:t>Kč bez DPH</w:t>
      </w:r>
    </w:p>
    <w:p w14:paraId="07259109" w14:textId="33269128" w:rsidR="007A77C2" w:rsidRPr="007A77C2" w:rsidRDefault="008E25FB" w:rsidP="007A77C2">
      <w:pPr>
        <w:pStyle w:val="Odstavecseseznamem"/>
        <w:widowControl w:val="0"/>
        <w:numPr>
          <w:ilvl w:val="2"/>
          <w:numId w:val="61"/>
        </w:numPr>
        <w:tabs>
          <w:tab w:val="clear" w:pos="709"/>
        </w:tabs>
        <w:suppressAutoHyphens/>
        <w:ind w:left="851" w:hanging="284"/>
        <w:jc w:val="both"/>
        <w:rPr>
          <w:u w:val="single"/>
        </w:rPr>
      </w:pPr>
      <w:r w:rsidRPr="009D0561">
        <w:rPr>
          <w:u w:val="single"/>
        </w:rPr>
        <w:t xml:space="preserve">cena za části díla dle čl. 3.2 - 3. Etapa a dle čl. 3.3, </w:t>
      </w:r>
      <w:r w:rsidR="009D0561" w:rsidRPr="009D0561">
        <w:rPr>
          <w:u w:val="single"/>
        </w:rPr>
        <w:t>3.5, 3.6</w:t>
      </w:r>
      <w:r w:rsidR="009D0561">
        <w:rPr>
          <w:u w:val="single"/>
        </w:rPr>
        <w:t xml:space="preserve">, </w:t>
      </w:r>
      <w:r w:rsidR="00E03F42">
        <w:rPr>
          <w:u w:val="single"/>
        </w:rPr>
        <w:t>3.7</w:t>
      </w:r>
      <w:r w:rsidR="00B110F3" w:rsidRPr="00B110F3">
        <w:rPr>
          <w:u w:val="single"/>
        </w:rPr>
        <w:t xml:space="preserve"> a </w:t>
      </w:r>
      <w:r w:rsidR="009D0561">
        <w:rPr>
          <w:u w:val="single"/>
        </w:rPr>
        <w:t>3.8</w:t>
      </w:r>
      <w:r w:rsidR="002A31AC">
        <w:rPr>
          <w:u w:val="single"/>
        </w:rPr>
        <w:t xml:space="preserve"> (vyjma čl. 3.8.</w:t>
      </w:r>
      <w:r w:rsidR="002611D9">
        <w:rPr>
          <w:u w:val="single"/>
        </w:rPr>
        <w:t>4</w:t>
      </w:r>
      <w:r w:rsidR="002A31AC">
        <w:rPr>
          <w:u w:val="single"/>
        </w:rPr>
        <w:t>.)</w:t>
      </w:r>
      <w:r w:rsidR="009D0561" w:rsidRPr="009D0561">
        <w:rPr>
          <w:u w:val="single"/>
        </w:rPr>
        <w:t xml:space="preserve"> této smlouvy</w:t>
      </w:r>
      <w:r w:rsidR="007A77C2" w:rsidRPr="007A77C2">
        <w:rPr>
          <w:u w:val="single"/>
        </w:rPr>
        <w:t>:</w:t>
      </w:r>
    </w:p>
    <w:p w14:paraId="4739C9DB" w14:textId="6EDF0A2C" w:rsidR="00E66AFB" w:rsidRDefault="000704CC">
      <w:pPr>
        <w:pStyle w:val="Textvbloku1"/>
        <w:widowControl w:val="0"/>
        <w:spacing w:before="90"/>
        <w:ind w:right="48"/>
        <w:jc w:val="both"/>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Pr="002901EE">
        <w:rPr>
          <w:rFonts w:cs="Times New Roman"/>
          <w:sz w:val="22"/>
          <w:szCs w:val="22"/>
        </w:rPr>
        <w:tab/>
      </w:r>
      <w:r w:rsidRPr="002901EE">
        <w:rPr>
          <w:rFonts w:cs="Times New Roman"/>
          <w:sz w:val="22"/>
          <w:szCs w:val="22"/>
        </w:rPr>
        <w:tab/>
      </w:r>
      <w:permStart w:id="1244279862" w:edGrp="everyone"/>
      <w:r w:rsidR="009D0561">
        <w:rPr>
          <w:rFonts w:cs="Times New Roman"/>
          <w:sz w:val="22"/>
          <w:szCs w:val="22"/>
        </w:rPr>
        <w:t>.........</w:t>
      </w:r>
      <w:permEnd w:id="1244279862"/>
      <w:r w:rsidR="009D0561">
        <w:rPr>
          <w:rFonts w:cs="Times New Roman"/>
          <w:sz w:val="22"/>
          <w:szCs w:val="22"/>
        </w:rPr>
        <w:t xml:space="preserve"> </w:t>
      </w:r>
      <w:r w:rsidRPr="002901EE">
        <w:rPr>
          <w:rFonts w:cs="Times New Roman"/>
          <w:sz w:val="22"/>
          <w:szCs w:val="22"/>
        </w:rPr>
        <w:t>Kč bez DPH</w:t>
      </w:r>
    </w:p>
    <w:p w14:paraId="0F01AA42" w14:textId="699B89B7" w:rsidR="007A77C2" w:rsidRPr="007A77C2" w:rsidRDefault="009D0561" w:rsidP="007A77C2">
      <w:pPr>
        <w:pStyle w:val="Odstavecseseznamem"/>
        <w:widowControl w:val="0"/>
        <w:numPr>
          <w:ilvl w:val="2"/>
          <w:numId w:val="61"/>
        </w:numPr>
        <w:tabs>
          <w:tab w:val="clear" w:pos="709"/>
        </w:tabs>
        <w:suppressAutoHyphens/>
        <w:ind w:left="851" w:hanging="284"/>
        <w:jc w:val="both"/>
        <w:rPr>
          <w:u w:val="single"/>
        </w:rPr>
      </w:pPr>
      <w:r>
        <w:rPr>
          <w:u w:val="single"/>
        </w:rPr>
        <w:t>cena za</w:t>
      </w:r>
      <w:r w:rsidR="000704CC" w:rsidRPr="002901EE">
        <w:rPr>
          <w:u w:val="single"/>
        </w:rPr>
        <w:t xml:space="preserve"> část díla </w:t>
      </w:r>
      <w:r>
        <w:rPr>
          <w:u w:val="single"/>
        </w:rPr>
        <w:t>3.</w:t>
      </w:r>
      <w:r w:rsidR="00E03F42">
        <w:rPr>
          <w:u w:val="single"/>
        </w:rPr>
        <w:t>8.</w:t>
      </w:r>
      <w:r w:rsidR="002611D9">
        <w:rPr>
          <w:u w:val="single"/>
        </w:rPr>
        <w:t>4</w:t>
      </w:r>
      <w:r w:rsidRPr="009D0561">
        <w:rPr>
          <w:u w:val="single"/>
        </w:rPr>
        <w:t xml:space="preserve"> této smlouvy</w:t>
      </w:r>
      <w:r w:rsidR="007A77C2" w:rsidRPr="007A77C2">
        <w:rPr>
          <w:u w:val="single"/>
        </w:rPr>
        <w:t>:</w:t>
      </w:r>
    </w:p>
    <w:p w14:paraId="4DED5555" w14:textId="77777777" w:rsidR="00E66AFB" w:rsidRDefault="000704CC">
      <w:pPr>
        <w:pStyle w:val="Textvbloku1"/>
        <w:widowControl w:val="0"/>
        <w:spacing w:before="90"/>
        <w:ind w:right="48"/>
        <w:jc w:val="both"/>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Pr="002901EE">
        <w:rPr>
          <w:rFonts w:cs="Times New Roman"/>
          <w:sz w:val="22"/>
          <w:szCs w:val="22"/>
        </w:rPr>
        <w:tab/>
      </w:r>
      <w:r w:rsidR="00625B7F">
        <w:rPr>
          <w:rFonts w:cs="Times New Roman"/>
          <w:sz w:val="22"/>
          <w:szCs w:val="22"/>
        </w:rPr>
        <w:tab/>
      </w:r>
      <w:permStart w:id="155215875" w:edGrp="everyone"/>
      <w:r w:rsidR="00E03F42">
        <w:rPr>
          <w:rFonts w:cs="Times New Roman"/>
          <w:sz w:val="22"/>
          <w:szCs w:val="22"/>
        </w:rPr>
        <w:t>..........</w:t>
      </w:r>
      <w:permEnd w:id="155215875"/>
      <w:r w:rsidR="00E03F42">
        <w:rPr>
          <w:rFonts w:cs="Times New Roman"/>
          <w:sz w:val="22"/>
          <w:szCs w:val="22"/>
        </w:rPr>
        <w:t xml:space="preserve"> </w:t>
      </w:r>
      <w:r w:rsidRPr="002901EE">
        <w:rPr>
          <w:rFonts w:cs="Times New Roman"/>
          <w:sz w:val="22"/>
          <w:szCs w:val="22"/>
        </w:rPr>
        <w:t>Kč bez DPH</w:t>
      </w:r>
      <w:r w:rsidR="001D24CE">
        <w:rPr>
          <w:rFonts w:cs="Times New Roman"/>
          <w:sz w:val="22"/>
          <w:szCs w:val="22"/>
        </w:rPr>
        <w:t>/2 roky</w:t>
      </w:r>
      <w:r>
        <w:rPr>
          <w:rFonts w:cs="Times New Roman"/>
          <w:sz w:val="22"/>
          <w:szCs w:val="22"/>
        </w:rPr>
        <w:t xml:space="preserve"> </w:t>
      </w:r>
    </w:p>
    <w:p w14:paraId="24EF6FED" w14:textId="77777777" w:rsidR="00E66AFB" w:rsidRDefault="002106DC">
      <w:pPr>
        <w:pStyle w:val="Textvbloku1"/>
        <w:widowControl w:val="0"/>
        <w:spacing w:before="90"/>
        <w:ind w:right="48"/>
        <w:jc w:val="both"/>
        <w:rPr>
          <w:rFonts w:cs="Times New Roman"/>
          <w:sz w:val="22"/>
          <w:szCs w:val="22"/>
        </w:rPr>
      </w:pPr>
      <w:r w:rsidRPr="002901EE">
        <w:rPr>
          <w:rFonts w:cs="Times New Roman"/>
          <w:sz w:val="22"/>
          <w:szCs w:val="22"/>
        </w:rPr>
        <w:t>___________________________________________________________________________________________</w:t>
      </w:r>
    </w:p>
    <w:p w14:paraId="10A5ACF8" w14:textId="4CF5ED35" w:rsidR="00E66AFB" w:rsidRDefault="0093396A">
      <w:pPr>
        <w:widowControl w:val="0"/>
        <w:tabs>
          <w:tab w:val="left" w:pos="1560"/>
        </w:tabs>
        <w:suppressAutoHyphens/>
        <w:spacing w:line="240" w:lineRule="auto"/>
        <w:ind w:left="567"/>
        <w:rPr>
          <w:rFonts w:ascii="Times New Roman" w:hAnsi="Times New Roman"/>
          <w:b/>
          <w:color w:val="auto"/>
          <w:sz w:val="22"/>
          <w:szCs w:val="22"/>
          <w:lang w:val="cs-CZ"/>
        </w:rPr>
      </w:pPr>
      <w:r w:rsidRPr="002901EE">
        <w:rPr>
          <w:rFonts w:ascii="Times New Roman" w:hAnsi="Times New Roman"/>
          <w:b/>
          <w:sz w:val="22"/>
          <w:szCs w:val="22"/>
          <w:lang w:val="cs-CZ"/>
        </w:rPr>
        <w:t xml:space="preserve">Cena celkem za dílo činí </w:t>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permStart w:id="1031042634" w:edGrp="everyone"/>
      <w:r w:rsidR="007222F7">
        <w:rPr>
          <w:sz w:val="22"/>
          <w:szCs w:val="22"/>
        </w:rPr>
        <w:t>........</w:t>
      </w:r>
      <w:r w:rsidR="007222F7">
        <w:rPr>
          <w:sz w:val="22"/>
          <w:szCs w:val="22"/>
        </w:rPr>
        <w:t>..</w:t>
      </w:r>
      <w:permEnd w:id="1031042634"/>
      <w:r w:rsidR="007222F7">
        <w:rPr>
          <w:sz w:val="22"/>
          <w:szCs w:val="22"/>
        </w:rPr>
        <w:t xml:space="preserve"> </w:t>
      </w:r>
      <w:r w:rsidRPr="002901EE">
        <w:rPr>
          <w:rFonts w:ascii="Times New Roman" w:hAnsi="Times New Roman"/>
          <w:b/>
          <w:color w:val="auto"/>
          <w:sz w:val="22"/>
          <w:szCs w:val="22"/>
          <w:lang w:val="cs-CZ"/>
        </w:rPr>
        <w:t>Kč bez DPH</w:t>
      </w:r>
    </w:p>
    <w:p w14:paraId="3EE95FB7" w14:textId="77777777" w:rsidR="00E66AFB" w:rsidRDefault="0093396A">
      <w:pPr>
        <w:widowControl w:val="0"/>
        <w:tabs>
          <w:tab w:val="left" w:pos="1560"/>
        </w:tabs>
        <w:suppressAutoHyphens/>
        <w:spacing w:line="240" w:lineRule="auto"/>
        <w:ind w:left="567"/>
        <w:rPr>
          <w:rFonts w:ascii="Times New Roman" w:hAnsi="Times New Roman"/>
          <w:i/>
          <w:color w:val="00B0F0"/>
          <w:sz w:val="22"/>
          <w:lang w:val="cs-CZ"/>
        </w:rPr>
      </w:pPr>
      <w:permStart w:id="196287666" w:edGrp="everyone"/>
      <w:r w:rsidRPr="002901EE">
        <w:rPr>
          <w:rFonts w:ascii="Times New Roman" w:hAnsi="Times New Roman"/>
          <w:i/>
          <w:color w:val="00B0F0"/>
          <w:sz w:val="22"/>
          <w:szCs w:val="22"/>
          <w:lang w:val="cs-CZ"/>
        </w:rPr>
        <w:t xml:space="preserve">(Pozn. Doplní dodavatel. </w:t>
      </w:r>
      <w:r w:rsidR="00B90D2F">
        <w:rPr>
          <w:rFonts w:ascii="Times New Roman" w:hAnsi="Times New Roman"/>
          <w:i/>
          <w:color w:val="00B0F0"/>
          <w:sz w:val="22"/>
          <w:szCs w:val="22"/>
          <w:lang w:val="cs-CZ"/>
        </w:rPr>
        <w:t xml:space="preserve">Tato cena vznikne součtem všech čtyř výše uvedených dílčích částí díla. </w:t>
      </w:r>
      <w:r w:rsidRPr="002901EE">
        <w:rPr>
          <w:rFonts w:ascii="Times New Roman" w:hAnsi="Times New Roman"/>
          <w:i/>
          <w:color w:val="00B0F0"/>
          <w:sz w:val="22"/>
          <w:szCs w:val="22"/>
          <w:lang w:val="cs-CZ"/>
        </w:rPr>
        <w:t>Poté poznámku vymažte. Tento údaj bude předmětem hodnocení.)</w:t>
      </w:r>
      <w:permEnd w:id="196287666"/>
    </w:p>
    <w:p w14:paraId="1A09BD1C" w14:textId="77777777" w:rsidR="00E66AFB" w:rsidRDefault="0093396A">
      <w:pPr>
        <w:pStyle w:val="Odstavecseseznamem"/>
        <w:widowControl w:val="0"/>
        <w:tabs>
          <w:tab w:val="clear" w:pos="709"/>
        </w:tabs>
        <w:suppressAutoHyphens/>
        <w:ind w:left="567" w:hanging="567"/>
        <w:jc w:val="both"/>
      </w:pPr>
      <w:r w:rsidRPr="002901EE">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14:paraId="02A8958C" w14:textId="77777777" w:rsidR="00E66AFB" w:rsidRDefault="0093396A">
      <w:pPr>
        <w:pStyle w:val="Odstavecseseznamem"/>
        <w:widowControl w:val="0"/>
        <w:tabs>
          <w:tab w:val="clear" w:pos="709"/>
        </w:tabs>
        <w:suppressAutoHyphens/>
        <w:ind w:left="567" w:hanging="567"/>
        <w:jc w:val="both"/>
      </w:pPr>
      <w:r w:rsidRPr="002901EE">
        <w:t>Objednatel prohlašuje, že financování prací a dodávek, které jsou předmětem této smlouvy, má zajištěno.</w:t>
      </w:r>
    </w:p>
    <w:p w14:paraId="187DBC15" w14:textId="77777777" w:rsidR="00E66AFB" w:rsidRDefault="0093396A">
      <w:pPr>
        <w:pStyle w:val="Odstavecseseznamem"/>
        <w:widowControl w:val="0"/>
        <w:tabs>
          <w:tab w:val="clear" w:pos="709"/>
        </w:tabs>
        <w:suppressAutoHyphens/>
        <w:ind w:left="567" w:hanging="567"/>
        <w:jc w:val="both"/>
      </w:pPr>
      <w:r w:rsidRPr="002901EE">
        <w:t>Výši sjednané ceny lze překročit pouze v případě:</w:t>
      </w:r>
    </w:p>
    <w:p w14:paraId="2AA52928" w14:textId="77777777" w:rsidR="00E66AFB" w:rsidRDefault="0093396A">
      <w:pPr>
        <w:pStyle w:val="odrka"/>
        <w:widowControl w:val="0"/>
        <w:tabs>
          <w:tab w:val="clear" w:pos="1560"/>
        </w:tabs>
        <w:suppressAutoHyphens/>
        <w:ind w:left="851" w:hanging="284"/>
        <w:jc w:val="both"/>
      </w:pPr>
      <w:r w:rsidRPr="002901EE">
        <w:t>v odůvodněných případech změn rozsahu a druhu prací a dodávek a doplňků technické specifikace předmětu plnění provedených v souladu s body 3.</w:t>
      </w:r>
      <w:r w:rsidR="005A73D7">
        <w:t>9</w:t>
      </w:r>
      <w:r w:rsidRPr="002901EE">
        <w:t>, 4.1 a 6.</w:t>
      </w:r>
      <w:r w:rsidR="005A73D7">
        <w:t xml:space="preserve">11 </w:t>
      </w:r>
      <w:r w:rsidRPr="002901EE">
        <w:t>této smlouvy, a to však pouze a výlučně, na základě písemného požadavku ze strany objednatele;</w:t>
      </w:r>
    </w:p>
    <w:p w14:paraId="1D289E81" w14:textId="77777777" w:rsidR="00E66AFB" w:rsidRDefault="0093396A">
      <w:pPr>
        <w:pStyle w:val="odrka"/>
        <w:widowControl w:val="0"/>
        <w:tabs>
          <w:tab w:val="clear" w:pos="1560"/>
        </w:tabs>
        <w:suppressAutoHyphens/>
        <w:ind w:left="851" w:hanging="284"/>
        <w:jc w:val="both"/>
      </w:pPr>
      <w:r w:rsidRPr="002901EE">
        <w:t>pokud v průběhu plnění dojde ke změnám legislativních či technických předpisů a norem, které budou mít prokazatelný vliv na výši sjednané ceny.</w:t>
      </w:r>
    </w:p>
    <w:p w14:paraId="3A556C77" w14:textId="77777777" w:rsidR="00E66AFB" w:rsidRDefault="0093396A">
      <w:pPr>
        <w:pStyle w:val="Odstavecseseznamem"/>
        <w:widowControl w:val="0"/>
        <w:tabs>
          <w:tab w:val="clear" w:pos="709"/>
        </w:tabs>
        <w:suppressAutoHyphens/>
        <w:ind w:left="567" w:hanging="567"/>
        <w:jc w:val="both"/>
      </w:pPr>
      <w:r w:rsidRPr="002901EE">
        <w:t>Cena obsahuje i případné zvýšené náklady spojené s vývojem cen vstupních nákladů, a to až do doby ukončení díla.</w:t>
      </w:r>
    </w:p>
    <w:p w14:paraId="7A2EF482" w14:textId="77777777" w:rsidR="00E66AFB" w:rsidRDefault="0093396A">
      <w:pPr>
        <w:pStyle w:val="Odstavecseseznamem"/>
        <w:widowControl w:val="0"/>
        <w:tabs>
          <w:tab w:val="clear" w:pos="709"/>
        </w:tabs>
        <w:suppressAutoHyphens/>
        <w:ind w:left="567" w:hanging="567"/>
        <w:jc w:val="both"/>
      </w:pPr>
      <w:r w:rsidRPr="002901EE">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při realizaci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p>
    <w:p w14:paraId="766712EA" w14:textId="77777777" w:rsidR="00E66AFB" w:rsidRDefault="0093396A">
      <w:pPr>
        <w:pStyle w:val="Odstavecseseznamem"/>
        <w:widowControl w:val="0"/>
        <w:tabs>
          <w:tab w:val="clear" w:pos="709"/>
        </w:tabs>
        <w:suppressAutoHyphens/>
        <w:ind w:left="567" w:hanging="567"/>
        <w:jc w:val="both"/>
      </w:pPr>
      <w:r w:rsidRPr="002901EE">
        <w:t xml:space="preserve">V případě, že bude objednatel požadovat realizaci dodatečných požadavků, kvalitativních či množstevních změn, budou tyto práce oceněny pomocí jednotkových cen z příslušných oceněných soupisů prací. </w:t>
      </w:r>
    </w:p>
    <w:p w14:paraId="6B4D863A" w14:textId="77777777" w:rsidR="00E66AFB" w:rsidRDefault="0093396A">
      <w:pPr>
        <w:widowControl w:val="0"/>
        <w:suppressAutoHyphens/>
        <w:ind w:left="567"/>
        <w:jc w:val="both"/>
        <w:rPr>
          <w:rFonts w:ascii="Times New Roman" w:hAnsi="Times New Roman"/>
          <w:sz w:val="22"/>
          <w:szCs w:val="22"/>
        </w:rPr>
      </w:pPr>
      <w:r w:rsidRPr="002901EE">
        <w:rPr>
          <w:rFonts w:ascii="Times New Roman" w:hAnsi="Times New Roman"/>
          <w:sz w:val="22"/>
          <w:szCs w:val="22"/>
          <w:lang w:val="cs-CZ"/>
        </w:rPr>
        <w:t>Položky v soupisu prací neobsažené budou oceněny na základě ceníků ÚRS Praha v cenové úrovni příslušné roku podání nabídky zhotovitelem ponížené o 15 %. V případě, že datová základna ÚRS Praha položky nutné k ocenění neobsahuje, budou oceněny dle dohody obou stran. Ke každému dodatečnému požadavku bude vypracován Změnový list dle příslušného vzoru objednatele.</w:t>
      </w:r>
    </w:p>
    <w:p w14:paraId="18235C94" w14:textId="77777777" w:rsidR="00E66AFB" w:rsidRDefault="0093396A">
      <w:pPr>
        <w:pStyle w:val="Nadpis1"/>
        <w:keepNext w:val="0"/>
        <w:widowControl w:val="0"/>
        <w:suppressAutoHyphens/>
        <w:jc w:val="center"/>
      </w:pPr>
      <w:r w:rsidRPr="002901EE">
        <w:t>Platební podmínky</w:t>
      </w:r>
    </w:p>
    <w:p w14:paraId="1FA356D6" w14:textId="77777777" w:rsidR="00E66AFB" w:rsidRDefault="00326CED">
      <w:pPr>
        <w:pStyle w:val="Odstavecseseznamem"/>
        <w:widowControl w:val="0"/>
        <w:tabs>
          <w:tab w:val="clear" w:pos="709"/>
        </w:tabs>
        <w:suppressAutoHyphens/>
        <w:ind w:left="567" w:hanging="567"/>
        <w:jc w:val="both"/>
      </w:pPr>
      <w:r w:rsidRPr="00B82E30">
        <w:t>Úhradu ceny za provedení části díla</w:t>
      </w:r>
      <w:r>
        <w:t xml:space="preserve"> </w:t>
      </w:r>
      <w:r w:rsidR="003111B2">
        <w:t>dle čl. 7.2 písm. a)</w:t>
      </w:r>
      <w:r w:rsidRPr="00C03ED4">
        <w:t xml:space="preserve"> </w:t>
      </w:r>
      <w:r w:rsidRPr="00B82E30">
        <w:t>provede objednatel na základě faktur (daňových dokladů) vystavených zhotovitelem vždy do 15 dnů ode dne uskutečnění zdanitelného plnění</w:t>
      </w:r>
      <w:r w:rsidR="004B2EE9">
        <w:t xml:space="preserve"> a doručených objednateli</w:t>
      </w:r>
      <w:r w:rsidRPr="00B82E30">
        <w:t xml:space="preserve">. </w:t>
      </w:r>
      <w:r w:rsidRPr="006E43F5">
        <w:t xml:space="preserve">Dnem uskutečnění zdanitelného plnění bude den převzetí </w:t>
      </w:r>
      <w:r w:rsidR="003111B2">
        <w:t>této části</w:t>
      </w:r>
      <w:r w:rsidRPr="006E43F5">
        <w:t xml:space="preserve"> díla objednatelem. Nedílnou součástí jednotlivých faktur bude kopie příslušného oběma smluvními stranami </w:t>
      </w:r>
      <w:r w:rsidR="003111B2">
        <w:t>podepsaného</w:t>
      </w:r>
      <w:r w:rsidR="003111B2" w:rsidRPr="006E43F5">
        <w:t xml:space="preserve"> </w:t>
      </w:r>
      <w:r w:rsidRPr="006E43F5">
        <w:t xml:space="preserve">předávacího protokolu o předání a převzetí </w:t>
      </w:r>
      <w:r w:rsidR="003111B2">
        <w:t xml:space="preserve">této </w:t>
      </w:r>
      <w:r w:rsidRPr="006E43F5">
        <w:t>části díla.</w:t>
      </w:r>
      <w:r w:rsidR="00FB7C7C" w:rsidRPr="002901EE">
        <w:t xml:space="preserve"> </w:t>
      </w:r>
    </w:p>
    <w:p w14:paraId="584704A4" w14:textId="77777777" w:rsidR="00E66AFB" w:rsidRDefault="00326CED">
      <w:pPr>
        <w:pStyle w:val="Odstavecseseznamem"/>
        <w:widowControl w:val="0"/>
        <w:numPr>
          <w:ilvl w:val="0"/>
          <w:numId w:val="0"/>
        </w:numPr>
        <w:tabs>
          <w:tab w:val="clear" w:pos="709"/>
        </w:tabs>
        <w:suppressAutoHyphens/>
        <w:ind w:left="567"/>
        <w:jc w:val="both"/>
      </w:pPr>
      <w:r w:rsidRPr="002901EE">
        <w:t xml:space="preserve">Úhradu ceny za provedení </w:t>
      </w:r>
      <w:r>
        <w:t>část</w:t>
      </w:r>
      <w:r w:rsidR="003111B2">
        <w:t>í</w:t>
      </w:r>
      <w:r>
        <w:t xml:space="preserve"> </w:t>
      </w:r>
      <w:r w:rsidRPr="002901EE">
        <w:t>díla</w:t>
      </w:r>
      <w:r w:rsidR="003111B2">
        <w:t xml:space="preserve"> dle čl. 7.2 písm. b)</w:t>
      </w:r>
      <w:r>
        <w:t xml:space="preserve"> </w:t>
      </w:r>
      <w:r w:rsidR="004B2EE9">
        <w:t xml:space="preserve">a písm. c) </w:t>
      </w:r>
      <w:r w:rsidR="00490908" w:rsidRPr="00B82E30">
        <w:t>provede objednatel na základě faktur (daňových dokladů) vystavených zhotovitelem vždy do 15 dnů ode dne uskutečnění zdanitelného plnění</w:t>
      </w:r>
      <w:r w:rsidR="004B2EE9">
        <w:t xml:space="preserve"> a doručených objednateli</w:t>
      </w:r>
      <w:r w:rsidR="00490908" w:rsidRPr="002901EE">
        <w:t xml:space="preserve">. Faktury budou vystaveny na základě v daném měsíci provedených vzájemně odsouhlasených prací (předmět plnění se bude členit do dílčích – měsíčních plnění). </w:t>
      </w:r>
      <w:r w:rsidR="003111B2">
        <w:t>Dnem</w:t>
      </w:r>
      <w:r w:rsidR="003111B2" w:rsidRPr="00B82E30">
        <w:t xml:space="preserve"> uskutečnění zdanitelného plnění</w:t>
      </w:r>
      <w:r w:rsidR="003111B2" w:rsidRPr="002901EE">
        <w:t xml:space="preserve"> </w:t>
      </w:r>
      <w:r w:rsidR="003111B2">
        <w:t>je vždy</w:t>
      </w:r>
      <w:r w:rsidR="00490908" w:rsidRPr="002901EE">
        <w:t xml:space="preserve"> poslední kalendářní den příslušného měsíce, a v případě dokončení </w:t>
      </w:r>
      <w:r w:rsidR="003111B2">
        <w:t>této části díla</w:t>
      </w:r>
      <w:r w:rsidR="00490908" w:rsidRPr="002901EE">
        <w:t xml:space="preserve"> den předání a převzetí </w:t>
      </w:r>
      <w:r w:rsidR="003111B2">
        <w:t>části</w:t>
      </w:r>
      <w:r w:rsidR="003111B2" w:rsidRPr="002901EE">
        <w:t xml:space="preserve"> </w:t>
      </w:r>
      <w:r w:rsidR="00490908" w:rsidRPr="002901EE">
        <w:t xml:space="preserve">díla </w:t>
      </w:r>
      <w:r w:rsidR="003111B2">
        <w:t>dle předávacího protokolu</w:t>
      </w:r>
      <w:r w:rsidR="00490908" w:rsidRPr="00C15708">
        <w:t>.</w:t>
      </w:r>
    </w:p>
    <w:p w14:paraId="3789EA8F" w14:textId="77777777" w:rsidR="00E66AFB" w:rsidRDefault="0093396A">
      <w:pPr>
        <w:pStyle w:val="Odstavecseseznamem"/>
        <w:widowControl w:val="0"/>
        <w:tabs>
          <w:tab w:val="clear" w:pos="709"/>
        </w:tabs>
        <w:suppressAutoHyphens/>
        <w:ind w:left="567" w:hanging="567"/>
        <w:jc w:val="both"/>
      </w:pPr>
      <w:r w:rsidRPr="002901EE">
        <w:t>Vícepráce dle bodu 3.</w:t>
      </w:r>
      <w:r w:rsidR="004B2EE9">
        <w:t>9</w:t>
      </w:r>
      <w:r w:rsidR="00502E69" w:rsidRPr="002901EE">
        <w:t xml:space="preserve"> </w:t>
      </w:r>
      <w:r w:rsidRPr="002901EE">
        <w:t xml:space="preserve">a opční právo dle bodu 4.1 </w:t>
      </w:r>
      <w:r w:rsidR="004B2EE9">
        <w:t xml:space="preserve">této smlouvy </w:t>
      </w:r>
      <w:r w:rsidRPr="002901EE">
        <w:t>budou fakturovány po uzavření příslušného smluvního dodatku</w:t>
      </w:r>
      <w:r w:rsidR="004B2EE9">
        <w:t xml:space="preserve"> a způsobem v něm určeným</w:t>
      </w:r>
      <w:r w:rsidRPr="002901EE">
        <w:t>.</w:t>
      </w:r>
    </w:p>
    <w:p w14:paraId="40F847C4" w14:textId="77777777" w:rsidR="00E66AFB" w:rsidRDefault="0093396A">
      <w:pPr>
        <w:pStyle w:val="Odstavecseseznamem"/>
        <w:widowControl w:val="0"/>
        <w:tabs>
          <w:tab w:val="clear" w:pos="709"/>
        </w:tabs>
        <w:suppressAutoHyphens/>
        <w:ind w:left="567" w:hanging="567"/>
        <w:jc w:val="both"/>
      </w:pPr>
      <w:r w:rsidRPr="002901EE">
        <w:t xml:space="preserve">U každého daňového dokladu bude provedena 10% pozastávka. Tím se rozumí, že ve lhůtě splatnosti (viz </w:t>
      </w:r>
      <w:r w:rsidR="00EB389C">
        <w:t>čl.</w:t>
      </w:r>
      <w:r w:rsidR="00EB389C" w:rsidRPr="002901EE">
        <w:t xml:space="preserve"> </w:t>
      </w:r>
      <w:r w:rsidRPr="002901EE">
        <w:t>8.</w:t>
      </w:r>
      <w:r w:rsidR="00FB7C7C" w:rsidRPr="002901EE">
        <w:t>4</w:t>
      </w:r>
      <w:r w:rsidR="00EB389C">
        <w:t xml:space="preserve"> této smlouvy</w:t>
      </w:r>
      <w:r w:rsidRPr="002901EE">
        <w:t xml:space="preserve">) bude uhrazeno 90 % fakturované částky. </w:t>
      </w:r>
    </w:p>
    <w:p w14:paraId="0FE5FF8D" w14:textId="77777777" w:rsidR="00E66AFB" w:rsidRDefault="0093396A">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 xml:space="preserve">Pozastávka z daňových dokladů bude uvolněna do 30 dnů po úspěšném ukončení ověřovacího provozu a po odstranění všech vad a nedodělků uvedených v </w:t>
      </w:r>
      <w:r w:rsidR="002859F1">
        <w:rPr>
          <w:rFonts w:ascii="Times New Roman" w:hAnsi="Times New Roman"/>
          <w:sz w:val="22"/>
          <w:szCs w:val="22"/>
          <w:lang w:val="cs-CZ"/>
        </w:rPr>
        <w:t>předávacím protokolu</w:t>
      </w:r>
      <w:r w:rsidRPr="002901EE">
        <w:rPr>
          <w:rFonts w:ascii="Times New Roman" w:hAnsi="Times New Roman"/>
          <w:sz w:val="22"/>
          <w:szCs w:val="22"/>
          <w:lang w:val="cs-CZ"/>
        </w:rPr>
        <w:t xml:space="preserve">. O odstranění vad a nedodělků bude sepsán samostatný protokol. </w:t>
      </w:r>
    </w:p>
    <w:p w14:paraId="0589736E" w14:textId="77777777" w:rsidR="00E66AFB" w:rsidRDefault="0093396A">
      <w:pPr>
        <w:pStyle w:val="Odstavecseseznamem"/>
        <w:widowControl w:val="0"/>
        <w:tabs>
          <w:tab w:val="clear" w:pos="709"/>
        </w:tabs>
        <w:suppressAutoHyphens/>
        <w:ind w:left="567" w:hanging="567"/>
        <w:jc w:val="both"/>
      </w:pPr>
      <w:r w:rsidRPr="002901EE">
        <w:t xml:space="preserve">Smluvní strany se dohodly na splatnosti faktur 30 kalendářních dnů ode dne jejich doručení objednateli. </w:t>
      </w:r>
    </w:p>
    <w:p w14:paraId="051E0713" w14:textId="77777777" w:rsidR="00E66AFB" w:rsidRDefault="0093396A">
      <w:pPr>
        <w:pStyle w:val="Odstavecseseznamem"/>
        <w:widowControl w:val="0"/>
        <w:tabs>
          <w:tab w:val="clear" w:pos="709"/>
        </w:tabs>
        <w:suppressAutoHyphens/>
        <w:ind w:left="567" w:hanging="567"/>
        <w:jc w:val="both"/>
      </w:pPr>
      <w:r w:rsidRPr="002901EE">
        <w:t xml:space="preserve">Pokud faktury nebudou obsahovat předepsané náležitosti, je objednatel oprávněn vrátit je zhotoviteli k doplnění. Ve vrácené faktuře vyznačí objednatel důvod vrácení. V tomto případě se ruší původní lhůta splatnosti dle </w:t>
      </w:r>
      <w:r w:rsidR="00EB389C">
        <w:t xml:space="preserve">čl. </w:t>
      </w:r>
      <w:r w:rsidRPr="002901EE">
        <w:t>8.</w:t>
      </w:r>
      <w:r w:rsidR="00FB7C7C" w:rsidRPr="002901EE">
        <w:t xml:space="preserve">4 </w:t>
      </w:r>
      <w:r w:rsidR="00EB389C">
        <w:t xml:space="preserve">této smlouvy </w:t>
      </w:r>
      <w:r w:rsidRPr="002901EE">
        <w:t xml:space="preserve">a nová lhůta splatnosti začne plynout až doručením opravené či doplněné faktury – daňového dokladu zpět objednateli. </w:t>
      </w:r>
    </w:p>
    <w:p w14:paraId="6C021BA6" w14:textId="77777777" w:rsidR="00E66AFB" w:rsidRDefault="0093396A">
      <w:pPr>
        <w:pStyle w:val="Odstavecseseznamem"/>
        <w:widowControl w:val="0"/>
        <w:tabs>
          <w:tab w:val="clear" w:pos="709"/>
        </w:tabs>
        <w:suppressAutoHyphens/>
        <w:ind w:left="567" w:hanging="567"/>
        <w:jc w:val="both"/>
      </w:pPr>
      <w:r w:rsidRPr="002901EE">
        <w:t xml:space="preserve">Smluvní strany se dohodly na platbách formou bezhotovostního bankovního převodu na účty uvedené ve vystavených fakturách (daňových dokladech). </w:t>
      </w:r>
    </w:p>
    <w:p w14:paraId="27EB8E8A" w14:textId="77777777" w:rsidR="00E66AFB" w:rsidRDefault="0093396A">
      <w:pPr>
        <w:pStyle w:val="Odstavecseseznamem"/>
        <w:widowControl w:val="0"/>
        <w:tabs>
          <w:tab w:val="clear" w:pos="709"/>
        </w:tabs>
        <w:suppressAutoHyphens/>
        <w:ind w:left="567" w:hanging="567"/>
        <w:jc w:val="both"/>
      </w:pPr>
      <w:r w:rsidRPr="002901EE">
        <w:t xml:space="preserve">Bankovní účet, na který bude objednatelem placeno, musí být vždy bankovním účtem zhotovitele. </w:t>
      </w:r>
    </w:p>
    <w:p w14:paraId="12C818E1" w14:textId="77777777" w:rsidR="00E66AFB" w:rsidRDefault="0093396A">
      <w:pPr>
        <w:pStyle w:val="Odstavecseseznamem"/>
        <w:widowControl w:val="0"/>
        <w:tabs>
          <w:tab w:val="clear" w:pos="709"/>
        </w:tabs>
        <w:suppressAutoHyphens/>
        <w:ind w:left="567" w:hanging="567"/>
        <w:jc w:val="both"/>
      </w:pPr>
      <w:r w:rsidRPr="002901EE">
        <w:t xml:space="preserve">Zhotovitel uvede na faktuře číslo smlouvy objednatele. </w:t>
      </w:r>
    </w:p>
    <w:p w14:paraId="216F33ED" w14:textId="77777777" w:rsidR="00E66AFB" w:rsidRDefault="0093396A">
      <w:pPr>
        <w:pStyle w:val="Odstavecseseznamem"/>
        <w:widowControl w:val="0"/>
        <w:tabs>
          <w:tab w:val="clear" w:pos="709"/>
        </w:tabs>
        <w:suppressAutoHyphens/>
        <w:ind w:left="567" w:hanging="567"/>
        <w:jc w:val="both"/>
      </w:pPr>
      <w:r w:rsidRPr="002901EE">
        <w:t>Faktury mohou být zhotovitelem vystavovány ve formátu PDF, podepsány zaručeným elektronickým podpisem a zasílány včetně naskenovan</w:t>
      </w:r>
      <w:r w:rsidR="00EB389C">
        <w:t xml:space="preserve">ých příloh dle čl. 8.1 této smlouvy </w:t>
      </w:r>
      <w:r w:rsidRPr="002901EE">
        <w:t xml:space="preserve">(tyto dokumenty jsou nedílnou součástí faktury) na adresu </w:t>
      </w:r>
      <w:hyperlink r:id="rId12" w:history="1">
        <w:r w:rsidRPr="002901EE">
          <w:rPr>
            <w:rStyle w:val="Hypertextovodkaz"/>
          </w:rPr>
          <w:t>elektronicka.fakturace@dpo.cz</w:t>
        </w:r>
      </w:hyperlink>
      <w:r w:rsidRPr="002901EE">
        <w:t>. Pokud zhotovitel nemá možnost takto zasílat faktury, bude je doručovat v písemném vyhotovení na adresu: Dopravní podnik Ostrava a.s., Poděbradova 494/2, Moravská Ostrava, 702 00 Ostrava.</w:t>
      </w:r>
    </w:p>
    <w:p w14:paraId="4227C9D0" w14:textId="77777777" w:rsidR="00E66AFB" w:rsidRDefault="008A37C0">
      <w:pPr>
        <w:pStyle w:val="Odstavecseseznamem"/>
        <w:widowControl w:val="0"/>
        <w:tabs>
          <w:tab w:val="clear" w:pos="709"/>
        </w:tabs>
        <w:suppressAutoHyphens/>
        <w:ind w:left="567" w:hanging="567"/>
        <w:jc w:val="both"/>
      </w:pPr>
      <w:r>
        <w:t>Objednatel nebude poskytovat zálohy</w:t>
      </w:r>
      <w:r w:rsidR="002859F1">
        <w:t xml:space="preserve"> na cenu díla.</w:t>
      </w:r>
    </w:p>
    <w:p w14:paraId="0B760BAE" w14:textId="77777777" w:rsidR="00E66AFB" w:rsidRDefault="0093396A">
      <w:pPr>
        <w:pStyle w:val="Nadpis1"/>
        <w:keepNext w:val="0"/>
        <w:widowControl w:val="0"/>
        <w:suppressAutoHyphens/>
        <w:jc w:val="center"/>
      </w:pPr>
      <w:r w:rsidRPr="002901EE">
        <w:t>Záruka na předmět smlouvy</w:t>
      </w:r>
    </w:p>
    <w:p w14:paraId="4AAAC0E4" w14:textId="77777777" w:rsidR="00E66AFB" w:rsidRDefault="0093396A">
      <w:pPr>
        <w:pStyle w:val="Odstavecseseznamem"/>
        <w:widowControl w:val="0"/>
        <w:tabs>
          <w:tab w:val="clear" w:pos="709"/>
        </w:tabs>
        <w:suppressAutoHyphens/>
        <w:ind w:left="567" w:hanging="567"/>
        <w:jc w:val="both"/>
      </w:pPr>
      <w:r w:rsidRPr="002901EE">
        <w:t xml:space="preserve">Zhotovitel poskytuje na provedené dílo jako celek i jeho jednotlivé části záruku </w:t>
      </w:r>
      <w:r w:rsidR="002859F1">
        <w:t>n</w:t>
      </w:r>
      <w:r w:rsidRPr="002901EE">
        <w:t>a jakost v trvání:</w:t>
      </w:r>
    </w:p>
    <w:p w14:paraId="13B6CAE4" w14:textId="77777777" w:rsidR="00E66AFB" w:rsidRDefault="00CA596C">
      <w:pPr>
        <w:pStyle w:val="odrka"/>
        <w:widowControl w:val="0"/>
        <w:numPr>
          <w:ilvl w:val="0"/>
          <w:numId w:val="0"/>
        </w:numPr>
        <w:tabs>
          <w:tab w:val="clear" w:pos="1560"/>
        </w:tabs>
        <w:suppressAutoHyphens/>
        <w:ind w:left="851"/>
        <w:jc w:val="both"/>
      </w:pPr>
      <w:r>
        <w:t>a)</w:t>
      </w:r>
      <w:r w:rsidR="00BB4302">
        <w:t xml:space="preserve"> </w:t>
      </w:r>
      <w:r w:rsidR="0093396A" w:rsidRPr="002901EE">
        <w:t xml:space="preserve">Stavební a montážní práce </w:t>
      </w:r>
      <w:r w:rsidR="0093396A" w:rsidRPr="002901EE">
        <w:tab/>
      </w:r>
      <w:r w:rsidR="0093396A" w:rsidRPr="002901EE">
        <w:tab/>
      </w:r>
      <w:r w:rsidR="0093396A" w:rsidRPr="002901EE">
        <w:tab/>
      </w:r>
      <w:r w:rsidR="0093396A" w:rsidRPr="002901EE">
        <w:tab/>
      </w:r>
      <w:r w:rsidR="0093396A" w:rsidRPr="002901EE">
        <w:tab/>
      </w:r>
      <w:r w:rsidR="0093396A" w:rsidRPr="002901EE">
        <w:tab/>
      </w:r>
      <w:r w:rsidR="0093396A" w:rsidRPr="002901EE">
        <w:tab/>
      </w:r>
      <w:r w:rsidR="0093396A" w:rsidRPr="002901EE">
        <w:tab/>
        <w:t>60 měsíců.</w:t>
      </w:r>
    </w:p>
    <w:p w14:paraId="66923B0F" w14:textId="77777777" w:rsidR="00E66AFB" w:rsidRDefault="00CA596C">
      <w:pPr>
        <w:pStyle w:val="odrka"/>
        <w:widowControl w:val="0"/>
        <w:numPr>
          <w:ilvl w:val="0"/>
          <w:numId w:val="0"/>
        </w:numPr>
        <w:tabs>
          <w:tab w:val="clear" w:pos="1560"/>
          <w:tab w:val="left" w:pos="1134"/>
        </w:tabs>
        <w:suppressAutoHyphens/>
        <w:ind w:left="851"/>
        <w:jc w:val="both"/>
      </w:pPr>
      <w:r>
        <w:t xml:space="preserve">b) </w:t>
      </w:r>
      <w:r w:rsidR="0093396A" w:rsidRPr="002901EE">
        <w:t>Dodávky strojů a technologická zařízení</w:t>
      </w:r>
      <w:r w:rsidR="0093396A" w:rsidRPr="002901EE">
        <w:tab/>
      </w:r>
      <w:r w:rsidR="0093396A" w:rsidRPr="002901EE">
        <w:tab/>
      </w:r>
      <w:r w:rsidR="0093396A" w:rsidRPr="002901EE">
        <w:tab/>
      </w:r>
      <w:r w:rsidR="0093396A" w:rsidRPr="002901EE">
        <w:tab/>
      </w:r>
      <w:r w:rsidR="0093396A" w:rsidRPr="002901EE">
        <w:tab/>
      </w:r>
      <w:r w:rsidR="0093396A" w:rsidRPr="002901EE">
        <w:tab/>
      </w:r>
      <w:permStart w:id="1399026951" w:edGrp="everyone"/>
      <w:r w:rsidR="001D24CE">
        <w:t>.....</w:t>
      </w:r>
      <w:r w:rsidR="004C36C2">
        <w:t>....</w:t>
      </w:r>
      <w:r w:rsidR="001D24CE">
        <w:t>...</w:t>
      </w:r>
      <w:permEnd w:id="1399026951"/>
    </w:p>
    <w:p w14:paraId="12F08B10" w14:textId="77777777" w:rsidR="00E66AFB" w:rsidRDefault="001D24CE">
      <w:pPr>
        <w:pStyle w:val="odrka"/>
        <w:widowControl w:val="0"/>
        <w:numPr>
          <w:ilvl w:val="0"/>
          <w:numId w:val="0"/>
        </w:numPr>
        <w:tabs>
          <w:tab w:val="clear" w:pos="1560"/>
          <w:tab w:val="left" w:pos="1134"/>
        </w:tabs>
        <w:suppressAutoHyphens/>
        <w:ind w:left="851"/>
        <w:jc w:val="both"/>
      </w:pPr>
      <w:permStart w:id="1209669037" w:edGrp="everyone"/>
      <w:r w:rsidRPr="001B79B3">
        <w:rPr>
          <w:i/>
          <w:color w:val="00B0F0"/>
        </w:rPr>
        <w:t>(</w:t>
      </w:r>
      <w:r w:rsidRPr="00C12FD0">
        <w:rPr>
          <w:i/>
          <w:color w:val="00B0F0"/>
        </w:rPr>
        <w:t>P</w:t>
      </w:r>
      <w:r>
        <w:rPr>
          <w:i/>
          <w:color w:val="00B0F0"/>
        </w:rPr>
        <w:t>ozn</w:t>
      </w:r>
      <w:r w:rsidRPr="00C12FD0">
        <w:rPr>
          <w:i/>
          <w:color w:val="00B0F0"/>
        </w:rPr>
        <w:t>. Doplní dodavatel v souladu se svou nabídkou</w:t>
      </w:r>
      <w:r w:rsidR="00DA3A8F">
        <w:rPr>
          <w:i/>
          <w:color w:val="00B0F0"/>
        </w:rPr>
        <w:t>, a to v celých letech</w:t>
      </w:r>
      <w:r w:rsidRPr="00C12FD0">
        <w:rPr>
          <w:i/>
          <w:color w:val="00B0F0"/>
        </w:rPr>
        <w:t xml:space="preserve">. Objednatel určil jako minimální dobu </w:t>
      </w:r>
      <w:r w:rsidR="00DA3A8F">
        <w:rPr>
          <w:i/>
          <w:color w:val="00B0F0"/>
        </w:rPr>
        <w:t>2</w:t>
      </w:r>
      <w:r>
        <w:rPr>
          <w:i/>
          <w:color w:val="00B0F0"/>
        </w:rPr>
        <w:t xml:space="preserve"> </w:t>
      </w:r>
      <w:r w:rsidR="00DA3A8F">
        <w:rPr>
          <w:i/>
          <w:color w:val="00B0F0"/>
        </w:rPr>
        <w:t>let</w:t>
      </w:r>
      <w:r w:rsidRPr="00C12FD0">
        <w:rPr>
          <w:i/>
          <w:color w:val="00B0F0"/>
        </w:rPr>
        <w:t>, poté poznámku vymaž</w:t>
      </w:r>
      <w:r>
        <w:rPr>
          <w:i/>
          <w:color w:val="00B0F0"/>
        </w:rPr>
        <w:t>t</w:t>
      </w:r>
      <w:r w:rsidRPr="00C12FD0">
        <w:rPr>
          <w:i/>
          <w:color w:val="00B0F0"/>
        </w:rPr>
        <w:t>e</w:t>
      </w:r>
      <w:r>
        <w:rPr>
          <w:i/>
          <w:color w:val="00B0F0"/>
        </w:rPr>
        <w:t>)</w:t>
      </w:r>
      <w:permEnd w:id="1209669037"/>
    </w:p>
    <w:p w14:paraId="3113ABC5" w14:textId="77777777" w:rsidR="00E66AFB" w:rsidRDefault="0093396A">
      <w:pPr>
        <w:pStyle w:val="Odstavecseseznamem"/>
        <w:widowControl w:val="0"/>
        <w:tabs>
          <w:tab w:val="clear" w:pos="709"/>
        </w:tabs>
        <w:suppressAutoHyphens/>
        <w:ind w:left="567" w:hanging="567"/>
        <w:jc w:val="both"/>
      </w:pPr>
      <w:r w:rsidRPr="002901EE">
        <w:t>Zhotovitel předá objednateli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 montážních prací.</w:t>
      </w:r>
    </w:p>
    <w:p w14:paraId="5AB17EEE" w14:textId="77777777" w:rsidR="00E66AFB" w:rsidRDefault="0093396A">
      <w:pPr>
        <w:pStyle w:val="Odstavecseseznamem"/>
        <w:widowControl w:val="0"/>
        <w:tabs>
          <w:tab w:val="clear" w:pos="709"/>
        </w:tabs>
        <w:suppressAutoHyphens/>
        <w:ind w:left="567" w:hanging="567"/>
        <w:jc w:val="both"/>
      </w:pPr>
      <w:r w:rsidRPr="002901EE">
        <w:t>Zhotovitel je odpovědný za to, že převzatý předmět smlouvy po dobu záruky na jakost bude splňovat určené technické parametry, bude sloužit sjednanému účelu či účelu obvyklému a bude v souladu s normami a předpisy určenými objednatelem.</w:t>
      </w:r>
    </w:p>
    <w:p w14:paraId="665F4C8C" w14:textId="77777777" w:rsidR="00E66AFB" w:rsidRDefault="0093396A">
      <w:pPr>
        <w:pStyle w:val="Odstavecseseznamem"/>
        <w:widowControl w:val="0"/>
        <w:tabs>
          <w:tab w:val="clear" w:pos="709"/>
        </w:tabs>
        <w:suppressAutoHyphens/>
        <w:ind w:left="567" w:hanging="567"/>
        <w:jc w:val="both"/>
      </w:pPr>
      <w:r w:rsidRPr="002901EE">
        <w:t xml:space="preserve">Záruka na jakost, začíná plynout ode dne ukončení ověřovacího provozu a protokolárního převzetí odstranění poslední vady nebo nedodělku na díle uvedeném v protokolu </w:t>
      </w:r>
      <w:r w:rsidR="002859F1">
        <w:t xml:space="preserve">o jejich odstranění nebo </w:t>
      </w:r>
      <w:r w:rsidRPr="002901EE">
        <w:t>v jeho příloze.</w:t>
      </w:r>
    </w:p>
    <w:p w14:paraId="710879C3" w14:textId="77777777" w:rsidR="00E66AFB" w:rsidRDefault="0093396A">
      <w:pPr>
        <w:pStyle w:val="Odstavecseseznamem"/>
        <w:widowControl w:val="0"/>
        <w:tabs>
          <w:tab w:val="clear" w:pos="709"/>
        </w:tabs>
        <w:suppressAutoHyphens/>
        <w:ind w:left="567" w:hanging="567"/>
        <w:jc w:val="both"/>
      </w:pPr>
      <w:r w:rsidRPr="002901EE">
        <w:t xml:space="preserve">Zhotovitel poskytuje záruku na skutečnost, že dokumentace </w:t>
      </w:r>
      <w:r w:rsidR="00EB389C">
        <w:t xml:space="preserve">dle čl. </w:t>
      </w:r>
      <w:r w:rsidRPr="002901EE">
        <w:t xml:space="preserve">3.1 této smlouvy budou zpracovány dle platných právních předpisů, a že všechny relevantní právní předpisy, nebo odkazy na ně, budou v projektových dokumentacích uvedeny správně. </w:t>
      </w:r>
    </w:p>
    <w:p w14:paraId="6D34250C" w14:textId="77777777" w:rsidR="00E66AFB" w:rsidRDefault="0093396A">
      <w:pPr>
        <w:pStyle w:val="Odstavecseseznamem"/>
        <w:widowControl w:val="0"/>
        <w:tabs>
          <w:tab w:val="clear" w:pos="709"/>
        </w:tabs>
        <w:suppressAutoHyphens/>
        <w:ind w:left="567" w:hanging="567"/>
        <w:jc w:val="both"/>
      </w:pPr>
      <w:r w:rsidRPr="002901EE">
        <w:t>Pokud výrobce na strojní a technologická zařízení poskytuje záruku na jakost v trvání delší než uvedenou v bodě 9.1</w:t>
      </w:r>
      <w:r w:rsidR="00ED0F30">
        <w:t xml:space="preserve"> této smlouvy</w:t>
      </w:r>
      <w:r w:rsidRPr="002901EE">
        <w:t xml:space="preserve">, je zhotovitel povinen přenést tuto delší záruku na objednatele. </w:t>
      </w:r>
    </w:p>
    <w:p w14:paraId="047E3D44" w14:textId="77777777" w:rsidR="00E66AFB" w:rsidRDefault="0093396A">
      <w:pPr>
        <w:pStyle w:val="Odstavecseseznamem"/>
        <w:widowControl w:val="0"/>
        <w:tabs>
          <w:tab w:val="clear" w:pos="709"/>
        </w:tabs>
        <w:suppressAutoHyphens/>
        <w:ind w:left="567" w:hanging="567"/>
        <w:jc w:val="both"/>
      </w:pPr>
      <w:r w:rsidRPr="002901EE">
        <w:t>Zhotovitel garantuje technickou životnost realizované</w:t>
      </w:r>
      <w:r w:rsidR="009D257C">
        <w:t>ho</w:t>
      </w:r>
      <w:r w:rsidRPr="002901EE">
        <w:t xml:space="preserve"> </w:t>
      </w:r>
      <w:r w:rsidR="009D257C">
        <w:t>díla</w:t>
      </w:r>
      <w:r w:rsidR="009D257C" w:rsidRPr="002901EE">
        <w:t xml:space="preserve"> </w:t>
      </w:r>
      <w:r w:rsidRPr="002901EE">
        <w:t xml:space="preserve">v délce minimálně </w:t>
      </w:r>
      <w:r w:rsidR="008B17AF" w:rsidRPr="002901EE">
        <w:t xml:space="preserve">10 </w:t>
      </w:r>
      <w:r w:rsidRPr="002901EE">
        <w:t>let od jejího předání objednateli. Zhotovitel bude zbaven závazků plynoucích z garantované životnosti, pokud prokáže, že garantované životnosti nebylo dosaženo zaviněním objednatele.</w:t>
      </w:r>
    </w:p>
    <w:p w14:paraId="7A010F93" w14:textId="77777777" w:rsidR="00E66AFB" w:rsidRDefault="0093396A">
      <w:pPr>
        <w:pStyle w:val="Odstavecseseznamem"/>
        <w:widowControl w:val="0"/>
        <w:tabs>
          <w:tab w:val="clear" w:pos="709"/>
        </w:tabs>
        <w:suppressAutoHyphens/>
        <w:ind w:left="567" w:hanging="567"/>
        <w:jc w:val="both"/>
      </w:pPr>
      <w:r w:rsidRPr="002901EE">
        <w:t xml:space="preserve">Vyskytne-li se v průběhu záruční lhůty na provedeném díle vada, oznámí objednatel kontaktní osobě zhotovitele její výskyt, a to elektronicky na email </w:t>
      </w:r>
      <w:permStart w:id="614226300" w:edGrp="everyone"/>
      <w:r w:rsidRPr="002901EE">
        <w:t xml:space="preserve">………………….. </w:t>
      </w:r>
      <w:permEnd w:id="614226300"/>
      <w:r w:rsidRPr="002901EE">
        <w:t>a</w:t>
      </w:r>
      <w:r w:rsidRPr="002901EE">
        <w:rPr>
          <w:i/>
          <w:color w:val="00B0F0"/>
        </w:rPr>
        <w:t xml:space="preserve"> </w:t>
      </w:r>
      <w:r w:rsidRPr="002901EE">
        <w:t xml:space="preserve">zároveň na telefonní číslo </w:t>
      </w:r>
      <w:permStart w:id="803685871" w:edGrp="everyone"/>
      <w:r w:rsidRPr="002901EE">
        <w:t xml:space="preserve">…………….. </w:t>
      </w:r>
      <w:r w:rsidRPr="002901EE">
        <w:rPr>
          <w:i/>
          <w:color w:val="00B0F0"/>
        </w:rPr>
        <w:t>(Pozn. Doplní dodavatel. Poté poznámku vymažte)</w:t>
      </w:r>
      <w:permEnd w:id="803685871"/>
    </w:p>
    <w:p w14:paraId="15BF6B3F" w14:textId="77777777" w:rsidR="00E66AFB" w:rsidRDefault="0093396A">
      <w:pPr>
        <w:pStyle w:val="Text"/>
        <w:widowControl w:val="0"/>
        <w:tabs>
          <w:tab w:val="clear" w:pos="227"/>
        </w:tabs>
        <w:suppressAutoHyphens/>
        <w:spacing w:before="90" w:line="240" w:lineRule="auto"/>
        <w:ind w:left="567"/>
        <w:rPr>
          <w:rFonts w:ascii="Times New Roman" w:hAnsi="Times New Roman"/>
          <w:sz w:val="22"/>
          <w:szCs w:val="22"/>
          <w:lang w:val="cs-CZ"/>
        </w:rPr>
      </w:pPr>
      <w:r w:rsidRPr="002901EE">
        <w:rPr>
          <w:rFonts w:ascii="Times New Roman" w:hAnsi="Times New Roman"/>
          <w:sz w:val="22"/>
          <w:szCs w:val="22"/>
          <w:lang w:val="cs-CZ"/>
        </w:rPr>
        <w:t xml:space="preserve">Jakmile objednatel odeslal toto oznámení na určený e-mail, má se za to, že požaduje bezplatné odstranění vady následovně: </w:t>
      </w:r>
    </w:p>
    <w:p w14:paraId="6B8218A4" w14:textId="77777777" w:rsidR="00E66AFB" w:rsidRDefault="0093396A">
      <w:pPr>
        <w:pStyle w:val="odrka"/>
        <w:widowControl w:val="0"/>
        <w:tabs>
          <w:tab w:val="clear" w:pos="1560"/>
        </w:tabs>
        <w:suppressAutoHyphens/>
        <w:ind w:left="851" w:hanging="284"/>
        <w:jc w:val="both"/>
      </w:pPr>
      <w:r w:rsidRPr="002901EE">
        <w:t xml:space="preserve">Zhotovitel je povinen </w:t>
      </w:r>
      <w:r w:rsidR="00342524" w:rsidRPr="002901EE">
        <w:t xml:space="preserve">nastoupit k odstranění </w:t>
      </w:r>
      <w:r w:rsidRPr="002901EE">
        <w:t xml:space="preserve">vady bezodkladně nejpozději však do </w:t>
      </w:r>
      <w:r w:rsidR="008B17AF" w:rsidRPr="002901EE">
        <w:t xml:space="preserve">48 </w:t>
      </w:r>
      <w:r w:rsidRPr="002901EE">
        <w:t>hodin od jejího nahlášení tzn. od doručení zprávy, pokud nebude dohodnuto jinak.</w:t>
      </w:r>
    </w:p>
    <w:p w14:paraId="78F833BA" w14:textId="77777777" w:rsidR="00E66AFB" w:rsidRDefault="0093396A">
      <w:pPr>
        <w:pStyle w:val="Odstavecseseznamem"/>
        <w:widowControl w:val="0"/>
        <w:tabs>
          <w:tab w:val="clear" w:pos="709"/>
        </w:tabs>
        <w:suppressAutoHyphens/>
        <w:ind w:left="567" w:hanging="567"/>
        <w:jc w:val="both"/>
      </w:pPr>
      <w:r w:rsidRPr="002901EE">
        <w:t>Objednatel je povinen umožnit zhotoviteli odstranění vad.</w:t>
      </w:r>
    </w:p>
    <w:p w14:paraId="64E552FD" w14:textId="77777777" w:rsidR="00E66AFB" w:rsidRDefault="0093396A">
      <w:pPr>
        <w:pStyle w:val="Odstavecseseznamem"/>
        <w:widowControl w:val="0"/>
        <w:tabs>
          <w:tab w:val="clear" w:pos="709"/>
        </w:tabs>
        <w:suppressAutoHyphens/>
        <w:ind w:left="567" w:hanging="567"/>
        <w:jc w:val="both"/>
      </w:pPr>
      <w:r w:rsidRPr="002901EE">
        <w:t>Provedené odstranění vad zhotovitel objednateli předá. Na provedené odstranění vady poskytne zhotovitel záruku na jakost v délce minimálně 12 měsíců. Běh této záruční lhůty však neskončí před uplynutím záruční lhůty na předmětnou část díla dle odstavce 9.1 této smlouvy.</w:t>
      </w:r>
    </w:p>
    <w:p w14:paraId="4CADADD1" w14:textId="77777777" w:rsidR="00E66AFB" w:rsidRDefault="0093396A">
      <w:pPr>
        <w:pStyle w:val="Odstavecseseznamem"/>
        <w:widowControl w:val="0"/>
        <w:tabs>
          <w:tab w:val="clear" w:pos="709"/>
        </w:tabs>
        <w:suppressAutoHyphens/>
        <w:ind w:left="567" w:hanging="567"/>
        <w:jc w:val="both"/>
      </w:pPr>
      <w:r w:rsidRPr="002901EE">
        <w:t>Zhotovitel nese veškeré náklady spojené se zárukou na předmět smlouvy. V případě, že zhotovitel prokáže, že odstraněná vada byla mimozáručního charakteru (tj. nepodléhá sjednané záruce), je oprávněn vyúčtovat objednateli náklady na její odstranění.</w:t>
      </w:r>
    </w:p>
    <w:p w14:paraId="3DF21912" w14:textId="77777777" w:rsidR="00E66AFB" w:rsidRDefault="0093396A">
      <w:pPr>
        <w:pStyle w:val="Nadpis1"/>
        <w:keepNext w:val="0"/>
        <w:widowControl w:val="0"/>
        <w:suppressAutoHyphens/>
        <w:ind w:left="5404" w:hanging="5404"/>
        <w:jc w:val="center"/>
      </w:pPr>
      <w:r w:rsidRPr="002901EE">
        <w:t>Sankční ujednání</w:t>
      </w:r>
    </w:p>
    <w:p w14:paraId="0BB8A1D5" w14:textId="77777777" w:rsidR="00E66AFB" w:rsidRDefault="0093396A">
      <w:pPr>
        <w:pStyle w:val="Odstavecseseznamem"/>
        <w:widowControl w:val="0"/>
        <w:tabs>
          <w:tab w:val="clear" w:pos="709"/>
        </w:tabs>
        <w:suppressAutoHyphens/>
        <w:ind w:left="567" w:hanging="567"/>
        <w:jc w:val="both"/>
      </w:pPr>
      <w:r w:rsidRPr="002901EE">
        <w:t xml:space="preserve">V případě, že zhotovitel bude v prodlení s předáním </w:t>
      </w:r>
      <w:r w:rsidR="00625B7F">
        <w:t xml:space="preserve">části díla </w:t>
      </w:r>
      <w:r w:rsidRPr="002901EE">
        <w:t xml:space="preserve">dle bodu 6.2 </w:t>
      </w:r>
      <w:r w:rsidR="00EB389C">
        <w:t>a</w:t>
      </w:r>
      <w:r w:rsidR="007B1D09">
        <w:t>/nebo</w:t>
      </w:r>
      <w:r w:rsidR="00EB389C">
        <w:t xml:space="preserve"> 6.5. </w:t>
      </w:r>
      <w:r w:rsidRPr="002901EE">
        <w:t xml:space="preserve">této smlouvy, je zhotovitel </w:t>
      </w:r>
      <w:r w:rsidR="008372CE">
        <w:t>povinen</w:t>
      </w:r>
      <w:r w:rsidRPr="002901EE">
        <w:t xml:space="preserve"> zaplat</w:t>
      </w:r>
      <w:r w:rsidR="008372CE">
        <w:t>it</w:t>
      </w:r>
      <w:r w:rsidRPr="002901EE">
        <w:t xml:space="preserve"> objednateli</w:t>
      </w:r>
      <w:r w:rsidR="008372CE">
        <w:t xml:space="preserve"> s</w:t>
      </w:r>
      <w:r w:rsidRPr="002901EE">
        <w:t xml:space="preserve">mluvní pokutu ve výši </w:t>
      </w:r>
      <w:r w:rsidR="00342524" w:rsidRPr="002901EE">
        <w:t>5</w:t>
      </w:r>
      <w:r w:rsidRPr="002901EE">
        <w:t>00</w:t>
      </w:r>
      <w:r w:rsidR="008372CE">
        <w:t>,-</w:t>
      </w:r>
      <w:r w:rsidRPr="002901EE">
        <w:t xml:space="preserve"> Kč za každý započatý den prodlení s dodáním plnění.  </w:t>
      </w:r>
    </w:p>
    <w:p w14:paraId="45251722" w14:textId="77777777" w:rsidR="00E66AFB" w:rsidRDefault="0093396A">
      <w:pPr>
        <w:pStyle w:val="Odstavecseseznamem"/>
        <w:widowControl w:val="0"/>
        <w:tabs>
          <w:tab w:val="clear" w:pos="709"/>
        </w:tabs>
        <w:suppressAutoHyphens/>
        <w:ind w:left="567" w:hanging="567"/>
        <w:jc w:val="both"/>
      </w:pPr>
      <w:r w:rsidRPr="002901EE">
        <w:t xml:space="preserve">V případě, že zhotovitel bude v prodlení s předáním </w:t>
      </w:r>
      <w:r w:rsidR="009D257C" w:rsidRPr="002901EE">
        <w:t>část</w:t>
      </w:r>
      <w:r w:rsidR="009D257C">
        <w:t>í</w:t>
      </w:r>
      <w:r w:rsidR="009D257C" w:rsidRPr="002901EE">
        <w:t xml:space="preserve"> </w:t>
      </w:r>
      <w:r w:rsidRPr="002901EE">
        <w:t>díla</w:t>
      </w:r>
      <w:r w:rsidR="009D257C">
        <w:t xml:space="preserve"> </w:t>
      </w:r>
      <w:r w:rsidR="00EB389C">
        <w:t>dle čl. 6.3 této smlouvy</w:t>
      </w:r>
      <w:r w:rsidRPr="002901EE">
        <w:t xml:space="preserve">, je </w:t>
      </w:r>
      <w:r w:rsidR="008372CE" w:rsidRPr="002901EE">
        <w:t xml:space="preserve">zhotovitel </w:t>
      </w:r>
      <w:r w:rsidR="008372CE">
        <w:t>povinen</w:t>
      </w:r>
      <w:r w:rsidR="008372CE" w:rsidRPr="002901EE">
        <w:t xml:space="preserve"> zaplat</w:t>
      </w:r>
      <w:r w:rsidR="008372CE">
        <w:t>it</w:t>
      </w:r>
      <w:r w:rsidR="008372CE" w:rsidRPr="002901EE">
        <w:t xml:space="preserve"> objednateli</w:t>
      </w:r>
      <w:r w:rsidRPr="002901EE">
        <w:t xml:space="preserve"> smluvní pokutu ve výši 0,</w:t>
      </w:r>
      <w:r w:rsidR="00490908">
        <w:t>5</w:t>
      </w:r>
      <w:r w:rsidR="00490908" w:rsidRPr="002901EE">
        <w:t xml:space="preserve"> </w:t>
      </w:r>
      <w:r w:rsidRPr="002901EE">
        <w:t xml:space="preserve">% z celkové </w:t>
      </w:r>
      <w:r w:rsidR="009D257C">
        <w:t>ceny</w:t>
      </w:r>
      <w:r w:rsidR="009D257C" w:rsidRPr="002901EE">
        <w:t xml:space="preserve"> </w:t>
      </w:r>
      <w:r w:rsidRPr="002901EE">
        <w:t>díla bez DPH za každý i započatý den prodlení.</w:t>
      </w:r>
    </w:p>
    <w:p w14:paraId="3AF55A61" w14:textId="77777777" w:rsidR="00E66AFB" w:rsidRDefault="00EB389C">
      <w:pPr>
        <w:pStyle w:val="Odstavecseseznamem"/>
        <w:widowControl w:val="0"/>
        <w:tabs>
          <w:tab w:val="clear" w:pos="709"/>
        </w:tabs>
        <w:suppressAutoHyphens/>
        <w:ind w:left="567" w:hanging="567"/>
        <w:jc w:val="both"/>
      </w:pPr>
      <w:r>
        <w:t>Při</w:t>
      </w:r>
      <w:r w:rsidR="0093396A" w:rsidRPr="002901EE">
        <w:t xml:space="preserve"> prodlení </w:t>
      </w:r>
      <w:r>
        <w:t xml:space="preserve">zhotovitele </w:t>
      </w:r>
      <w:r w:rsidR="0093396A" w:rsidRPr="002901EE">
        <w:t>s odstraněním záručních vad (viz bod 9.</w:t>
      </w:r>
      <w:r w:rsidR="00490908">
        <w:t>8</w:t>
      </w:r>
      <w:r w:rsidR="008372CE">
        <w:t xml:space="preserve"> této smlouvy</w:t>
      </w:r>
      <w:r w:rsidR="0093396A" w:rsidRPr="002901EE">
        <w:t xml:space="preserve">), je objednatel oprávněn účtovat zhotoviteli smluvní pokutu ve výši </w:t>
      </w:r>
      <w:r w:rsidR="006B461C" w:rsidRPr="002901EE">
        <w:t>5</w:t>
      </w:r>
      <w:r w:rsidR="0093396A" w:rsidRPr="002901EE">
        <w:t>00,- Kč za každý i započatý den prodlení.</w:t>
      </w:r>
    </w:p>
    <w:p w14:paraId="71990BB5" w14:textId="77777777" w:rsidR="00E66AFB" w:rsidRDefault="0093396A">
      <w:pPr>
        <w:pStyle w:val="Odstavecseseznamem"/>
        <w:widowControl w:val="0"/>
        <w:tabs>
          <w:tab w:val="clear" w:pos="709"/>
        </w:tabs>
        <w:suppressAutoHyphens/>
        <w:ind w:left="567" w:hanging="567"/>
        <w:jc w:val="both"/>
      </w:pPr>
      <w:r w:rsidRPr="002901EE">
        <w:t>Při prodlení zhotovitele s odstraněním vad a nedodělků</w:t>
      </w:r>
      <w:r w:rsidR="00EB389C">
        <w:t xml:space="preserve"> částí díla dle bodu 6.3. této smlouvy</w:t>
      </w:r>
      <w:r w:rsidRPr="002901EE">
        <w:t>, nebo vad, uvedených v protokolu o vyhodnocení ověřovacího provozu, je zhotovitel</w:t>
      </w:r>
      <w:r w:rsidR="00EB389C">
        <w:t xml:space="preserve"> povinen zaplatit objednateli</w:t>
      </w:r>
      <w:r w:rsidRPr="002901EE">
        <w:t xml:space="preserve"> smluvní pokutu ve výši </w:t>
      </w:r>
      <w:r w:rsidR="006B461C" w:rsidRPr="002901EE">
        <w:t>5</w:t>
      </w:r>
      <w:r w:rsidRPr="002901EE">
        <w:t xml:space="preserve">00,- Kč za každý i započatý den prodlení při odstranění každé jednotlivé vady. </w:t>
      </w:r>
    </w:p>
    <w:p w14:paraId="1763221B" w14:textId="77777777" w:rsidR="00E66AFB" w:rsidRDefault="0093396A">
      <w:pPr>
        <w:pStyle w:val="Odstavecseseznamem"/>
        <w:widowControl w:val="0"/>
        <w:tabs>
          <w:tab w:val="clear" w:pos="709"/>
        </w:tabs>
        <w:suppressAutoHyphens/>
        <w:ind w:left="567" w:hanging="567"/>
        <w:jc w:val="both"/>
      </w:pPr>
      <w:r w:rsidRPr="002901EE">
        <w:t xml:space="preserve">Při prodlení s vyklizením staveniště je objednatel oprávněn účtovat zhotoviteli smluvní pokutu ve výši </w:t>
      </w:r>
      <w:r w:rsidR="006B461C" w:rsidRPr="002901EE">
        <w:t>5</w:t>
      </w:r>
      <w:r w:rsidRPr="002901EE">
        <w:t xml:space="preserve">00,- Kč za každý i započatý den prodlení. </w:t>
      </w:r>
    </w:p>
    <w:p w14:paraId="51202951" w14:textId="77777777" w:rsidR="00E66AFB" w:rsidRDefault="0093396A">
      <w:pPr>
        <w:pStyle w:val="Odstavecseseznamem"/>
        <w:widowControl w:val="0"/>
        <w:tabs>
          <w:tab w:val="clear" w:pos="709"/>
        </w:tabs>
        <w:suppressAutoHyphens/>
        <w:ind w:left="567" w:hanging="567"/>
        <w:jc w:val="both"/>
      </w:pPr>
      <w:r w:rsidRPr="002901EE">
        <w:t xml:space="preserve">Za každý jednotlivě zjištěný případ porušení sjednaných podmínek nebo předpisů k zajištění BOZP </w:t>
      </w:r>
      <w:r w:rsidR="00811538">
        <w:t>(</w:t>
      </w:r>
      <w:r w:rsidRPr="002901EE">
        <w:t xml:space="preserve">viz </w:t>
      </w:r>
      <w:r w:rsidR="00811538">
        <w:t>p</w:t>
      </w:r>
      <w:r w:rsidRPr="002901EE">
        <w:t xml:space="preserve">říloha </w:t>
      </w:r>
      <w:r w:rsidR="00811538">
        <w:t xml:space="preserve">č. </w:t>
      </w:r>
      <w:r w:rsidR="00305791">
        <w:t xml:space="preserve">2 </w:t>
      </w:r>
      <w:r w:rsidR="00811538">
        <w:t>této smlouvy)</w:t>
      </w:r>
      <w:r w:rsidRPr="002901EE">
        <w:t xml:space="preserve">, je </w:t>
      </w:r>
      <w:r w:rsidR="00811538">
        <w:t xml:space="preserve">zhotovitel povinen zaplatit </w:t>
      </w:r>
      <w:r w:rsidRPr="002901EE">
        <w:t>objednatel</w:t>
      </w:r>
      <w:r w:rsidR="00811538">
        <w:t>i</w:t>
      </w:r>
      <w:r w:rsidRPr="002901EE">
        <w:t xml:space="preserve"> smluvní pokutu ve výši 2.000,- Kč. </w:t>
      </w:r>
    </w:p>
    <w:p w14:paraId="59DDFB84" w14:textId="77777777" w:rsidR="00E66AFB" w:rsidRDefault="0093396A">
      <w:pPr>
        <w:pStyle w:val="Odstavecseseznamem"/>
        <w:widowControl w:val="0"/>
        <w:tabs>
          <w:tab w:val="clear" w:pos="709"/>
        </w:tabs>
        <w:suppressAutoHyphens/>
        <w:ind w:left="567" w:hanging="567"/>
        <w:jc w:val="both"/>
      </w:pPr>
      <w:r w:rsidRPr="002901EE">
        <w:t>V případě prodlení objednatele s úhradou faktury je zhotovitel oprávněn účtovat objednateli úrok z prodlení ve výši 0,05 % z dlužné částky za každý i započatý den prodlení.</w:t>
      </w:r>
    </w:p>
    <w:p w14:paraId="3406D0CB" w14:textId="77777777" w:rsidR="00E66AFB" w:rsidRDefault="0093396A">
      <w:pPr>
        <w:pStyle w:val="Odstavecseseznamem"/>
        <w:widowControl w:val="0"/>
        <w:tabs>
          <w:tab w:val="clear" w:pos="709"/>
        </w:tabs>
        <w:suppressAutoHyphens/>
        <w:ind w:left="567" w:hanging="567"/>
        <w:jc w:val="both"/>
      </w:pPr>
      <w:r w:rsidRPr="002901EE">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r w:rsidR="008372CE">
        <w:t xml:space="preserve"> v plné výši</w:t>
      </w:r>
      <w:r w:rsidRPr="002901EE">
        <w:t>.</w:t>
      </w:r>
    </w:p>
    <w:p w14:paraId="0484CD6C" w14:textId="77777777" w:rsidR="00E66AFB" w:rsidRDefault="0093396A">
      <w:pPr>
        <w:pStyle w:val="Odstavecseseznamem"/>
        <w:widowControl w:val="0"/>
        <w:tabs>
          <w:tab w:val="clear" w:pos="709"/>
        </w:tabs>
        <w:suppressAutoHyphens/>
        <w:ind w:left="567" w:hanging="567"/>
        <w:jc w:val="both"/>
      </w:pPr>
      <w:r w:rsidRPr="002901EE">
        <w:t>Zhotovitel uhradí objednateli poplatky, sankce, škody a práce vzniklé navíc (dále jen více náklady) z důvodu nedodržení podmínek pravomocných rozhodnutí nebo závazných vyjádření orgánů státní správy.</w:t>
      </w:r>
    </w:p>
    <w:p w14:paraId="75C95B42" w14:textId="77777777" w:rsidR="00811538" w:rsidRDefault="00811538">
      <w:pPr>
        <w:pStyle w:val="Odstavecseseznamem"/>
        <w:widowControl w:val="0"/>
        <w:tabs>
          <w:tab w:val="clear" w:pos="709"/>
        </w:tabs>
        <w:suppressAutoHyphens/>
        <w:ind w:left="567" w:hanging="567"/>
        <w:jc w:val="both"/>
      </w:pPr>
      <w:r>
        <w:t>Veškeré smluvní pokuty dle této smlouvy jsou splatné do 10 dnů od doručení výzvy její úhradě druhé smluvní straně.</w:t>
      </w:r>
    </w:p>
    <w:p w14:paraId="48BEE791" w14:textId="77777777" w:rsidR="00E66AFB" w:rsidRDefault="0093396A">
      <w:pPr>
        <w:pStyle w:val="Nadpis1"/>
        <w:keepNext w:val="0"/>
        <w:widowControl w:val="0"/>
        <w:suppressAutoHyphens/>
        <w:ind w:left="5404" w:hanging="5404"/>
        <w:jc w:val="center"/>
      </w:pPr>
      <w:r w:rsidRPr="002901EE">
        <w:t>Stavební deník</w:t>
      </w:r>
    </w:p>
    <w:p w14:paraId="5EC6716D" w14:textId="77777777" w:rsidR="00E66AFB" w:rsidRDefault="0093396A">
      <w:pPr>
        <w:pStyle w:val="Odstavecseseznamem"/>
        <w:widowControl w:val="0"/>
        <w:tabs>
          <w:tab w:val="clear" w:pos="709"/>
        </w:tabs>
        <w:suppressAutoHyphens/>
        <w:ind w:left="567" w:hanging="567"/>
        <w:jc w:val="both"/>
      </w:pPr>
      <w:r w:rsidRPr="002901EE">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p>
    <w:p w14:paraId="7DFA54EF" w14:textId="77777777" w:rsidR="00E66AFB" w:rsidRDefault="0093396A">
      <w:pPr>
        <w:pStyle w:val="Odstavecseseznamem"/>
        <w:widowControl w:val="0"/>
        <w:tabs>
          <w:tab w:val="clear" w:pos="709"/>
        </w:tabs>
        <w:suppressAutoHyphens/>
        <w:ind w:left="567" w:hanging="567"/>
        <w:jc w:val="both"/>
      </w:pPr>
      <w:r w:rsidRPr="002901EE">
        <w:t>Objednatel je povinen stavební deník sledovat a k zápisům připojovat své stanovisko.</w:t>
      </w:r>
    </w:p>
    <w:p w14:paraId="07995C13" w14:textId="77777777" w:rsidR="00E66AFB" w:rsidRDefault="0093396A">
      <w:pPr>
        <w:pStyle w:val="Odstavecseseznamem"/>
        <w:widowControl w:val="0"/>
        <w:tabs>
          <w:tab w:val="clear" w:pos="709"/>
        </w:tabs>
        <w:suppressAutoHyphens/>
        <w:ind w:left="567" w:hanging="567"/>
        <w:jc w:val="both"/>
      </w:pPr>
      <w:r w:rsidRPr="002901EE">
        <w:t>Stavební deník zejména obsahuje:</w:t>
      </w:r>
    </w:p>
    <w:p w14:paraId="216DF323" w14:textId="77777777" w:rsidR="00E66AFB" w:rsidRDefault="0093396A">
      <w:pPr>
        <w:pStyle w:val="odrka"/>
        <w:widowControl w:val="0"/>
        <w:tabs>
          <w:tab w:val="clear" w:pos="1560"/>
        </w:tabs>
        <w:suppressAutoHyphens/>
        <w:ind w:left="851" w:hanging="284"/>
        <w:jc w:val="both"/>
      </w:pPr>
      <w:r w:rsidRPr="002901EE">
        <w:t>základní list, ve kterém se uvádí název a sídlo objednatele, projektanta a změny těchto údajů;</w:t>
      </w:r>
    </w:p>
    <w:p w14:paraId="12153BF7" w14:textId="77777777" w:rsidR="00E66AFB" w:rsidRDefault="0093396A">
      <w:pPr>
        <w:pStyle w:val="odrka"/>
        <w:widowControl w:val="0"/>
        <w:tabs>
          <w:tab w:val="clear" w:pos="1560"/>
        </w:tabs>
        <w:suppressAutoHyphens/>
        <w:ind w:left="851" w:hanging="284"/>
        <w:jc w:val="both"/>
      </w:pPr>
      <w:r w:rsidRPr="002901EE">
        <w:t>identifikační údaje stavby podle projektové dokumentace;</w:t>
      </w:r>
    </w:p>
    <w:p w14:paraId="53AA39B0" w14:textId="77777777" w:rsidR="00E66AFB" w:rsidRDefault="0093396A">
      <w:pPr>
        <w:pStyle w:val="odrka"/>
        <w:widowControl w:val="0"/>
        <w:tabs>
          <w:tab w:val="clear" w:pos="1560"/>
        </w:tabs>
        <w:suppressAutoHyphens/>
        <w:ind w:left="851" w:hanging="284"/>
        <w:jc w:val="both"/>
      </w:pPr>
      <w:r w:rsidRPr="002901EE">
        <w:t>přehled smluv včetně dodatků a změn;</w:t>
      </w:r>
    </w:p>
    <w:p w14:paraId="4473EF4D" w14:textId="77777777" w:rsidR="00E66AFB" w:rsidRDefault="0093396A">
      <w:pPr>
        <w:pStyle w:val="odrka"/>
        <w:widowControl w:val="0"/>
        <w:tabs>
          <w:tab w:val="clear" w:pos="1560"/>
        </w:tabs>
        <w:suppressAutoHyphens/>
        <w:ind w:left="851" w:hanging="284"/>
        <w:jc w:val="both"/>
      </w:pPr>
      <w:r w:rsidRPr="002901EE">
        <w:t>seznam dokladů a úředních opatření týkajících se stavby;</w:t>
      </w:r>
    </w:p>
    <w:p w14:paraId="2EB03910" w14:textId="77777777" w:rsidR="00E66AFB" w:rsidRDefault="0093396A">
      <w:pPr>
        <w:pStyle w:val="odrka"/>
        <w:widowControl w:val="0"/>
        <w:tabs>
          <w:tab w:val="clear" w:pos="1560"/>
        </w:tabs>
        <w:suppressAutoHyphens/>
        <w:ind w:left="851" w:hanging="284"/>
        <w:jc w:val="both"/>
      </w:pPr>
      <w:r w:rsidRPr="002901EE">
        <w:t>seznam dokumentace stavby, jejich změn a doplnění;</w:t>
      </w:r>
    </w:p>
    <w:p w14:paraId="3989D75B" w14:textId="77777777" w:rsidR="00E66AFB" w:rsidRDefault="0093396A">
      <w:pPr>
        <w:pStyle w:val="odrka"/>
        <w:widowControl w:val="0"/>
        <w:tabs>
          <w:tab w:val="clear" w:pos="1560"/>
        </w:tabs>
        <w:suppressAutoHyphens/>
        <w:ind w:left="851" w:hanging="284"/>
        <w:jc w:val="both"/>
      </w:pPr>
      <w:r w:rsidRPr="002901EE">
        <w:t>přehled zkoušek všech druhů.</w:t>
      </w:r>
    </w:p>
    <w:p w14:paraId="78178EE7" w14:textId="77777777" w:rsidR="00E66AFB" w:rsidRDefault="0093396A">
      <w:pPr>
        <w:pStyle w:val="Odstavecseseznamem"/>
        <w:widowControl w:val="0"/>
        <w:tabs>
          <w:tab w:val="clear" w:pos="709"/>
        </w:tabs>
        <w:suppressAutoHyphens/>
        <w:ind w:left="567" w:hanging="567"/>
        <w:jc w:val="both"/>
      </w:pPr>
      <w:r w:rsidRPr="002901EE">
        <w:t>Denní záznamy budou zapisovány do deníku s očíslovanými listy, jednak pevnými, jednak perforovanými pro dva oddělitelné průpisy, a to vzestupnou řadou. Perforované listy budou číslovány shodně s listy pevnými.</w:t>
      </w:r>
    </w:p>
    <w:p w14:paraId="3AD233BF" w14:textId="77777777" w:rsidR="00E66AFB" w:rsidRDefault="0093396A">
      <w:pPr>
        <w:pStyle w:val="Odstavecseseznamem"/>
        <w:widowControl w:val="0"/>
        <w:tabs>
          <w:tab w:val="clear" w:pos="709"/>
        </w:tabs>
        <w:suppressAutoHyphens/>
        <w:ind w:left="567" w:hanging="567"/>
        <w:jc w:val="both"/>
      </w:pPr>
      <w:r w:rsidRPr="002901EE">
        <w:t>Denní záznamy bude zapisovat a podepisovat stavbyvedoucí (jeho zástupce) v den, kdy práce byly provedeny nebo kdy nastaly okolnosti, které vyvolaly nutnost zápisu. Při denních záznamech nesmí být vynechána volná místa.</w:t>
      </w:r>
    </w:p>
    <w:p w14:paraId="2D17FBBB" w14:textId="77777777" w:rsidR="00E66AFB" w:rsidRDefault="0093396A">
      <w:pPr>
        <w:pStyle w:val="Odstavecseseznamem"/>
        <w:widowControl w:val="0"/>
        <w:tabs>
          <w:tab w:val="clear" w:pos="709"/>
        </w:tabs>
        <w:suppressAutoHyphens/>
        <w:ind w:left="567" w:hanging="567"/>
        <w:jc w:val="both"/>
      </w:pPr>
      <w:r w:rsidRPr="002901EE">
        <w:t>Do deníku je oprávněn provádět záznamy kromě státního stavebního dohledu také zástupce objednatele oprávněný jednat ve věcech technických, projektant v rámci autorského dozoru, koordinátor bezpečnosti a ochrany zdraví při práci (dále jen BOZP), případně osoby objednatelem pověřené zápisem do stavebního deníku.</w:t>
      </w:r>
    </w:p>
    <w:p w14:paraId="0C210A81" w14:textId="77777777" w:rsidR="00E66AFB" w:rsidRDefault="0093396A">
      <w:pPr>
        <w:pStyle w:val="Odstavecseseznamem"/>
        <w:widowControl w:val="0"/>
        <w:tabs>
          <w:tab w:val="clear" w:pos="709"/>
        </w:tabs>
        <w:suppressAutoHyphens/>
        <w:ind w:left="567" w:hanging="567"/>
        <w:jc w:val="both"/>
      </w:pPr>
      <w:r w:rsidRPr="002901EE">
        <w:t>Nesouhlasí-li stavbyvedoucí se záznamem orgánů a osob, uvedených v předchozím ustanovení, připojí k jejich záznamu do tří pracovních dnů své vyjádření, jinak se má za to, že s obsahem záznamu souhlasí.</w:t>
      </w:r>
    </w:p>
    <w:p w14:paraId="6A9CBAF9" w14:textId="77777777" w:rsidR="00E66AFB" w:rsidRDefault="0093396A">
      <w:pPr>
        <w:pStyle w:val="Odstavecseseznamem"/>
        <w:widowControl w:val="0"/>
        <w:tabs>
          <w:tab w:val="clear" w:pos="709"/>
        </w:tabs>
        <w:suppressAutoHyphens/>
        <w:ind w:left="567" w:hanging="567"/>
        <w:jc w:val="both"/>
      </w:pPr>
      <w:r w:rsidRPr="002901EE">
        <w:t>Nesouhlasí-li objednatel s obsahem záznamu ve stavebním deníku, zašle námitky zhotoviteli do jednoho týdne od doručení záznamu - jinak se má za to, že s obsahem záznamu souhlasí.</w:t>
      </w:r>
    </w:p>
    <w:p w14:paraId="19BDC092" w14:textId="77777777" w:rsidR="00E66AFB" w:rsidRDefault="0093396A">
      <w:pPr>
        <w:pStyle w:val="Odstavecseseznamem"/>
        <w:widowControl w:val="0"/>
        <w:tabs>
          <w:tab w:val="clear" w:pos="709"/>
        </w:tabs>
        <w:suppressAutoHyphens/>
        <w:ind w:left="567" w:hanging="567"/>
        <w:jc w:val="both"/>
      </w:pPr>
      <w:r w:rsidRPr="002901EE">
        <w:t>Zhotovitel bude objednateli pravidelně předávat druhý průpis denních záznamů. Po dokončení stavby předá objednateli originály stavebních deníků.</w:t>
      </w:r>
    </w:p>
    <w:p w14:paraId="1F9159E9" w14:textId="77777777" w:rsidR="00E66AFB" w:rsidRDefault="0093396A">
      <w:pPr>
        <w:pStyle w:val="Odstavecseseznamem"/>
        <w:widowControl w:val="0"/>
        <w:tabs>
          <w:tab w:val="clear" w:pos="709"/>
        </w:tabs>
        <w:suppressAutoHyphens/>
        <w:ind w:left="567" w:hanging="567"/>
        <w:jc w:val="both"/>
      </w:pPr>
      <w:r w:rsidRPr="002901EE">
        <w:t>V době provádění díla musí být stavební deník trvale dostupný na staveništi.</w:t>
      </w:r>
    </w:p>
    <w:p w14:paraId="26331451" w14:textId="77777777" w:rsidR="00E66AFB" w:rsidRDefault="0093396A">
      <w:pPr>
        <w:pStyle w:val="Nadpis1"/>
        <w:keepNext w:val="0"/>
        <w:widowControl w:val="0"/>
        <w:suppressAutoHyphens/>
        <w:ind w:left="5404" w:hanging="5404"/>
        <w:jc w:val="center"/>
      </w:pPr>
      <w:r w:rsidRPr="002901EE">
        <w:t>Provádění díla</w:t>
      </w:r>
    </w:p>
    <w:p w14:paraId="109F24A5" w14:textId="77777777" w:rsidR="00E66AFB" w:rsidRDefault="0093396A">
      <w:pPr>
        <w:pStyle w:val="Odstavecseseznamem"/>
        <w:widowControl w:val="0"/>
        <w:tabs>
          <w:tab w:val="clear" w:pos="709"/>
        </w:tabs>
        <w:suppressAutoHyphens/>
        <w:ind w:left="567" w:hanging="567"/>
        <w:jc w:val="both"/>
      </w:pPr>
      <w:r w:rsidRPr="002901EE">
        <w:t xml:space="preserve">Realizace stavby bude probíhat v souladu </w:t>
      </w:r>
      <w:r w:rsidR="00DD253C">
        <w:t xml:space="preserve">s touto smlouvou, zejména </w:t>
      </w:r>
      <w:r w:rsidRPr="002901EE">
        <w:t xml:space="preserve">s přílohou </w:t>
      </w:r>
      <w:r w:rsidR="00DD253C" w:rsidRPr="002901EE">
        <w:t>č</w:t>
      </w:r>
      <w:r w:rsidR="00DD253C">
        <w:t>.</w:t>
      </w:r>
      <w:r w:rsidR="00DD253C" w:rsidRPr="002901EE">
        <w:t xml:space="preserve"> </w:t>
      </w:r>
      <w:r w:rsidR="0031714B" w:rsidRPr="0031714B">
        <w:t>3</w:t>
      </w:r>
      <w:r w:rsidR="008372CE">
        <w:t xml:space="preserve"> </w:t>
      </w:r>
      <w:r w:rsidRPr="0031714B">
        <w:t>této smlouvy.</w:t>
      </w:r>
    </w:p>
    <w:p w14:paraId="444D90C7" w14:textId="77777777" w:rsidR="00E66AFB" w:rsidRDefault="0093396A">
      <w:pPr>
        <w:pStyle w:val="Odstavecseseznamem"/>
        <w:widowControl w:val="0"/>
        <w:tabs>
          <w:tab w:val="clear" w:pos="709"/>
        </w:tabs>
        <w:suppressAutoHyphens/>
        <w:ind w:left="567" w:hanging="567"/>
        <w:jc w:val="both"/>
      </w:pPr>
      <w:r w:rsidRPr="002901EE">
        <w:t xml:space="preserve">Při zjištění podzemních zařízení, která nebyla správci </w:t>
      </w:r>
      <w:r w:rsidR="008372CE">
        <w:t xml:space="preserve">podzemních zařízení </w:t>
      </w:r>
      <w:r w:rsidRPr="002901EE">
        <w:t>v jejich vyjádřeních uvedena a brání realizaci prací, je zhotovitel oprávněn po předchozím oznámení objednateli (telefonicky na kontaktní osobu objednatele) přerušit práce v bezprostřední blízkosti nalezené sítě.</w:t>
      </w:r>
    </w:p>
    <w:p w14:paraId="6EB7FD07" w14:textId="77777777" w:rsidR="00E66AFB" w:rsidRDefault="0093396A">
      <w:pPr>
        <w:pStyle w:val="Odstavecseseznamem"/>
        <w:widowControl w:val="0"/>
        <w:tabs>
          <w:tab w:val="clear" w:pos="709"/>
        </w:tabs>
        <w:suppressAutoHyphens/>
        <w:ind w:left="567" w:hanging="567"/>
        <w:jc w:val="both"/>
      </w:pPr>
      <w:r w:rsidRPr="002901EE">
        <w:t>Staveniště bude předáno a převzato do 10 pracovních dnů od doručení výzvy ze strany objednatele</w:t>
      </w:r>
      <w:r w:rsidR="008372CE">
        <w:t xml:space="preserve"> dle čl. 6.2. této smlouvy</w:t>
      </w:r>
      <w:r w:rsidRPr="002901EE">
        <w:t xml:space="preserve">. O předání staveniště bude vypracován </w:t>
      </w:r>
      <w:r w:rsidR="008372CE">
        <w:t>p</w:t>
      </w:r>
      <w:r w:rsidRPr="002901EE">
        <w:t xml:space="preserve">rotokol o předání a převzetí staveniště dle příslušného vzoru objednatele. </w:t>
      </w:r>
    </w:p>
    <w:p w14:paraId="2372F479" w14:textId="77777777" w:rsidR="00E66AFB" w:rsidRDefault="0093396A">
      <w:pPr>
        <w:pStyle w:val="Odstavecseseznamem"/>
        <w:widowControl w:val="0"/>
        <w:tabs>
          <w:tab w:val="clear" w:pos="709"/>
        </w:tabs>
        <w:suppressAutoHyphens/>
        <w:ind w:left="567" w:hanging="567"/>
        <w:jc w:val="both"/>
      </w:pPr>
      <w:r w:rsidRPr="002901EE">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0C199469" w14:textId="77777777" w:rsidR="00E66AFB" w:rsidRDefault="0093396A">
      <w:pPr>
        <w:pStyle w:val="Odstavecseseznamem"/>
        <w:widowControl w:val="0"/>
        <w:tabs>
          <w:tab w:val="clear" w:pos="709"/>
        </w:tabs>
        <w:suppressAutoHyphens/>
        <w:ind w:left="567" w:hanging="567"/>
        <w:jc w:val="both"/>
      </w:pPr>
      <w:r w:rsidRPr="002901EE">
        <w:t>Zhotovitel vyzve objednatele písemně do stavebního deníku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4C5F3A70" w14:textId="77777777" w:rsidR="00E66AFB" w:rsidRDefault="0093396A">
      <w:pPr>
        <w:pStyle w:val="Odstavecseseznamem"/>
        <w:widowControl w:val="0"/>
        <w:tabs>
          <w:tab w:val="clear" w:pos="709"/>
        </w:tabs>
        <w:suppressAutoHyphens/>
        <w:ind w:left="567" w:hanging="567"/>
        <w:jc w:val="both"/>
      </w:pPr>
      <w:r w:rsidRPr="002901EE">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p>
    <w:p w14:paraId="7C51C0A9" w14:textId="77777777" w:rsidR="00E66AFB" w:rsidRDefault="0093396A">
      <w:pPr>
        <w:pStyle w:val="Odstavecseseznamem"/>
        <w:widowControl w:val="0"/>
        <w:tabs>
          <w:tab w:val="clear" w:pos="709"/>
        </w:tabs>
        <w:suppressAutoHyphens/>
        <w:ind w:left="567" w:hanging="567"/>
        <w:jc w:val="both"/>
      </w:pPr>
      <w:r w:rsidRPr="002901EE">
        <w:t>Požaduje-li přesto objednatel dodatečné odkrytí, je povinen hradit náklady zhotovitele na předmětné dodatečné odkrytí.</w:t>
      </w:r>
    </w:p>
    <w:p w14:paraId="67591BC3" w14:textId="77777777" w:rsidR="00E66AFB" w:rsidRDefault="0093396A">
      <w:pPr>
        <w:pStyle w:val="Odstavecseseznamem"/>
        <w:widowControl w:val="0"/>
        <w:tabs>
          <w:tab w:val="clear" w:pos="709"/>
        </w:tabs>
        <w:suppressAutoHyphens/>
        <w:ind w:left="567" w:hanging="567"/>
        <w:jc w:val="both"/>
      </w:pPr>
      <w:r w:rsidRPr="002901EE">
        <w:t>Zjistí-li se však při dodatečném odkrytí, že práce byly provedeny zřejmě vadně, nese náklady dodatečného odkrytí zhotovitel.</w:t>
      </w:r>
    </w:p>
    <w:p w14:paraId="608AF828" w14:textId="77777777" w:rsidR="00E66AFB" w:rsidRDefault="0093396A">
      <w:pPr>
        <w:pStyle w:val="Odstavecseseznamem"/>
        <w:widowControl w:val="0"/>
        <w:tabs>
          <w:tab w:val="clear" w:pos="709"/>
        </w:tabs>
        <w:suppressAutoHyphens/>
        <w:ind w:left="567" w:hanging="567"/>
        <w:jc w:val="both"/>
      </w:pPr>
      <w:r w:rsidRPr="002901EE">
        <w:t>Zhotovitel je povinen zajistit stavbu tak, aby nedošlo k překračování hygienických limitů, ohrožování, nadměrnému nebo zbytečnému obtěžování okolí stavby, ke znečišťování komunikace, vod a k porušení ochranných pásem.</w:t>
      </w:r>
    </w:p>
    <w:p w14:paraId="4E5EFB16" w14:textId="77777777" w:rsidR="00E66AFB" w:rsidRDefault="0093396A">
      <w:pPr>
        <w:pStyle w:val="Odstavecseseznamem"/>
        <w:widowControl w:val="0"/>
        <w:tabs>
          <w:tab w:val="clear" w:pos="709"/>
        </w:tabs>
        <w:suppressAutoHyphens/>
        <w:ind w:left="567" w:hanging="567"/>
        <w:jc w:val="both"/>
      </w:pPr>
      <w:r w:rsidRPr="002901EE">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platném znění, původcem odpadů.</w:t>
      </w:r>
    </w:p>
    <w:p w14:paraId="2CD34BB1" w14:textId="77777777" w:rsidR="00E66AFB" w:rsidRDefault="0093396A">
      <w:pPr>
        <w:pStyle w:val="Odstavecseseznamem"/>
        <w:widowControl w:val="0"/>
        <w:tabs>
          <w:tab w:val="clear" w:pos="709"/>
        </w:tabs>
        <w:suppressAutoHyphens/>
        <w:ind w:left="567" w:hanging="567"/>
        <w:jc w:val="both"/>
      </w:pPr>
      <w:r w:rsidRPr="002901EE">
        <w:t xml:space="preserve">Objednatel má právo v době realizace předmětu plnění provádět kontroly, zda odpad vznikající činností zhotovitele není neoprávněně ukládán na pozemky nebo do nádob objednatele. </w:t>
      </w:r>
      <w:r w:rsidR="00ED0F30">
        <w:t xml:space="preserve">V případě neoprávněného ukládání odpadu je </w:t>
      </w:r>
      <w:r w:rsidRPr="002901EE">
        <w:t>zhotovitel</w:t>
      </w:r>
      <w:r w:rsidR="00ED0F30">
        <w:t xml:space="preserve"> povinen uhradit objednateli</w:t>
      </w:r>
      <w:r w:rsidRPr="002901EE">
        <w:t xml:space="preserve"> smluvní pokutu ve výši 10.000,- Kč  za každý </w:t>
      </w:r>
      <w:r w:rsidR="00ED0F30">
        <w:t xml:space="preserve">jednotlivý </w:t>
      </w:r>
      <w:r w:rsidRPr="002901EE">
        <w:t>případ. Zaplacením smluvní pokuty není dotčeno právo objednatele na náhradu škody</w:t>
      </w:r>
      <w:r w:rsidR="00ED0F30">
        <w:t xml:space="preserve"> v plné výši</w:t>
      </w:r>
      <w:r w:rsidRPr="002901EE">
        <w:t xml:space="preserve">.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energie a ekologie objednatele na e-mailovou adresu </w:t>
      </w:r>
      <w:hyperlink r:id="rId13" w:history="1">
        <w:r w:rsidRPr="002901EE">
          <w:rPr>
            <w:rStyle w:val="Hypertextovodkaz"/>
          </w:rPr>
          <w:t>ekologie@dpo.cz</w:t>
        </w:r>
      </w:hyperlink>
      <w:r w:rsidRPr="002901EE">
        <w:t>. Zhotovitel odpovídá občanům a majitelům pozemků dle ustanovení občanského zákoníku v platném znění za škody vzniklé mimo staveniště, které způsobil svou stavební činností.</w:t>
      </w:r>
    </w:p>
    <w:p w14:paraId="410B90D4" w14:textId="77777777" w:rsidR="00E66AFB" w:rsidRDefault="0093396A">
      <w:pPr>
        <w:pStyle w:val="Odstavecseseznamem"/>
        <w:widowControl w:val="0"/>
        <w:tabs>
          <w:tab w:val="clear" w:pos="709"/>
        </w:tabs>
        <w:suppressAutoHyphens/>
        <w:ind w:left="567" w:hanging="567"/>
        <w:jc w:val="both"/>
      </w:pPr>
      <w:r w:rsidRPr="002901EE">
        <w:t xml:space="preserve">Kovový odpad je majetkem objednatele, a zhotovitel je povinen tento ukládat do určených kontejnerů nebo prostor objednatele, pokud nebude dohodnuto jinak. </w:t>
      </w:r>
    </w:p>
    <w:p w14:paraId="73BFF273" w14:textId="77777777" w:rsidR="00E66AFB" w:rsidRDefault="0093396A">
      <w:pPr>
        <w:pStyle w:val="Odstavecseseznamem"/>
        <w:widowControl w:val="0"/>
        <w:tabs>
          <w:tab w:val="clear" w:pos="709"/>
        </w:tabs>
        <w:suppressAutoHyphens/>
        <w:ind w:left="567" w:hanging="567"/>
        <w:jc w:val="both"/>
      </w:pPr>
      <w:r w:rsidRPr="002901EE">
        <w:t>Majetkem objednatele je rovněž další vyzískaný materiál vhodný pro opětovné použití. Objednatel určí, jak bude s těmito materiály naloženo.</w:t>
      </w:r>
    </w:p>
    <w:p w14:paraId="25C51306" w14:textId="77777777" w:rsidR="00E66AFB" w:rsidRDefault="0093396A">
      <w:pPr>
        <w:pStyle w:val="Odstavecseseznamem"/>
        <w:widowControl w:val="0"/>
        <w:tabs>
          <w:tab w:val="clear" w:pos="709"/>
        </w:tabs>
        <w:suppressAutoHyphens/>
        <w:ind w:left="567" w:hanging="567"/>
        <w:jc w:val="both"/>
      </w:pPr>
      <w:r w:rsidRPr="002901EE">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1477A0BA" w14:textId="77777777" w:rsidR="00E66AFB" w:rsidRDefault="0093396A">
      <w:pPr>
        <w:pStyle w:val="Odstavecseseznamem"/>
        <w:widowControl w:val="0"/>
        <w:tabs>
          <w:tab w:val="clear" w:pos="709"/>
        </w:tabs>
        <w:suppressAutoHyphens/>
        <w:ind w:left="567" w:hanging="567"/>
        <w:jc w:val="both"/>
      </w:pPr>
      <w:r w:rsidRPr="002901EE">
        <w:t>Zástupci smluvních stran, uvedení v této smlouvě, jako osoby oprávněné ve věcech technických, jsou zmocněni k převzetí provedeného díla, a to i každý jednotlivě.</w:t>
      </w:r>
    </w:p>
    <w:p w14:paraId="4C5DC75A" w14:textId="77777777" w:rsidR="00E66AFB" w:rsidRDefault="0093396A">
      <w:pPr>
        <w:pStyle w:val="Odstavecseseznamem"/>
        <w:widowControl w:val="0"/>
        <w:tabs>
          <w:tab w:val="clear" w:pos="709"/>
        </w:tabs>
        <w:suppressAutoHyphens/>
        <w:ind w:left="567" w:hanging="567"/>
        <w:jc w:val="both"/>
      </w:pPr>
      <w:r w:rsidRPr="002901EE">
        <w:t xml:space="preserve">Zkoušky a certifikace jednotlivých zařízení </w:t>
      </w:r>
      <w:r w:rsidR="00ED0F30">
        <w:t xml:space="preserve">díla </w:t>
      </w:r>
      <w:r w:rsidRPr="002901EE">
        <w:t>budou provedeny autorizovanou osobou v souladu se zákonem č. 22/1997 Sb., v platném znění, a návazných předpisů Nařízení vlády ČR č. 26/2003 Sb., v platném znění.</w:t>
      </w:r>
    </w:p>
    <w:p w14:paraId="44B5A1FC" w14:textId="77777777" w:rsidR="00E66AFB" w:rsidRDefault="0093396A">
      <w:pPr>
        <w:pStyle w:val="Odstavecseseznamem"/>
        <w:widowControl w:val="0"/>
        <w:tabs>
          <w:tab w:val="clear" w:pos="709"/>
        </w:tabs>
        <w:suppressAutoHyphens/>
        <w:ind w:left="567" w:hanging="567"/>
        <w:jc w:val="both"/>
      </w:pPr>
      <w:r w:rsidRPr="002901EE">
        <w:t>Zhotovitel je povinen vždy bezodkladně po dokončení části stavby, kterou bude nutno dle dokumentace pro provádění stavby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Bude-li objednatel jakkoliv užívat nepředané dílo bez předchozí dohody se zhotovitelem, nenese zhotovitel odpovědnost za vady a zhoršení vlastností díla, vzniklé v důsledku tohoto užívání.</w:t>
      </w:r>
    </w:p>
    <w:p w14:paraId="071415AB" w14:textId="3CEFF3F4" w:rsidR="00E66AFB" w:rsidRPr="00625B7F" w:rsidRDefault="0093396A">
      <w:pPr>
        <w:pStyle w:val="Odstavecseseznamem"/>
        <w:widowControl w:val="0"/>
        <w:tabs>
          <w:tab w:val="clear" w:pos="709"/>
        </w:tabs>
        <w:suppressAutoHyphens/>
        <w:ind w:left="567" w:hanging="567"/>
        <w:jc w:val="both"/>
      </w:pPr>
      <w:r w:rsidRPr="002901EE">
        <w:t xml:space="preserve">Zhotovitel nese až do </w:t>
      </w:r>
      <w:r w:rsidR="00ED0F30">
        <w:t>doby</w:t>
      </w:r>
      <w:r w:rsidRPr="002901EE">
        <w:t xml:space="preserve"> předání a převzetí díla jako celku</w:t>
      </w:r>
      <w:r w:rsidR="00ED0F30">
        <w:t xml:space="preserve"> a odstranění všech vad a nedodělků</w:t>
      </w:r>
      <w:r w:rsidRPr="002901EE">
        <w:t xml:space="preserve"> nebezpečí škod na zhotovovaném díle s výjimkou případů, kdy bude objednatel užívat nepředané dílo nebo jeho část na základě dohody ve smyslu </w:t>
      </w:r>
      <w:r w:rsidRPr="00625B7F">
        <w:t xml:space="preserve">bodu </w:t>
      </w:r>
      <w:r w:rsidR="00D24CD0" w:rsidRPr="00625B7F">
        <w:t>12.</w:t>
      </w:r>
      <w:r w:rsidR="00625B7F" w:rsidRPr="00625B7F">
        <w:t>17</w:t>
      </w:r>
      <w:r w:rsidR="002901EE" w:rsidRPr="00625B7F">
        <w:t xml:space="preserve"> </w:t>
      </w:r>
      <w:r w:rsidRPr="00625B7F">
        <w:t xml:space="preserve">této smlouvy. </w:t>
      </w:r>
    </w:p>
    <w:p w14:paraId="289001C9" w14:textId="77777777" w:rsidR="00E66AFB" w:rsidRDefault="0093396A">
      <w:pPr>
        <w:pStyle w:val="Odstavecseseznamem"/>
        <w:widowControl w:val="0"/>
        <w:tabs>
          <w:tab w:val="clear" w:pos="709"/>
        </w:tabs>
        <w:suppressAutoHyphens/>
        <w:ind w:left="567" w:hanging="567"/>
        <w:jc w:val="both"/>
      </w:pPr>
      <w:r w:rsidRPr="002901EE">
        <w:t>Z</w:t>
      </w:r>
      <w:r w:rsidR="00811538">
        <w:t xml:space="preserve">hotovitel se zavazuje dodržovat </w:t>
      </w:r>
      <w:r w:rsidRPr="002901EE">
        <w:t>požadavky k zajištění BOZP</w:t>
      </w:r>
      <w:r w:rsidR="00811538">
        <w:t xml:space="preserve">. Základní požadavky BOZP </w:t>
      </w:r>
      <w:r w:rsidRPr="002901EE">
        <w:t>jsou stanoveny v </w:t>
      </w:r>
      <w:r w:rsidR="00811538">
        <w:t>p</w:t>
      </w:r>
      <w:r w:rsidRPr="002901EE">
        <w:t xml:space="preserve">říloze č. </w:t>
      </w:r>
      <w:r w:rsidR="0031714B">
        <w:t>2</w:t>
      </w:r>
      <w:r w:rsidR="00ED0F30">
        <w:t xml:space="preserve"> této smlouvy</w:t>
      </w:r>
      <w:r w:rsidRPr="002901EE">
        <w:t>.</w:t>
      </w:r>
    </w:p>
    <w:p w14:paraId="37A14C7E" w14:textId="77777777" w:rsidR="00E66AFB" w:rsidRDefault="0093396A">
      <w:pPr>
        <w:pStyle w:val="Odstavecseseznamem"/>
        <w:widowControl w:val="0"/>
        <w:tabs>
          <w:tab w:val="clear" w:pos="709"/>
        </w:tabs>
        <w:suppressAutoHyphens/>
        <w:ind w:left="567" w:hanging="567"/>
        <w:jc w:val="both"/>
      </w:pPr>
      <w:r w:rsidRPr="002901EE">
        <w:t>Zhotovitel se zavazuje realizovat práce vyžadující zvláštní způsobilost nebo povolení podle příslušných předpisů osobami, které tuto podmínku splňují.</w:t>
      </w:r>
    </w:p>
    <w:p w14:paraId="42005AC2" w14:textId="77777777" w:rsidR="00E66AFB" w:rsidRDefault="0093396A">
      <w:pPr>
        <w:pStyle w:val="Odstavecseseznamem"/>
        <w:widowControl w:val="0"/>
        <w:tabs>
          <w:tab w:val="clear" w:pos="709"/>
        </w:tabs>
        <w:suppressAutoHyphens/>
        <w:ind w:left="567" w:hanging="567"/>
        <w:jc w:val="both"/>
      </w:pPr>
      <w:r w:rsidRPr="002901EE">
        <w:t>Veškerá jednání mezi zhotovitelem a objednatelem v ústním i písemném styku budou vedena výhradně v jazyce českém.</w:t>
      </w:r>
    </w:p>
    <w:p w14:paraId="22A6AE47" w14:textId="77777777" w:rsidR="00E66AFB" w:rsidRDefault="0093396A">
      <w:pPr>
        <w:pStyle w:val="Odstavecseseznamem"/>
        <w:widowControl w:val="0"/>
        <w:tabs>
          <w:tab w:val="clear" w:pos="709"/>
        </w:tabs>
        <w:suppressAutoHyphens/>
        <w:ind w:left="567" w:hanging="567"/>
        <w:jc w:val="both"/>
      </w:pPr>
      <w:r w:rsidRPr="002901EE">
        <w:t>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6F789F8C" w14:textId="77777777" w:rsidR="00E66AFB" w:rsidRDefault="0093396A">
      <w:pPr>
        <w:pStyle w:val="Nadpis1"/>
        <w:keepNext w:val="0"/>
        <w:widowControl w:val="0"/>
        <w:suppressAutoHyphens/>
        <w:ind w:left="5404" w:hanging="5404"/>
        <w:jc w:val="center"/>
      </w:pPr>
      <w:r w:rsidRPr="002901EE">
        <w:t>Další práva a povinnosti smluvních stran</w:t>
      </w:r>
    </w:p>
    <w:p w14:paraId="018DC230" w14:textId="77777777" w:rsidR="00E66AFB" w:rsidRDefault="0093396A">
      <w:pPr>
        <w:pStyle w:val="Odstavecseseznamem"/>
        <w:widowControl w:val="0"/>
        <w:tabs>
          <w:tab w:val="clear" w:pos="709"/>
        </w:tabs>
        <w:suppressAutoHyphens/>
        <w:ind w:left="567" w:hanging="567"/>
        <w:jc w:val="both"/>
      </w:pPr>
      <w:r w:rsidRPr="002901EE">
        <w:t xml:space="preserve">Objednatel může od smlouvy odstoupit za podmínek upravených zákonem č. 89/2012 Sb., občanský zákoník, v platném znění. Objednatel je dále oprávněn od smlouvy odstoupit v případě stanovených v ZZVZ, tj. </w:t>
      </w:r>
      <w:r w:rsidR="00ED0F30">
        <w:t xml:space="preserve">zejména </w:t>
      </w:r>
      <w:r w:rsidRPr="002901EE">
        <w:t>v případě, že zhotovitel uvedl v nabídce informace nebo doklady, které neodpovídají skutečnosti a měly nebo mohly mít vliv na výsledek zadávacího řízení, na jehož základě došlo k uzavření této smlouvy.</w:t>
      </w:r>
    </w:p>
    <w:p w14:paraId="365F5686" w14:textId="77777777" w:rsidR="00E66AFB" w:rsidRDefault="0093396A">
      <w:pPr>
        <w:pStyle w:val="Odstavecseseznamem"/>
        <w:widowControl w:val="0"/>
        <w:tabs>
          <w:tab w:val="clear" w:pos="709"/>
        </w:tabs>
        <w:suppressAutoHyphens/>
        <w:ind w:left="567" w:hanging="567"/>
        <w:jc w:val="both"/>
      </w:pPr>
      <w:r w:rsidRPr="002901EE">
        <w:t xml:space="preserve">Jestliže je smlouva ukončena dohodou či odstoupením před dokončením </w:t>
      </w:r>
      <w:r w:rsidR="00ED0F30">
        <w:t>díla</w:t>
      </w:r>
      <w:r w:rsidRPr="002901EE">
        <w:t>,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0287172B" w14:textId="77777777" w:rsidR="00E66AFB" w:rsidRDefault="0093396A">
      <w:pPr>
        <w:pStyle w:val="Odstavecseseznamem"/>
        <w:widowControl w:val="0"/>
        <w:tabs>
          <w:tab w:val="clear" w:pos="709"/>
        </w:tabs>
        <w:suppressAutoHyphens/>
        <w:ind w:left="567" w:hanging="567"/>
        <w:jc w:val="both"/>
      </w:pPr>
      <w:r w:rsidRPr="002901EE">
        <w:t>Odstoupení od smlouvy musí být provedeno písemně, jinak je neplatné. Odstoupení od smlouvy musí být doručeno druhé smluvní straně písemnou zásilkou na doručenku.</w:t>
      </w:r>
    </w:p>
    <w:p w14:paraId="13908C50" w14:textId="77777777" w:rsidR="00E66AFB" w:rsidRDefault="0093396A">
      <w:pPr>
        <w:pStyle w:val="Odstavecseseznamem"/>
        <w:widowControl w:val="0"/>
        <w:tabs>
          <w:tab w:val="clear" w:pos="709"/>
        </w:tabs>
        <w:suppressAutoHyphens/>
        <w:ind w:left="567" w:hanging="567"/>
        <w:jc w:val="both"/>
      </w:pPr>
      <w:r w:rsidRPr="002901EE">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B639BAD" w14:textId="77777777" w:rsidR="00E66AFB" w:rsidRDefault="0093396A">
      <w:pPr>
        <w:pStyle w:val="Odstavecseseznamem"/>
        <w:widowControl w:val="0"/>
        <w:tabs>
          <w:tab w:val="clear" w:pos="709"/>
        </w:tabs>
        <w:suppressAutoHyphens/>
        <w:ind w:left="567" w:hanging="567"/>
        <w:jc w:val="both"/>
      </w:pPr>
      <w:r w:rsidRPr="002901EE">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275818B0" w14:textId="77777777" w:rsidR="00E66AFB" w:rsidRDefault="00797046">
      <w:pPr>
        <w:pStyle w:val="Odstavecseseznamem"/>
        <w:widowControl w:val="0"/>
        <w:tabs>
          <w:tab w:val="clear" w:pos="709"/>
        </w:tabs>
        <w:suppressAutoHyphens/>
        <w:ind w:left="567" w:hanging="567"/>
        <w:jc w:val="both"/>
      </w:pPr>
      <w:r>
        <w:t xml:space="preserve">V případě, že </w:t>
      </w:r>
      <w:r w:rsidR="00CA596C">
        <w:t xml:space="preserve">zhotovitel poskytne záruku za jakost delší než </w:t>
      </w:r>
      <w:r w:rsidR="00DA3A8F">
        <w:t>2 roky</w:t>
      </w:r>
      <w:r w:rsidR="00CA596C">
        <w:t xml:space="preserve"> (viz bod 9.1.</w:t>
      </w:r>
      <w:r w:rsidR="00CE19C2">
        <w:t xml:space="preserve"> </w:t>
      </w:r>
      <w:r w:rsidR="00CA596C">
        <w:t xml:space="preserve">této smlouvy) vyhrazuje si objednatel </w:t>
      </w:r>
      <w:r w:rsidR="00F830CB">
        <w:t xml:space="preserve">právo na </w:t>
      </w:r>
      <w:r w:rsidR="00CA596C">
        <w:t>změnu závazku ve smyslu § 100 odst. 1 ZZVZ na prodloužení doby provádění servisu a údržby technologie (viz bod. 3.</w:t>
      </w:r>
      <w:r w:rsidR="00811538">
        <w:t>8</w:t>
      </w:r>
      <w:r w:rsidR="00CA596C">
        <w:t>.</w:t>
      </w:r>
      <w:r w:rsidR="00811538">
        <w:t>4</w:t>
      </w:r>
      <w:r w:rsidR="00CA596C">
        <w:t xml:space="preserve"> této smlouvy), a to na celou dobu poskytnuté záruky za jakost dle bodu 9.1. </w:t>
      </w:r>
      <w:r w:rsidR="00CE19C2">
        <w:t>této smlouvy</w:t>
      </w:r>
      <w:r w:rsidR="00CA596C">
        <w:t>.</w:t>
      </w:r>
      <w:r w:rsidR="00032A13">
        <w:t xml:space="preserve"> Pro úplnost smluvní strany sjednávají, že podmínky provádění servisu a údržby budou po celou dobu stejné (včetně sjednan</w:t>
      </w:r>
      <w:r w:rsidR="00DA3A8F">
        <w:t>é</w:t>
      </w:r>
      <w:r w:rsidR="00032A13">
        <w:t xml:space="preserve"> cen</w:t>
      </w:r>
      <w:r w:rsidR="00DA3A8F">
        <w:t>y</w:t>
      </w:r>
      <w:r w:rsidR="00032A13">
        <w:t xml:space="preserve">). </w:t>
      </w:r>
      <w:r w:rsidR="00DA3A8F">
        <w:t>Objednatel se zavazuje, že nejpozději do uplynutí 2 let poskytnuté záruky za jakost (viz bod 9.1. této smlouvy) oznámí zhotoviteli zda hodlá, či nehodlá svého práva na vyhrazenou změnu závazku využít.</w:t>
      </w:r>
    </w:p>
    <w:p w14:paraId="79B7CD6F" w14:textId="77777777" w:rsidR="00E66AFB" w:rsidRDefault="0093396A">
      <w:pPr>
        <w:pStyle w:val="Nadpis1"/>
        <w:keepNext w:val="0"/>
        <w:widowControl w:val="0"/>
        <w:suppressAutoHyphens/>
        <w:ind w:left="5404" w:hanging="5404"/>
        <w:jc w:val="center"/>
      </w:pPr>
      <w:r w:rsidRPr="002901EE">
        <w:t>Doložka o bezúhonnosti</w:t>
      </w:r>
    </w:p>
    <w:p w14:paraId="1B510FB1" w14:textId="77777777" w:rsidR="00E66AFB" w:rsidRDefault="0093396A">
      <w:pPr>
        <w:pStyle w:val="Odstavecseseznamem"/>
        <w:widowControl w:val="0"/>
        <w:tabs>
          <w:tab w:val="clear" w:pos="709"/>
        </w:tabs>
        <w:suppressAutoHyphens/>
        <w:ind w:left="567" w:hanging="567"/>
        <w:jc w:val="both"/>
      </w:pPr>
      <w:r w:rsidRPr="002901EE">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14:paraId="0FD3B03A" w14:textId="77777777" w:rsidR="00E66AFB" w:rsidRDefault="0093396A">
      <w:pPr>
        <w:pStyle w:val="Odstavecseseznamem"/>
        <w:widowControl w:val="0"/>
        <w:tabs>
          <w:tab w:val="clear" w:pos="709"/>
        </w:tabs>
        <w:suppressAutoHyphens/>
        <w:ind w:left="567" w:hanging="567"/>
        <w:jc w:val="both"/>
      </w:pPr>
      <w:r w:rsidRPr="002901EE">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14:paraId="471C5A04" w14:textId="77777777" w:rsidR="00E66AFB" w:rsidRDefault="0093396A">
      <w:pPr>
        <w:pStyle w:val="Odstavecseseznamem"/>
        <w:widowControl w:val="0"/>
        <w:tabs>
          <w:tab w:val="clear" w:pos="709"/>
        </w:tabs>
        <w:suppressAutoHyphens/>
        <w:ind w:left="567" w:hanging="567"/>
        <w:jc w:val="both"/>
      </w:pPr>
      <w:r w:rsidRPr="002901EE">
        <w:t xml:space="preserve">Po dobu trvání </w:t>
      </w:r>
      <w:r w:rsidR="00ED0F30">
        <w:t xml:space="preserve">této </w:t>
      </w:r>
      <w:r w:rsidRPr="002901EE">
        <w:t>smlouvy budou zhotovitel a jeho zaměstnanci a experti, kteří jsou v jiném než zaměstnaneckém poměru k zhotoviteli, respektovat lidská práva a zavazují se, že budou respektovat politické, kulturní a náboženské zvyklosti ČR.</w:t>
      </w:r>
    </w:p>
    <w:p w14:paraId="25B62718" w14:textId="77777777" w:rsidR="00E66AFB" w:rsidRDefault="0093396A">
      <w:pPr>
        <w:pStyle w:val="Odstavecseseznamem"/>
        <w:widowControl w:val="0"/>
        <w:tabs>
          <w:tab w:val="clear" w:pos="709"/>
        </w:tabs>
        <w:suppressAutoHyphens/>
        <w:ind w:left="567" w:hanging="567"/>
        <w:jc w:val="both"/>
      </w:pPr>
      <w:r w:rsidRPr="002901EE">
        <w:t>Zhotovitel nesmí přijmout žádnou jinou platbu v souvislosti se smlouvou kromě plateb v ní stanovených. Zhotovitel a jeho zaměstnanci a experti, kteří jsou v jiném než zaměstnaneckém poměru k zhotoviteli, nesmějí vykonávat žádnou činnost ani přijmout jakoukoli výhodu, která není v souladu s jejich závazky vůči objednateli.</w:t>
      </w:r>
    </w:p>
    <w:p w14:paraId="58067CD0" w14:textId="77777777" w:rsidR="00E66AFB" w:rsidRDefault="0093396A">
      <w:pPr>
        <w:pStyle w:val="Odstavecseseznamem"/>
        <w:widowControl w:val="0"/>
        <w:tabs>
          <w:tab w:val="clear" w:pos="709"/>
        </w:tabs>
        <w:suppressAutoHyphens/>
        <w:ind w:left="567" w:hanging="567"/>
        <w:jc w:val="both"/>
      </w:pPr>
      <w:r w:rsidRPr="002901EE">
        <w:t>Zhotovitel a jeho zaměstnanci a experti, kteří jsou v jiném než zaměstnaneckém poměru k zhotoviteli, jsou povinni zachovávat důvěrné informace po celou dobu trvání smlouvy a rovněž i po jejím skončení. Veškeré zprávy a dokumenty vypracované či obdržené jsou důvěrné.</w:t>
      </w:r>
    </w:p>
    <w:p w14:paraId="0BEF2124" w14:textId="77777777" w:rsidR="00E66AFB" w:rsidRDefault="0093396A">
      <w:pPr>
        <w:pStyle w:val="Odstavecseseznamem"/>
        <w:widowControl w:val="0"/>
        <w:tabs>
          <w:tab w:val="clear" w:pos="709"/>
        </w:tabs>
        <w:suppressAutoHyphens/>
        <w:ind w:left="567" w:hanging="567"/>
        <w:jc w:val="both"/>
      </w:pPr>
      <w:r w:rsidRPr="002901EE">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14:paraId="6FD712EE" w14:textId="77777777" w:rsidR="00E66AFB" w:rsidRDefault="0093396A">
      <w:pPr>
        <w:pStyle w:val="Odstavecseseznamem"/>
        <w:widowControl w:val="0"/>
        <w:tabs>
          <w:tab w:val="clear" w:pos="709"/>
        </w:tabs>
        <w:suppressAutoHyphens/>
        <w:ind w:left="567" w:hanging="567"/>
        <w:jc w:val="both"/>
      </w:pPr>
      <w:r w:rsidRPr="002901EE">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w:t>
      </w:r>
      <w:r w:rsidR="00EE01FC">
        <w:t>tomto čl.</w:t>
      </w:r>
      <w:r w:rsidR="00EE01FC" w:rsidRPr="002901EE">
        <w:t xml:space="preserve"> </w:t>
      </w:r>
      <w:r w:rsidRPr="002901EE">
        <w:t>XIV.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14:paraId="28FE1EC9" w14:textId="77777777" w:rsidR="00E66AFB" w:rsidRDefault="0093396A">
      <w:pPr>
        <w:pStyle w:val="Odstavecseseznamem"/>
        <w:widowControl w:val="0"/>
        <w:tabs>
          <w:tab w:val="clear" w:pos="709"/>
        </w:tabs>
        <w:suppressAutoHyphens/>
        <w:ind w:left="567" w:hanging="567"/>
        <w:jc w:val="both"/>
      </w:pPr>
      <w:r w:rsidRPr="002901EE">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14:paraId="37EFD545" w14:textId="77777777" w:rsidR="00E66AFB" w:rsidRDefault="0093396A">
      <w:pPr>
        <w:pStyle w:val="Nadpis1"/>
        <w:keepNext w:val="0"/>
        <w:widowControl w:val="0"/>
        <w:tabs>
          <w:tab w:val="clear" w:pos="709"/>
        </w:tabs>
        <w:suppressAutoHyphens/>
        <w:jc w:val="center"/>
      </w:pPr>
      <w:r w:rsidRPr="002901EE">
        <w:t>Účinnost smlouvy a závěrečná ujednání</w:t>
      </w:r>
    </w:p>
    <w:p w14:paraId="06D58027" w14:textId="77777777" w:rsidR="00E66AFB" w:rsidRDefault="0093396A">
      <w:pPr>
        <w:pStyle w:val="Odstavecseseznamem"/>
        <w:widowControl w:val="0"/>
        <w:tabs>
          <w:tab w:val="clear" w:pos="709"/>
        </w:tabs>
        <w:suppressAutoHyphens/>
        <w:ind w:left="567" w:hanging="567"/>
        <w:jc w:val="both"/>
      </w:pPr>
      <w:r w:rsidRPr="002901EE">
        <w:t>Smlouva nabývá účinnosti dnem jejího zveřejnění na Portálu veřejné správy v Registru smluv, které zprostředkuje objednatel. O nabytí účinnosti smlouvy se objednatel zavazuje informovat zhotovitele bez zbytečného odkladu</w:t>
      </w:r>
      <w:r w:rsidR="00765BF4" w:rsidRPr="00765BF4">
        <w:t xml:space="preserve"> </w:t>
      </w:r>
      <w:r w:rsidR="00765BF4" w:rsidRPr="00A550AD">
        <w:t xml:space="preserve">elektronicky na adresu  </w:t>
      </w:r>
      <w:permStart w:id="1052054333" w:edGrp="everyone"/>
      <w:r w:rsidR="007222F7">
        <w:fldChar w:fldCharType="begin"/>
      </w:r>
      <w:r w:rsidR="007222F7">
        <w:instrText xml:space="preserve"> </w:instrText>
      </w:r>
      <w:r w:rsidR="007222F7">
        <w:instrText xml:space="preserve">HYPERLINK "mailto:xxxxxx@xxxxxx.cz" </w:instrText>
      </w:r>
      <w:r w:rsidR="007222F7">
        <w:fldChar w:fldCharType="separate"/>
      </w:r>
      <w:r w:rsidR="00765BF4" w:rsidRPr="00A550AD">
        <w:rPr>
          <w:rStyle w:val="Hypertextovodkaz"/>
        </w:rPr>
        <w:t>xxxxxx@xxxxxx.cz</w:t>
      </w:r>
      <w:r w:rsidR="007222F7">
        <w:rPr>
          <w:rStyle w:val="Hypertextovodkaz"/>
        </w:rPr>
        <w:fldChar w:fldCharType="end"/>
      </w:r>
      <w:r w:rsidR="00765BF4" w:rsidRPr="00A550AD">
        <w:rPr>
          <w:color w:val="0000FF"/>
        </w:rPr>
        <w:t xml:space="preserve"> </w:t>
      </w:r>
      <w:r w:rsidR="00765BF4">
        <w:rPr>
          <w:color w:val="0000FF"/>
        </w:rPr>
        <w:t xml:space="preserve">  </w:t>
      </w:r>
      <w:r w:rsidR="00765BF4" w:rsidRPr="00425C3E">
        <w:rPr>
          <w:color w:val="00B0F0"/>
        </w:rPr>
        <w:t>(</w:t>
      </w:r>
      <w:r w:rsidR="00765BF4">
        <w:rPr>
          <w:i/>
          <w:color w:val="00B0F0"/>
        </w:rPr>
        <w:t>POZ</w:t>
      </w:r>
      <w:r w:rsidR="00765BF4" w:rsidRPr="00A550AD">
        <w:rPr>
          <w:i/>
          <w:color w:val="00B0F0"/>
        </w:rPr>
        <w:t xml:space="preserve">. Doplní </w:t>
      </w:r>
      <w:r w:rsidR="00765BF4">
        <w:rPr>
          <w:i/>
          <w:color w:val="00B0F0"/>
        </w:rPr>
        <w:t>zhotovitel</w:t>
      </w:r>
      <w:r w:rsidR="00765BF4" w:rsidRPr="00A550AD">
        <w:rPr>
          <w:i/>
          <w:color w:val="00B0F0"/>
        </w:rPr>
        <w:t>. Poté poznámku vymažte)</w:t>
      </w:r>
      <w:permEnd w:id="1052054333"/>
      <w:r w:rsidRPr="002901EE">
        <w:t xml:space="preserve">. </w:t>
      </w:r>
    </w:p>
    <w:p w14:paraId="47A2019A" w14:textId="77777777" w:rsidR="00E66AFB" w:rsidRDefault="0093396A">
      <w:pPr>
        <w:pStyle w:val="Odstavecseseznamem"/>
        <w:widowControl w:val="0"/>
        <w:tabs>
          <w:tab w:val="clear" w:pos="709"/>
        </w:tabs>
        <w:suppressAutoHyphens/>
        <w:ind w:left="567" w:hanging="567"/>
        <w:jc w:val="both"/>
      </w:pPr>
      <w:r w:rsidRPr="002901EE">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2901EE" w:rsidRPr="002901EE">
        <w:t xml:space="preserve">5 </w:t>
      </w:r>
      <w:r w:rsidRPr="002901EE">
        <w:t xml:space="preserve">mil. Kč pro jednu pojistnou událost a celková částka pojistného plnění minimálně </w:t>
      </w:r>
      <w:r w:rsidR="009D257C">
        <w:t>2</w:t>
      </w:r>
      <w:r w:rsidR="009D257C" w:rsidRPr="002901EE">
        <w:t xml:space="preserve">0 </w:t>
      </w:r>
      <w:r w:rsidRPr="002901EE">
        <w:t>mil. Kč ročně.</w:t>
      </w:r>
    </w:p>
    <w:p w14:paraId="2D245BF2" w14:textId="77777777" w:rsidR="00E66AFB" w:rsidRDefault="0093396A">
      <w:pPr>
        <w:pStyle w:val="Odstavecseseznamem"/>
        <w:widowControl w:val="0"/>
        <w:tabs>
          <w:tab w:val="clear" w:pos="709"/>
        </w:tabs>
        <w:suppressAutoHyphens/>
        <w:ind w:left="567" w:hanging="567"/>
        <w:jc w:val="both"/>
      </w:pPr>
      <w:r w:rsidRPr="002901EE">
        <w:t xml:space="preserve">Veškeré změny a doplňky smlouvy lze provést pouze formou písemných dodatků </w:t>
      </w:r>
      <w:r w:rsidR="00306853">
        <w:t>podepsaných</w:t>
      </w:r>
      <w:r w:rsidR="00306853" w:rsidRPr="002901EE">
        <w:t xml:space="preserve"> </w:t>
      </w:r>
      <w:r w:rsidRPr="002901EE">
        <w:t>oběma smluvními stranami. V případě, že smluvní dodatek bude obsahovat změnu ceny díla, bude podkladem pro jeho uzavření oběma stranami odsouhlasený změnový list.</w:t>
      </w:r>
    </w:p>
    <w:p w14:paraId="66E81513" w14:textId="77777777" w:rsidR="00E66AFB" w:rsidRDefault="0093396A">
      <w:pPr>
        <w:pStyle w:val="Odstavecseseznamem"/>
        <w:widowControl w:val="0"/>
        <w:tabs>
          <w:tab w:val="clear" w:pos="709"/>
        </w:tabs>
        <w:suppressAutoHyphens/>
        <w:ind w:left="567" w:hanging="567"/>
        <w:jc w:val="both"/>
      </w:pPr>
      <w:r w:rsidRPr="002901EE">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707D62A6" w14:textId="77777777" w:rsidR="00E66AFB" w:rsidRDefault="0093396A">
      <w:pPr>
        <w:pStyle w:val="Odstavecseseznamem"/>
        <w:widowControl w:val="0"/>
        <w:tabs>
          <w:tab w:val="clear" w:pos="709"/>
        </w:tabs>
        <w:suppressAutoHyphens/>
        <w:ind w:left="567" w:hanging="567"/>
        <w:jc w:val="both"/>
      </w:pPr>
      <w:r w:rsidRPr="002901EE">
        <w:t xml:space="preserve">Obě smluvní strany jsou obecně povinny zachovávat mlčenlivost ohledně všech skutečností, </w:t>
      </w:r>
      <w:r w:rsidR="00BB3695" w:rsidRPr="002901EE">
        <w:t>se kterými se při realizaci plnění nebo v souvislosti s ním seznámí</w:t>
      </w:r>
      <w:r w:rsidR="00BB3695">
        <w:t>, a</w:t>
      </w:r>
      <w:r w:rsidR="00BB3695" w:rsidRPr="002901EE">
        <w:t xml:space="preserve"> </w:t>
      </w:r>
      <w:r w:rsidRPr="002901EE">
        <w:t xml:space="preserve">jež jsou obchodním tajemstvím </w:t>
      </w:r>
      <w:r w:rsidR="00BB3695">
        <w:t xml:space="preserve">dané </w:t>
      </w:r>
      <w:r w:rsidRPr="002901EE">
        <w:t>smluvní stran</w:t>
      </w:r>
      <w:r w:rsidR="00BB3695">
        <w:t>y.</w:t>
      </w:r>
      <w:r w:rsidRPr="002901EE">
        <w:t xml:space="preserve"> </w:t>
      </w:r>
      <w:r w:rsidR="00BB3695" w:rsidRPr="00BB3695">
        <w:t xml:space="preserve"> </w:t>
      </w:r>
      <w:r w:rsidR="00BB3695">
        <w:t>Objednatel</w:t>
      </w:r>
      <w:r w:rsidR="00BB3695" w:rsidRPr="00B23CE9">
        <w:t xml:space="preserve"> podpisem smlouvy bere na vědomí, že některé údaje a pasáže této smlouvy mohou být obchodním tajemstvím </w:t>
      </w:r>
      <w:r w:rsidR="00BB3695">
        <w:t>zhotovitele</w:t>
      </w:r>
      <w:r w:rsidR="00BB3695" w:rsidRPr="00B23CE9">
        <w:t xml:space="preserve"> a zavazuje se je nezveřejnit dle zákona o registru smluv ani jinak a/nebo nepředat třetí osobě dle zákona č. 106/1999 Sb., o svobodném přístupu k informacím, ani jinak. Obchodní tajemství </w:t>
      </w:r>
      <w:r w:rsidR="00BB3695">
        <w:t>zhotovitele</w:t>
      </w:r>
      <w:r w:rsidR="00BB3695" w:rsidRPr="00B23CE9">
        <w:t xml:space="preserve"> je blíže vyspecifikováno v příloze č. </w:t>
      </w:r>
      <w:r w:rsidR="00BB3695">
        <w:t>4</w:t>
      </w:r>
      <w:r w:rsidR="00BB3695" w:rsidRPr="00B23CE9">
        <w:t xml:space="preserve"> </w:t>
      </w:r>
      <w:r w:rsidR="00DD253C">
        <w:t xml:space="preserve">této </w:t>
      </w:r>
      <w:r w:rsidR="00BB3695" w:rsidRPr="00B23CE9">
        <w:t xml:space="preserve">smlouvy. Ostatní ustanovení smlouvy nepodléhají ze strany </w:t>
      </w:r>
      <w:r w:rsidR="00BB3695">
        <w:t>zhotovitele</w:t>
      </w:r>
      <w:r w:rsidR="00BB3695" w:rsidRPr="00B23CE9">
        <w:t xml:space="preserv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r w:rsidR="00BB3695">
        <w:t>.</w:t>
      </w:r>
    </w:p>
    <w:p w14:paraId="153E77F6" w14:textId="77777777" w:rsidR="00E66AFB" w:rsidRDefault="0093396A">
      <w:pPr>
        <w:pStyle w:val="Odstavecseseznamem"/>
        <w:widowControl w:val="0"/>
        <w:tabs>
          <w:tab w:val="clear" w:pos="709"/>
        </w:tabs>
        <w:suppressAutoHyphens/>
        <w:ind w:left="567" w:hanging="567"/>
        <w:jc w:val="both"/>
      </w:pPr>
      <w:r w:rsidRPr="002901EE">
        <w:t>Tato smlouva je vyhotovena v 3 (třech) stejnopisech dle určení:</w:t>
      </w:r>
    </w:p>
    <w:p w14:paraId="188CE360" w14:textId="77777777" w:rsidR="00E66AFB" w:rsidRDefault="0093396A">
      <w:pPr>
        <w:pStyle w:val="Odstavecseseznamem"/>
        <w:widowControl w:val="0"/>
        <w:numPr>
          <w:ilvl w:val="0"/>
          <w:numId w:val="12"/>
        </w:numPr>
        <w:tabs>
          <w:tab w:val="clear" w:pos="709"/>
        </w:tabs>
        <w:suppressAutoHyphens/>
        <w:ind w:left="851" w:hanging="284"/>
        <w:jc w:val="both"/>
      </w:pPr>
      <w:r w:rsidRPr="002901EE">
        <w:t>2 x objednatel</w:t>
      </w:r>
    </w:p>
    <w:p w14:paraId="6FFB8688" w14:textId="77777777" w:rsidR="00E66AFB" w:rsidRDefault="0093396A">
      <w:pPr>
        <w:pStyle w:val="Odstavecseseznamem"/>
        <w:widowControl w:val="0"/>
        <w:numPr>
          <w:ilvl w:val="0"/>
          <w:numId w:val="12"/>
        </w:numPr>
        <w:tabs>
          <w:tab w:val="clear" w:pos="709"/>
        </w:tabs>
        <w:suppressAutoHyphens/>
        <w:ind w:left="851" w:hanging="284"/>
        <w:jc w:val="both"/>
      </w:pPr>
      <w:r w:rsidRPr="002901EE">
        <w:t>1 x zhotovitel</w:t>
      </w:r>
    </w:p>
    <w:p w14:paraId="1F64F323" w14:textId="77777777" w:rsidR="00E66AFB" w:rsidRDefault="0093396A">
      <w:pPr>
        <w:pStyle w:val="Odstavecseseznamem"/>
        <w:widowControl w:val="0"/>
        <w:tabs>
          <w:tab w:val="clear" w:pos="709"/>
        </w:tabs>
        <w:suppressAutoHyphens/>
        <w:ind w:left="567" w:hanging="567"/>
        <w:jc w:val="both"/>
      </w:pPr>
      <w:r w:rsidRPr="002901EE">
        <w:t>Smluvní strany prohlašují, že je jim znám celý obsah smlouvy a že tuto smlouvu uzavřely na základě své svobodné a vážné vůle. Na důkaz této skutečnosti připojují svoje podpisy.</w:t>
      </w:r>
    </w:p>
    <w:p w14:paraId="7ED0568F" w14:textId="77777777" w:rsidR="00E66AFB" w:rsidRDefault="0093396A">
      <w:pPr>
        <w:widowControl w:val="0"/>
        <w:suppressAutoHyphens/>
        <w:spacing w:before="360" w:line="240" w:lineRule="auto"/>
        <w:ind w:right="23"/>
        <w:rPr>
          <w:rFonts w:ascii="Times New Roman" w:hAnsi="Times New Roman"/>
          <w:sz w:val="22"/>
          <w:szCs w:val="22"/>
          <w:lang w:val="cs-CZ"/>
        </w:rPr>
      </w:pPr>
      <w:r w:rsidRPr="002901EE">
        <w:rPr>
          <w:rFonts w:ascii="Times New Roman" w:hAnsi="Times New Roman"/>
          <w:sz w:val="22"/>
          <w:szCs w:val="22"/>
          <w:lang w:val="cs-CZ"/>
        </w:rPr>
        <w:t>Přílohy této smlouvy tvoří:</w:t>
      </w:r>
    </w:p>
    <w:p w14:paraId="1995ABC8" w14:textId="77777777" w:rsidR="00E66AFB" w:rsidRDefault="0093396A">
      <w:pPr>
        <w:widowControl w:val="0"/>
        <w:tabs>
          <w:tab w:val="left" w:pos="1701"/>
        </w:tabs>
        <w:suppressAutoHyphen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Příloha č. 1:</w:t>
      </w:r>
      <w:r w:rsidRPr="002901EE">
        <w:rPr>
          <w:rFonts w:ascii="Times New Roman" w:hAnsi="Times New Roman"/>
          <w:sz w:val="22"/>
          <w:szCs w:val="22"/>
          <w:lang w:val="cs-CZ"/>
        </w:rPr>
        <w:tab/>
      </w:r>
      <w:r w:rsidR="005B5812">
        <w:rPr>
          <w:rFonts w:ascii="Times New Roman" w:hAnsi="Times New Roman"/>
          <w:sz w:val="22"/>
          <w:szCs w:val="22"/>
          <w:lang w:val="cs-CZ"/>
        </w:rPr>
        <w:t>Podrobný popis průjezdné mycí linky autobusů, elektrobusů a trolejbusů bez odpojení od trolejí</w:t>
      </w:r>
      <w:r w:rsidRPr="002901EE">
        <w:rPr>
          <w:rFonts w:ascii="Times New Roman" w:hAnsi="Times New Roman"/>
          <w:sz w:val="22"/>
          <w:szCs w:val="22"/>
          <w:lang w:val="cs-CZ"/>
        </w:rPr>
        <w:t>.</w:t>
      </w:r>
    </w:p>
    <w:p w14:paraId="1DEBC6A4" w14:textId="77777777" w:rsidR="00E66AFB" w:rsidRDefault="0093396A">
      <w:pPr>
        <w:widowControl w:val="0"/>
        <w:tabs>
          <w:tab w:val="left" w:pos="1701"/>
        </w:tabs>
        <w:suppressAutoHyphen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 xml:space="preserve">Příloha č. </w:t>
      </w:r>
      <w:r w:rsidR="00B41B27">
        <w:rPr>
          <w:rFonts w:ascii="Times New Roman" w:hAnsi="Times New Roman"/>
          <w:sz w:val="22"/>
          <w:szCs w:val="22"/>
          <w:lang w:val="cs-CZ"/>
        </w:rPr>
        <w:t>2</w:t>
      </w:r>
      <w:r w:rsidRPr="002901EE">
        <w:rPr>
          <w:rFonts w:ascii="Times New Roman" w:hAnsi="Times New Roman"/>
          <w:sz w:val="22"/>
          <w:szCs w:val="22"/>
          <w:lang w:val="cs-CZ"/>
        </w:rPr>
        <w:t>:</w:t>
      </w:r>
      <w:r w:rsidRPr="002901EE">
        <w:rPr>
          <w:rFonts w:ascii="Times New Roman" w:hAnsi="Times New Roman"/>
          <w:sz w:val="22"/>
          <w:szCs w:val="22"/>
          <w:lang w:val="cs-CZ"/>
        </w:rPr>
        <w:tab/>
        <w:t>Základní požadavky k zajištění BOZP.</w:t>
      </w:r>
    </w:p>
    <w:p w14:paraId="793030C8" w14:textId="77777777" w:rsidR="00E66AFB" w:rsidRDefault="0093396A">
      <w:pPr>
        <w:widowControl w:val="0"/>
        <w:tabs>
          <w:tab w:val="left" w:pos="1701"/>
        </w:tabs>
        <w:suppressAutoHyphen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 xml:space="preserve">Příloha č. </w:t>
      </w:r>
      <w:r w:rsidR="00B41B27">
        <w:rPr>
          <w:rFonts w:ascii="Times New Roman" w:hAnsi="Times New Roman"/>
          <w:sz w:val="22"/>
          <w:szCs w:val="22"/>
          <w:lang w:val="cs-CZ"/>
        </w:rPr>
        <w:t>3</w:t>
      </w:r>
      <w:r w:rsidRPr="002901EE">
        <w:rPr>
          <w:rFonts w:ascii="Times New Roman" w:hAnsi="Times New Roman"/>
          <w:sz w:val="22"/>
          <w:szCs w:val="22"/>
          <w:lang w:val="cs-CZ"/>
        </w:rPr>
        <w:t>:</w:t>
      </w:r>
      <w:r w:rsidRPr="002901EE">
        <w:rPr>
          <w:rFonts w:ascii="Times New Roman" w:hAnsi="Times New Roman"/>
          <w:sz w:val="22"/>
          <w:szCs w:val="22"/>
          <w:lang w:val="cs-CZ"/>
        </w:rPr>
        <w:tab/>
        <w:t>Podmínky pro provádění díla.</w:t>
      </w:r>
    </w:p>
    <w:p w14:paraId="48CC5321" w14:textId="77777777" w:rsidR="00E66AFB" w:rsidRDefault="003572DA">
      <w:pPr>
        <w:widowControl w:val="0"/>
        <w:tabs>
          <w:tab w:val="left" w:pos="1701"/>
        </w:tabs>
        <w:suppressAutoHyphens/>
        <w:spacing w:line="240" w:lineRule="auto"/>
        <w:ind w:right="21" w:firstLine="284"/>
        <w:rPr>
          <w:rFonts w:ascii="Times New Roman" w:hAnsi="Times New Roman"/>
          <w:sz w:val="22"/>
          <w:szCs w:val="22"/>
          <w:lang w:val="cs-CZ"/>
        </w:rPr>
      </w:pPr>
      <w:r>
        <w:rPr>
          <w:rFonts w:ascii="Times New Roman" w:hAnsi="Times New Roman"/>
          <w:sz w:val="22"/>
          <w:szCs w:val="22"/>
          <w:lang w:val="cs-CZ"/>
        </w:rPr>
        <w:t>Příloha č. 4:</w:t>
      </w:r>
      <w:r>
        <w:rPr>
          <w:rFonts w:ascii="Times New Roman" w:hAnsi="Times New Roman"/>
          <w:sz w:val="22"/>
          <w:szCs w:val="22"/>
          <w:lang w:val="cs-CZ"/>
        </w:rPr>
        <w:tab/>
        <w:t>Vymezení obchodního tajemství zhotovitele.</w:t>
      </w:r>
    </w:p>
    <w:p w14:paraId="619DF72C" w14:textId="77777777" w:rsidR="00E66AFB" w:rsidRDefault="0093396A">
      <w:pPr>
        <w:widowControl w:val="0"/>
        <w:tabs>
          <w:tab w:val="left" w:pos="1985"/>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r>
    </w:p>
    <w:p w14:paraId="04203931" w14:textId="77777777" w:rsidR="00E66AFB" w:rsidRDefault="00E66AFB">
      <w:pPr>
        <w:widowControl w:val="0"/>
        <w:suppressAutoHyphens/>
        <w:spacing w:line="240" w:lineRule="auto"/>
        <w:ind w:left="567" w:right="21" w:hanging="567"/>
        <w:rPr>
          <w:rFonts w:ascii="Times New Roman" w:hAnsi="Times New Roman"/>
          <w:sz w:val="22"/>
          <w:szCs w:val="22"/>
          <w:lang w:val="cs-CZ"/>
        </w:rPr>
      </w:pPr>
    </w:p>
    <w:p w14:paraId="633EB6FC" w14:textId="77777777" w:rsidR="00E66AFB" w:rsidRDefault="0093396A">
      <w:pPr>
        <w:pStyle w:val="Text"/>
        <w:widowControl w:val="0"/>
        <w:tabs>
          <w:tab w:val="clear" w:pos="227"/>
          <w:tab w:val="left" w:pos="960"/>
          <w:tab w:val="left" w:pos="5670"/>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 xml:space="preserve">V Ostravě dne </w:t>
      </w:r>
      <w:permStart w:id="1974295280" w:edGrp="everyone"/>
      <w:r w:rsidRPr="002901EE">
        <w:rPr>
          <w:rFonts w:ascii="Times New Roman" w:hAnsi="Times New Roman"/>
          <w:sz w:val="22"/>
          <w:szCs w:val="22"/>
          <w:lang w:val="cs-CZ"/>
        </w:rPr>
        <w:t>………………</w:t>
      </w:r>
      <w:r w:rsidRPr="002901EE">
        <w:rPr>
          <w:rFonts w:ascii="Times New Roman" w:hAnsi="Times New Roman"/>
          <w:sz w:val="22"/>
          <w:szCs w:val="22"/>
          <w:lang w:val="cs-CZ"/>
        </w:rPr>
        <w:tab/>
        <w:t>V …………………. dne ....................</w:t>
      </w:r>
    </w:p>
    <w:p w14:paraId="77FEC580" w14:textId="77777777" w:rsidR="00E66AFB" w:rsidRDefault="00E66AFB">
      <w:pPr>
        <w:pStyle w:val="Text"/>
        <w:widowControl w:val="0"/>
        <w:suppressAutoHyphens/>
        <w:spacing w:line="240" w:lineRule="auto"/>
        <w:ind w:left="567" w:right="21" w:hanging="567"/>
        <w:rPr>
          <w:rFonts w:ascii="Times New Roman" w:hAnsi="Times New Roman"/>
          <w:sz w:val="22"/>
          <w:szCs w:val="22"/>
          <w:lang w:val="cs-CZ"/>
        </w:rPr>
      </w:pPr>
    </w:p>
    <w:p w14:paraId="03EBA52F" w14:textId="77777777" w:rsidR="00E66AFB" w:rsidRDefault="00E66AFB">
      <w:pPr>
        <w:pStyle w:val="Zkladntext"/>
        <w:widowControl w:val="0"/>
        <w:suppressAutoHyphens/>
        <w:rPr>
          <w:szCs w:val="22"/>
        </w:rPr>
      </w:pPr>
    </w:p>
    <w:p w14:paraId="022C9BEC" w14:textId="77777777" w:rsidR="00E66AFB" w:rsidRDefault="0093396A">
      <w:pPr>
        <w:pStyle w:val="Zkladntext"/>
        <w:widowControl w:val="0"/>
        <w:tabs>
          <w:tab w:val="left" w:pos="5670"/>
        </w:tabs>
        <w:suppressAutoHyphens/>
        <w:rPr>
          <w:szCs w:val="22"/>
        </w:rPr>
      </w:pPr>
      <w:r w:rsidRPr="002901EE">
        <w:rPr>
          <w:szCs w:val="22"/>
        </w:rPr>
        <w:t>………………………………….</w:t>
      </w:r>
      <w:r w:rsidRPr="002901EE">
        <w:rPr>
          <w:szCs w:val="22"/>
        </w:rPr>
        <w:tab/>
        <w:t>………………………………….</w:t>
      </w:r>
    </w:p>
    <w:p w14:paraId="046667C8" w14:textId="77777777" w:rsidR="00E66AFB" w:rsidRDefault="00E66AFB">
      <w:pPr>
        <w:pStyle w:val="Text"/>
        <w:widowControl w:val="0"/>
        <w:tabs>
          <w:tab w:val="clear" w:pos="227"/>
          <w:tab w:val="center" w:pos="2552"/>
          <w:tab w:val="center" w:pos="7655"/>
        </w:tabs>
        <w:suppressAutoHyphens/>
        <w:spacing w:line="240" w:lineRule="auto"/>
        <w:ind w:right="21"/>
        <w:rPr>
          <w:sz w:val="22"/>
          <w:szCs w:val="22"/>
          <w:lang w:val="cs-CZ"/>
        </w:rPr>
      </w:pPr>
    </w:p>
    <w:p w14:paraId="67A81C3A" w14:textId="77777777" w:rsidR="00E66AFB" w:rsidRDefault="0093396A">
      <w:pPr>
        <w:widowControl w:val="0"/>
        <w:suppressAutoHyphens/>
        <w:spacing w:line="240" w:lineRule="auto"/>
        <w:ind w:left="567" w:right="21" w:hanging="567"/>
        <w:rPr>
          <w:i/>
          <w:color w:val="00B0F0"/>
          <w:szCs w:val="22"/>
          <w:lang w:val="cs-CZ"/>
        </w:rPr>
      </w:pPr>
      <w:r w:rsidRPr="00EF2887">
        <w:rPr>
          <w:i/>
          <w:color w:val="00B0F0"/>
          <w:szCs w:val="22"/>
        </w:rPr>
        <w:t>(</w:t>
      </w:r>
      <w:r>
        <w:rPr>
          <w:i/>
          <w:color w:val="00B0F0"/>
          <w:szCs w:val="22"/>
        </w:rPr>
        <w:t xml:space="preserve">POZN. </w:t>
      </w:r>
      <w:r w:rsidRPr="00EF2887">
        <w:rPr>
          <w:i/>
          <w:color w:val="00B0F0"/>
          <w:szCs w:val="22"/>
        </w:rPr>
        <w:t>doplní</w:t>
      </w:r>
      <w:r>
        <w:rPr>
          <w:i/>
          <w:color w:val="00B0F0"/>
          <w:szCs w:val="22"/>
        </w:rPr>
        <w:t xml:space="preserve"> objednatel)</w:t>
      </w:r>
      <w:r w:rsidRPr="00A43DAD">
        <w:rPr>
          <w:i/>
          <w:color w:val="00B0F0"/>
          <w:szCs w:val="22"/>
        </w:rPr>
        <w:tab/>
      </w:r>
      <w:r w:rsidRPr="00A43DAD">
        <w:rPr>
          <w:szCs w:val="22"/>
        </w:rPr>
        <w:tab/>
      </w:r>
      <w:r>
        <w:rPr>
          <w:szCs w:val="22"/>
        </w:rPr>
        <w:tab/>
      </w:r>
      <w:r>
        <w:rPr>
          <w:szCs w:val="22"/>
        </w:rPr>
        <w:tab/>
      </w:r>
      <w:r>
        <w:rPr>
          <w:szCs w:val="22"/>
        </w:rPr>
        <w:tab/>
      </w:r>
      <w:r w:rsidRPr="00A43DAD">
        <w:rPr>
          <w:i/>
          <w:color w:val="00B0F0"/>
          <w:szCs w:val="22"/>
          <w:lang w:val="cs-CZ"/>
        </w:rPr>
        <w:t>(POZN. doplní dodavatel, poté poznámku vymažte)</w:t>
      </w:r>
    </w:p>
    <w:p w14:paraId="374FD339" w14:textId="77777777" w:rsidR="00E66AFB" w:rsidRDefault="00E66AFB">
      <w:pPr>
        <w:widowControl w:val="0"/>
        <w:suppressAutoHyphens/>
        <w:spacing w:line="240" w:lineRule="auto"/>
        <w:ind w:left="567" w:right="21" w:hanging="567"/>
        <w:rPr>
          <w:szCs w:val="22"/>
          <w:lang w:val="cs-CZ"/>
        </w:rPr>
      </w:pPr>
      <w:bookmarkStart w:id="4" w:name="_GoBack"/>
      <w:bookmarkEnd w:id="4"/>
    </w:p>
    <w:permEnd w:id="1974295280"/>
    <w:p w14:paraId="0C670D6C" w14:textId="77777777" w:rsidR="007A77C2" w:rsidRDefault="007A77C2" w:rsidP="00305791">
      <w:pPr>
        <w:widowControl w:val="0"/>
        <w:tabs>
          <w:tab w:val="left" w:pos="6089"/>
          <w:tab w:val="center" w:pos="7655"/>
        </w:tabs>
        <w:suppressAutoHyphens/>
        <w:spacing w:line="240" w:lineRule="auto"/>
        <w:ind w:right="21"/>
        <w:jc w:val="both"/>
        <w:rPr>
          <w:rFonts w:ascii="Times New Roman" w:hAnsi="Times New Roman"/>
          <w:i/>
          <w:color w:val="FF0000"/>
          <w:sz w:val="22"/>
          <w:szCs w:val="22"/>
          <w:lang w:val="cs-CZ"/>
        </w:rPr>
      </w:pPr>
    </w:p>
    <w:sectPr w:rsidR="007A77C2" w:rsidSect="00120156">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BF5F1" w14:textId="77777777" w:rsidR="000C1C83" w:rsidRDefault="000C1C83">
      <w:r>
        <w:separator/>
      </w:r>
    </w:p>
  </w:endnote>
  <w:endnote w:type="continuationSeparator" w:id="0">
    <w:p w14:paraId="61A5B668" w14:textId="77777777" w:rsidR="000C1C83" w:rsidRDefault="000C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CBF53" w14:textId="6B3C651F" w:rsidR="002B1E1D" w:rsidRDefault="002B1E1D">
    <w:pPr>
      <w:pStyle w:val="Zpat"/>
      <w:jc w:val="right"/>
    </w:pPr>
    <w:r>
      <w:rPr>
        <w:i/>
        <w:sz w:val="22"/>
        <w:szCs w:val="22"/>
      </w:rPr>
      <w:t xml:space="preserve">Stránka </w:t>
    </w:r>
    <w:r w:rsidR="001B13CA">
      <w:rPr>
        <w:i/>
        <w:sz w:val="22"/>
        <w:szCs w:val="22"/>
      </w:rPr>
      <w:fldChar w:fldCharType="begin"/>
    </w:r>
    <w:r>
      <w:rPr>
        <w:i/>
        <w:sz w:val="22"/>
        <w:szCs w:val="22"/>
      </w:rPr>
      <w:instrText>PAGE</w:instrText>
    </w:r>
    <w:r w:rsidR="001B13CA">
      <w:rPr>
        <w:i/>
        <w:sz w:val="22"/>
        <w:szCs w:val="22"/>
      </w:rPr>
      <w:fldChar w:fldCharType="separate"/>
    </w:r>
    <w:r>
      <w:rPr>
        <w:i/>
        <w:noProof/>
        <w:sz w:val="22"/>
        <w:szCs w:val="22"/>
      </w:rPr>
      <w:t>12</w:t>
    </w:r>
    <w:r w:rsidR="001B13CA">
      <w:rPr>
        <w:i/>
        <w:sz w:val="22"/>
        <w:szCs w:val="22"/>
      </w:rPr>
      <w:fldChar w:fldCharType="end"/>
    </w:r>
    <w:r>
      <w:rPr>
        <w:i/>
        <w:sz w:val="22"/>
        <w:szCs w:val="22"/>
      </w:rPr>
      <w:t xml:space="preserve"> z </w:t>
    </w:r>
    <w:r w:rsidR="001B13CA">
      <w:rPr>
        <w:i/>
        <w:sz w:val="22"/>
        <w:szCs w:val="22"/>
      </w:rPr>
      <w:fldChar w:fldCharType="begin"/>
    </w:r>
    <w:r>
      <w:rPr>
        <w:i/>
        <w:sz w:val="22"/>
        <w:szCs w:val="22"/>
      </w:rPr>
      <w:instrText>NUMPAGES</w:instrText>
    </w:r>
    <w:r w:rsidR="001B13CA">
      <w:rPr>
        <w:i/>
        <w:sz w:val="22"/>
        <w:szCs w:val="22"/>
      </w:rPr>
      <w:fldChar w:fldCharType="separate"/>
    </w:r>
    <w:r w:rsidR="00402ECB">
      <w:rPr>
        <w:i/>
        <w:noProof/>
        <w:sz w:val="22"/>
        <w:szCs w:val="22"/>
      </w:rPr>
      <w:t>2</w:t>
    </w:r>
    <w:r w:rsidR="001B13CA">
      <w:rPr>
        <w:i/>
        <w:sz w:val="22"/>
        <w:szCs w:val="22"/>
      </w:rPr>
      <w:fldChar w:fldCharType="end"/>
    </w:r>
  </w:p>
  <w:p w14:paraId="2FE4CF4F" w14:textId="77777777" w:rsidR="002B1E1D" w:rsidRDefault="002B1E1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381A" w14:textId="62C5566B" w:rsidR="002B1E1D" w:rsidRPr="00F42B09" w:rsidRDefault="007222F7" w:rsidP="003D61CC">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2B1E1D" w:rsidRPr="00F539F2">
              <w:t xml:space="preserve">strana </w:t>
            </w:r>
            <w:r w:rsidR="000C1C83">
              <w:fldChar w:fldCharType="begin"/>
            </w:r>
            <w:r w:rsidR="000C1C83">
              <w:instrText>PAGE</w:instrText>
            </w:r>
            <w:r w:rsidR="000C1C83">
              <w:fldChar w:fldCharType="separate"/>
            </w:r>
            <w:r>
              <w:rPr>
                <w:noProof/>
              </w:rPr>
              <w:t>2</w:t>
            </w:r>
            <w:r w:rsidR="000C1C83">
              <w:rPr>
                <w:noProof/>
              </w:rPr>
              <w:fldChar w:fldCharType="end"/>
            </w:r>
            <w:r w:rsidR="002B1E1D" w:rsidRPr="00F539F2">
              <w:t>/</w:t>
            </w:r>
            <w:r w:rsidR="000C1C83">
              <w:fldChar w:fldCharType="begin"/>
            </w:r>
            <w:r w:rsidR="000C1C83">
              <w:instrText>NUMPAGES</w:instrText>
            </w:r>
            <w:r w:rsidR="000C1C83">
              <w:fldChar w:fldCharType="separate"/>
            </w:r>
            <w:r>
              <w:rPr>
                <w:noProof/>
              </w:rPr>
              <w:t>17</w:t>
            </w:r>
            <w:r w:rsidR="000C1C83">
              <w:rPr>
                <w:noProof/>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256B2" w14:textId="77777777" w:rsidR="002B1E1D" w:rsidRPr="001526C2" w:rsidRDefault="002B1E1D" w:rsidP="00F42B09">
    <w:pPr>
      <w:pStyle w:val="Pata"/>
    </w:pPr>
    <w:r w:rsidRPr="001526C2">
      <w:tab/>
      <w:t>█ Registrace: Obchodní rejstřík Krajského soudu v Ostravě, sp. zn. B 1104</w:t>
    </w:r>
  </w:p>
  <w:p w14:paraId="4B34DF2D" w14:textId="70A2A06D" w:rsidR="002B1E1D" w:rsidRDefault="007222F7">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2B1E1D" w:rsidRPr="001526C2">
              <w:t xml:space="preserve">strana </w:t>
            </w:r>
            <w:r w:rsidR="000C1C83">
              <w:fldChar w:fldCharType="begin"/>
            </w:r>
            <w:r w:rsidR="000C1C83">
              <w:instrText>PAGE</w:instrText>
            </w:r>
            <w:r w:rsidR="000C1C83">
              <w:fldChar w:fldCharType="separate"/>
            </w:r>
            <w:r>
              <w:rPr>
                <w:noProof/>
              </w:rPr>
              <w:t>1</w:t>
            </w:r>
            <w:r w:rsidR="000C1C83">
              <w:rPr>
                <w:noProof/>
              </w:rPr>
              <w:fldChar w:fldCharType="end"/>
            </w:r>
            <w:r w:rsidR="002B1E1D" w:rsidRPr="001526C2">
              <w:t>/</w:t>
            </w:r>
            <w:r w:rsidR="000C1C83">
              <w:fldChar w:fldCharType="begin"/>
            </w:r>
            <w:r w:rsidR="000C1C83">
              <w:instrText>NUMPAGES</w:instrText>
            </w:r>
            <w:r w:rsidR="000C1C83">
              <w:fldChar w:fldCharType="separate"/>
            </w:r>
            <w:r>
              <w:rPr>
                <w:noProof/>
              </w:rPr>
              <w:t>17</w:t>
            </w:r>
            <w:r w:rsidR="000C1C83">
              <w:rPr>
                <w:noProof/>
              </w:rPr>
              <w:fldChar w:fldCharType="end"/>
            </w:r>
            <w:r w:rsidR="002B1E1D" w:rsidRPr="001526C2">
              <w:tab/>
            </w:r>
            <w:r w:rsidR="002B1E1D">
              <w:t>Statutární město Ostrava je jediným akcionářem Dopravního podniku Ostrava a.s.</w:t>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1531C" w14:textId="77777777" w:rsidR="000C1C83" w:rsidRDefault="000C1C83">
      <w:r>
        <w:separator/>
      </w:r>
    </w:p>
  </w:footnote>
  <w:footnote w:type="continuationSeparator" w:id="0">
    <w:p w14:paraId="0091AF01" w14:textId="77777777" w:rsidR="000C1C83" w:rsidRDefault="000C1C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86DDA" w14:textId="77777777" w:rsidR="002B1E1D" w:rsidRDefault="002B1E1D">
    <w:pPr>
      <w:pStyle w:val="Zhlav"/>
      <w:tabs>
        <w:tab w:val="clear" w:pos="4536"/>
        <w:tab w:val="clear" w:pos="9072"/>
      </w:tabs>
      <w:jc w:val="both"/>
      <w:rPr>
        <w:sz w:val="22"/>
        <w:szCs w:val="22"/>
      </w:rPr>
    </w:pPr>
    <w:r>
      <w:rPr>
        <w:sz w:val="22"/>
        <w:szCs w:val="22"/>
      </w:rPr>
      <w:t>Příloha č. 1 – Návrh smlouvy</w:t>
    </w:r>
  </w:p>
  <w:p w14:paraId="01BB2FB9" w14:textId="77777777" w:rsidR="002B1E1D" w:rsidRDefault="002B1E1D">
    <w:pPr>
      <w:pStyle w:val="Zhlav"/>
      <w:tabs>
        <w:tab w:val="clear" w:pos="4536"/>
        <w:tab w:val="clear" w:pos="9072"/>
      </w:tabs>
      <w:jc w:val="both"/>
      <w:rPr>
        <w:sz w:val="22"/>
        <w:szCs w:val="22"/>
      </w:rPr>
    </w:pPr>
  </w:p>
  <w:p w14:paraId="0522726D" w14:textId="77777777" w:rsidR="002B1E1D" w:rsidRDefault="002B1E1D">
    <w:pPr>
      <w:pStyle w:val="Zhlav"/>
      <w:tabs>
        <w:tab w:val="clear" w:pos="4536"/>
        <w:tab w:val="clear" w:pos="9072"/>
      </w:tabs>
      <w:jc w:val="center"/>
    </w:pPr>
    <w:r>
      <w:rPr>
        <w:noProof/>
      </w:rPr>
      <w:drawing>
        <wp:inline distT="0" distB="0" distL="0" distR="0" wp14:anchorId="202C624F" wp14:editId="61C4226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158C6524" w14:textId="77777777" w:rsidR="002B1E1D" w:rsidRDefault="002B1E1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1A74" w14:textId="77777777" w:rsidR="002B1E1D" w:rsidRDefault="002B1E1D">
    <w:pPr>
      <w:pStyle w:val="Zhlav"/>
      <w:tabs>
        <w:tab w:val="clear" w:pos="4536"/>
        <w:tab w:val="clear" w:pos="9072"/>
      </w:tabs>
      <w:jc w:val="center"/>
    </w:pPr>
  </w:p>
  <w:p w14:paraId="03B1987B" w14:textId="77777777" w:rsidR="002B1E1D" w:rsidRDefault="002B1E1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3C67A720" wp14:editId="6F833FD4">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D5B45" w14:textId="77777777" w:rsidR="002B1E1D" w:rsidRDefault="002B1E1D">
    <w:pPr>
      <w:pStyle w:val="Zhlav"/>
    </w:pPr>
    <w:r w:rsidRPr="00FD76B0">
      <w:rPr>
        <w:noProof/>
      </w:rPr>
      <w:drawing>
        <wp:anchor distT="0" distB="0" distL="114300" distR="114300" simplePos="0" relativeHeight="251660288" behindDoc="0" locked="0" layoutInCell="1" allowOverlap="1" wp14:anchorId="1934939E" wp14:editId="110FC195">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D76B0">
      <w:rPr>
        <w:noProof/>
      </w:rPr>
      <w:drawing>
        <wp:anchor distT="0" distB="0" distL="114300" distR="114300" simplePos="0" relativeHeight="251659264" behindDoc="0" locked="0" layoutInCell="1" allowOverlap="1" wp14:anchorId="248238EA" wp14:editId="32CE1CEF">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EF762986"/>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D5817B8"/>
    <w:multiLevelType w:val="hybridMultilevel"/>
    <w:tmpl w:val="81DC44C0"/>
    <w:lvl w:ilvl="0" w:tplc="255EDA24">
      <w:start w:val="1"/>
      <w:numFmt w:val="decimal"/>
      <w:lvlText w:val="2.3.%1"/>
      <w:lvlJc w:val="left"/>
      <w:pPr>
        <w:ind w:left="1571" w:hanging="360"/>
      </w:pPr>
      <w:rPr>
        <w:rFonts w:hint="default"/>
      </w:rPr>
    </w:lvl>
    <w:lvl w:ilvl="1" w:tplc="FE70AB50">
      <w:start w:val="1"/>
      <w:numFmt w:val="decimal"/>
      <w:lvlText w:val="2.3.%2"/>
      <w:lvlJc w:val="left"/>
      <w:pPr>
        <w:ind w:left="1440" w:hanging="360"/>
      </w:pPr>
      <w:rPr>
        <w:rFonts w:hint="default"/>
        <w:b w:val="0"/>
      </w:rPr>
    </w:lvl>
    <w:lvl w:ilvl="2" w:tplc="DF043FAC">
      <w:start w:val="1"/>
      <w:numFmt w:val="lowerLetter"/>
      <w:lvlText w:val="%3)"/>
      <w:lvlJc w:val="left"/>
      <w:pPr>
        <w:ind w:left="2907" w:hanging="927"/>
      </w:pPr>
      <w:rPr>
        <w:rFonts w:hint="default"/>
        <w:u w:val="singl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3F659A"/>
    <w:multiLevelType w:val="hybridMultilevel"/>
    <w:tmpl w:val="3A507E04"/>
    <w:lvl w:ilvl="0" w:tplc="F3104B54">
      <w:start w:val="1"/>
      <w:numFmt w:val="lowerLetter"/>
      <w:lvlText w:val="%1)"/>
      <w:lvlJc w:val="righ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192C60D4"/>
    <w:multiLevelType w:val="hybridMultilevel"/>
    <w:tmpl w:val="90325BFE"/>
    <w:lvl w:ilvl="0" w:tplc="04050017">
      <w:start w:val="1"/>
      <w:numFmt w:val="lowerLetter"/>
      <w:lvlText w:val="%1)"/>
      <w:lvlJc w:val="left"/>
      <w:pPr>
        <w:ind w:left="1070"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225C575B"/>
    <w:multiLevelType w:val="hybridMultilevel"/>
    <w:tmpl w:val="EB5A5D8C"/>
    <w:lvl w:ilvl="0" w:tplc="255EDA24">
      <w:start w:val="1"/>
      <w:numFmt w:val="decimal"/>
      <w:lvlText w:val="2.3.%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 w15:restartNumberingAfterBreak="0">
    <w:nsid w:val="22DB6D51"/>
    <w:multiLevelType w:val="hybridMultilevel"/>
    <w:tmpl w:val="DCB212EE"/>
    <w:lvl w:ilvl="0" w:tplc="9DD6B2B8">
      <w:start w:val="1"/>
      <w:numFmt w:val="lowerLetter"/>
      <w:lvlText w:val="%1)"/>
      <w:lvlJc w:val="left"/>
      <w:pPr>
        <w:ind w:left="1429" w:hanging="360"/>
      </w:pPr>
      <w:rPr>
        <w:b w:val="0"/>
      </w:rPr>
    </w:lvl>
    <w:lvl w:ilvl="1" w:tplc="AE384186">
      <w:start w:val="1"/>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4AB73F4"/>
    <w:multiLevelType w:val="hybridMultilevel"/>
    <w:tmpl w:val="820C88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E216D5F"/>
    <w:multiLevelType w:val="hybridMultilevel"/>
    <w:tmpl w:val="69FC78A0"/>
    <w:lvl w:ilvl="0" w:tplc="F3104B54">
      <w:start w:val="1"/>
      <w:numFmt w:val="lowerLetter"/>
      <w:lvlText w:val="%1)"/>
      <w:lvlJc w:val="righ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9" w15:restartNumberingAfterBreak="0">
    <w:nsid w:val="2E7F0B6A"/>
    <w:multiLevelType w:val="hybridMultilevel"/>
    <w:tmpl w:val="1BBA1D2C"/>
    <w:lvl w:ilvl="0" w:tplc="F3104B54">
      <w:start w:val="1"/>
      <w:numFmt w:val="lowerLetter"/>
      <w:lvlText w:val="%1)"/>
      <w:lvlJc w:val="right"/>
      <w:pPr>
        <w:ind w:left="1287" w:hanging="360"/>
      </w:pPr>
      <w:rPr>
        <w:rFonts w:hint="default"/>
      </w:rPr>
    </w:lvl>
    <w:lvl w:ilvl="1" w:tplc="04050019" w:tentative="1">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09C0FAD"/>
    <w:multiLevelType w:val="hybridMultilevel"/>
    <w:tmpl w:val="3D4611C6"/>
    <w:lvl w:ilvl="0" w:tplc="34F61D4C">
      <w:start w:val="1"/>
      <w:numFmt w:val="lowerRoman"/>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51386B"/>
    <w:multiLevelType w:val="hybridMultilevel"/>
    <w:tmpl w:val="32729972"/>
    <w:lvl w:ilvl="0" w:tplc="336E61CC">
      <w:start w:val="1"/>
      <w:numFmt w:val="decimal"/>
      <w:lvlText w:val="1.1.%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505FB8"/>
    <w:multiLevelType w:val="hybridMultilevel"/>
    <w:tmpl w:val="89E0BEBE"/>
    <w:lvl w:ilvl="0" w:tplc="04050017">
      <w:start w:val="1"/>
      <w:numFmt w:val="lowerLetter"/>
      <w:lvlText w:val="%1)"/>
      <w:lvlJc w:val="left"/>
      <w:pPr>
        <w:ind w:left="1854" w:hanging="360"/>
      </w:pPr>
      <w:rPr>
        <w:rFonts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15:restartNumberingAfterBreak="0">
    <w:nsid w:val="32761A76"/>
    <w:multiLevelType w:val="hybridMultilevel"/>
    <w:tmpl w:val="6FAA4460"/>
    <w:lvl w:ilvl="0" w:tplc="6630B006">
      <w:start w:val="1"/>
      <w:numFmt w:val="decimal"/>
      <w:lvlText w:val="1.%1"/>
      <w:lvlJc w:val="left"/>
      <w:pPr>
        <w:ind w:left="502" w:hanging="360"/>
      </w:pPr>
      <w:rPr>
        <w:rFonts w:hint="default"/>
        <w:b w:val="0"/>
        <w:sz w:val="21"/>
        <w:szCs w:val="21"/>
      </w:rPr>
    </w:lvl>
    <w:lvl w:ilvl="1" w:tplc="04050017">
      <w:start w:val="1"/>
      <w:numFmt w:val="lowerLetter"/>
      <w:lvlText w:val="%2)"/>
      <w:lvlJc w:val="left"/>
      <w:pPr>
        <w:ind w:left="1222" w:hanging="360"/>
      </w:pPr>
    </w:lvl>
    <w:lvl w:ilvl="2" w:tplc="0405001B">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364B2BB3"/>
    <w:multiLevelType w:val="hybridMultilevel"/>
    <w:tmpl w:val="47F86E56"/>
    <w:lvl w:ilvl="0" w:tplc="00EA4A0A">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85F5A25"/>
    <w:multiLevelType w:val="hybridMultilevel"/>
    <w:tmpl w:val="2146C49E"/>
    <w:lvl w:ilvl="0" w:tplc="F3104B54">
      <w:start w:val="1"/>
      <w:numFmt w:val="lowerLetter"/>
      <w:lvlText w:val="%1)"/>
      <w:lvlJc w:val="righ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6" w15:restartNumberingAfterBreak="0">
    <w:nsid w:val="3BBF4C26"/>
    <w:multiLevelType w:val="hybridMultilevel"/>
    <w:tmpl w:val="2EA25F4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C4E39C3"/>
    <w:multiLevelType w:val="hybridMultilevel"/>
    <w:tmpl w:val="43323AA2"/>
    <w:lvl w:ilvl="0" w:tplc="F3104B54">
      <w:start w:val="1"/>
      <w:numFmt w:val="lowerLetter"/>
      <w:lvlText w:val="%1)"/>
      <w:lvlJc w:val="righ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6B00158"/>
    <w:multiLevelType w:val="hybridMultilevel"/>
    <w:tmpl w:val="82EE6836"/>
    <w:lvl w:ilvl="0" w:tplc="F3104B54">
      <w:start w:val="1"/>
      <w:numFmt w:val="lowerLetter"/>
      <w:lvlText w:val="%1)"/>
      <w:lvlJc w:val="right"/>
      <w:pPr>
        <w:ind w:left="1290" w:hanging="360"/>
      </w:pPr>
      <w:rPr>
        <w:rFonts w:hint="default"/>
      </w:rPr>
    </w:lvl>
    <w:lvl w:ilvl="1" w:tplc="04050019">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20" w15:restartNumberingAfterBreak="0">
    <w:nsid w:val="4B084986"/>
    <w:multiLevelType w:val="multilevel"/>
    <w:tmpl w:val="092086D6"/>
    <w:lvl w:ilvl="0">
      <w:start w:val="6"/>
      <w:numFmt w:val="decimal"/>
      <w:lvlText w:val="%1"/>
      <w:lvlJc w:val="left"/>
      <w:pPr>
        <w:ind w:left="360" w:hanging="360"/>
      </w:pPr>
      <w:rPr>
        <w:rFonts w:hint="default"/>
      </w:rPr>
    </w:lvl>
    <w:lvl w:ilvl="1">
      <w:start w:val="1"/>
      <w:numFmt w:val="decimal"/>
      <w:lvlText w:val="%1.%2"/>
      <w:lvlJc w:val="left"/>
      <w:pPr>
        <w:ind w:left="1062" w:hanging="360"/>
      </w:pPr>
      <w:rPr>
        <w:rFonts w:hint="default"/>
        <w:b w:val="0"/>
      </w:rPr>
    </w:lvl>
    <w:lvl w:ilvl="2">
      <w:start w:val="1"/>
      <w:numFmt w:val="lowerRoman"/>
      <w:lvlText w:val="(%3)"/>
      <w:lvlJc w:val="left"/>
      <w:pPr>
        <w:ind w:left="2124" w:hanging="720"/>
      </w:pPr>
      <w:rPr>
        <w:rFonts w:ascii="Arial" w:eastAsia="Times New Roman" w:hAnsi="Arial" w:cs="Arial"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1" w15:restartNumberingAfterBreak="0">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F301E0"/>
    <w:multiLevelType w:val="hybridMultilevel"/>
    <w:tmpl w:val="36782AF8"/>
    <w:lvl w:ilvl="0" w:tplc="255EDA24">
      <w:start w:val="1"/>
      <w:numFmt w:val="decimal"/>
      <w:lvlText w:val="2.3.%1"/>
      <w:lvlJc w:val="left"/>
      <w:pPr>
        <w:ind w:left="1287" w:hanging="360"/>
      </w:pPr>
      <w:rPr>
        <w:rFonts w:hint="default"/>
      </w:rPr>
    </w:lvl>
    <w:lvl w:ilvl="1" w:tplc="04050019" w:tentative="1">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530C2AF0"/>
    <w:multiLevelType w:val="multilevel"/>
    <w:tmpl w:val="F11AF7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60ED359E"/>
    <w:multiLevelType w:val="hybridMultilevel"/>
    <w:tmpl w:val="34B808E0"/>
    <w:lvl w:ilvl="0" w:tplc="F3104B54">
      <w:start w:val="1"/>
      <w:numFmt w:val="lowerLetter"/>
      <w:lvlText w:val="%1)"/>
      <w:lvlJc w:val="righ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670B70D3"/>
    <w:multiLevelType w:val="hybridMultilevel"/>
    <w:tmpl w:val="332A4A44"/>
    <w:lvl w:ilvl="0" w:tplc="F3104B54">
      <w:start w:val="1"/>
      <w:numFmt w:val="lowerLetter"/>
      <w:lvlText w:val="%1)"/>
      <w:lvlJc w:val="righ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28" w15:restartNumberingAfterBreak="0">
    <w:nsid w:val="6D147708"/>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70647282"/>
    <w:multiLevelType w:val="hybridMultilevel"/>
    <w:tmpl w:val="699CE4DA"/>
    <w:lvl w:ilvl="0" w:tplc="1668D124">
      <w:start w:val="1"/>
      <w:numFmt w:val="ordinal"/>
      <w:lvlText w:val="2.1.%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52D089F"/>
    <w:multiLevelType w:val="hybridMultilevel"/>
    <w:tmpl w:val="E5D4A598"/>
    <w:lvl w:ilvl="0" w:tplc="F3104B54">
      <w:start w:val="1"/>
      <w:numFmt w:val="lowerLetter"/>
      <w:lvlText w:val="%1)"/>
      <w:lvlJc w:val="righ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2" w15:restartNumberingAfterBreak="0">
    <w:nsid w:val="77E42EE4"/>
    <w:multiLevelType w:val="hybridMultilevel"/>
    <w:tmpl w:val="DCB212EE"/>
    <w:lvl w:ilvl="0" w:tplc="9DD6B2B8">
      <w:start w:val="1"/>
      <w:numFmt w:val="lowerLetter"/>
      <w:lvlText w:val="%1)"/>
      <w:lvlJc w:val="left"/>
      <w:pPr>
        <w:ind w:left="1429" w:hanging="360"/>
      </w:pPr>
      <w:rPr>
        <w:b w:val="0"/>
      </w:rPr>
    </w:lvl>
    <w:lvl w:ilvl="1" w:tplc="AE384186">
      <w:start w:val="1"/>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7A1415AC"/>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0"/>
  </w:num>
  <w:num w:numId="2">
    <w:abstractNumId w:val="21"/>
  </w:num>
  <w:num w:numId="3">
    <w:abstractNumId w:val="18"/>
  </w:num>
  <w:num w:numId="4">
    <w:abstractNumId w:val="3"/>
  </w:num>
  <w:num w:numId="5">
    <w:abstractNumId w:val="32"/>
  </w:num>
  <w:num w:numId="6">
    <w:abstractNumId w:val="16"/>
  </w:num>
  <w:num w:numId="7">
    <w:abstractNumId w:val="28"/>
  </w:num>
  <w:num w:numId="8">
    <w:abstractNumId w:val="4"/>
  </w:num>
  <w:num w:numId="9">
    <w:abstractNumId w:val="22"/>
  </w:num>
  <w:num w:numId="10">
    <w:abstractNumId w:val="34"/>
  </w:num>
  <w:num w:numId="11">
    <w:abstractNumId w:val="12"/>
  </w:num>
  <w:num w:numId="12">
    <w:abstractNumId w:val="25"/>
  </w:num>
  <w:num w:numId="13">
    <w:abstractNumId w:val="29"/>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1"/>
  </w:num>
  <w:num w:numId="26">
    <w:abstractNumId w:val="14"/>
  </w:num>
  <w:num w:numId="27">
    <w:abstractNumId w:val="0"/>
  </w:num>
  <w:num w:numId="28">
    <w:abstractNumId w:val="33"/>
  </w:num>
  <w:num w:numId="29">
    <w:abstractNumId w:val="20"/>
  </w:num>
  <w:num w:numId="30">
    <w:abstractNumId w:val="1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19"/>
  </w:num>
  <w:num w:numId="43">
    <w:abstractNumId w:val="8"/>
  </w:num>
  <w:num w:numId="44">
    <w:abstractNumId w:val="27"/>
  </w:num>
  <w:num w:numId="45">
    <w:abstractNumId w:val="0"/>
  </w:num>
  <w:num w:numId="46">
    <w:abstractNumId w:val="2"/>
  </w:num>
  <w:num w:numId="47">
    <w:abstractNumId w:val="0"/>
  </w:num>
  <w:num w:numId="48">
    <w:abstractNumId w:val="0"/>
  </w:num>
  <w:num w:numId="49">
    <w:abstractNumId w:val="0"/>
  </w:num>
  <w:num w:numId="50">
    <w:abstractNumId w:val="0"/>
  </w:num>
  <w:num w:numId="51">
    <w:abstractNumId w:val="0"/>
  </w:num>
  <w:num w:numId="52">
    <w:abstractNumId w:val="0"/>
  </w:num>
  <w:num w:numId="53">
    <w:abstractNumId w:val="26"/>
  </w:num>
  <w:num w:numId="54">
    <w:abstractNumId w:val="31"/>
  </w:num>
  <w:num w:numId="55">
    <w:abstractNumId w:val="6"/>
  </w:num>
  <w:num w:numId="56">
    <w:abstractNumId w:val="0"/>
  </w:num>
  <w:num w:numId="57">
    <w:abstractNumId w:val="0"/>
  </w:num>
  <w:num w:numId="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0"/>
  </w:num>
  <w:num w:numId="61">
    <w:abstractNumId w:val="1"/>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30"/>
  </w:num>
  <w:num w:numId="72">
    <w:abstractNumId w:val="5"/>
  </w:num>
  <w:num w:numId="73">
    <w:abstractNumId w:val="23"/>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17"/>
  </w:num>
  <w:num w:numId="85">
    <w:abstractNumId w:val="15"/>
  </w:num>
  <w:num w:numId="86">
    <w:abstractNumId w:val="9"/>
  </w:num>
  <w:num w:numId="87">
    <w:abstractNumId w:val="0"/>
  </w:num>
  <w:num w:numId="88">
    <w:abstractNumId w:val="0"/>
  </w:num>
  <w:num w:numId="89">
    <w:abstractNumId w:val="0"/>
  </w:num>
  <w:num w:numId="90">
    <w:abstractNumId w:val="0"/>
  </w:num>
  <w:num w:numId="91">
    <w:abstractNumId w:val="0"/>
  </w:num>
  <w:num w:numId="92">
    <w:abstractNumId w:val="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attachedTemplate r:id="rId1"/>
  <w:documentProtection w:edit="readOnly" w:enforcement="1" w:cryptProviderType="rsaAES" w:cryptAlgorithmClass="hash" w:cryptAlgorithmType="typeAny" w:cryptAlgorithmSid="14" w:cryptSpinCount="100000" w:hash="Noh4YdTn0kLAXVzOfIj/uDW/nDhLl+3h9i8tld7LMbWDN1c/FjsQCb2GkhaVTCP4L9t8jM04cq+LnVLpVJwKhQ==" w:salt="+0yN3aDZj+WtZyACeU465Q=="/>
  <w:defaultTabStop w:val="720"/>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97B"/>
    <w:rsid w:val="0000299E"/>
    <w:rsid w:val="0000651C"/>
    <w:rsid w:val="0001012E"/>
    <w:rsid w:val="00014E15"/>
    <w:rsid w:val="0001726A"/>
    <w:rsid w:val="00021D49"/>
    <w:rsid w:val="00022278"/>
    <w:rsid w:val="00025A52"/>
    <w:rsid w:val="00026548"/>
    <w:rsid w:val="00027403"/>
    <w:rsid w:val="00027CF9"/>
    <w:rsid w:val="0003064C"/>
    <w:rsid w:val="00032A13"/>
    <w:rsid w:val="00032B9E"/>
    <w:rsid w:val="00043350"/>
    <w:rsid w:val="00051B59"/>
    <w:rsid w:val="0006217B"/>
    <w:rsid w:val="000664B3"/>
    <w:rsid w:val="000704CC"/>
    <w:rsid w:val="00077DDE"/>
    <w:rsid w:val="000853A9"/>
    <w:rsid w:val="00092B5A"/>
    <w:rsid w:val="00093E95"/>
    <w:rsid w:val="000B111A"/>
    <w:rsid w:val="000B1BF9"/>
    <w:rsid w:val="000C1C83"/>
    <w:rsid w:val="000C31F0"/>
    <w:rsid w:val="000C444C"/>
    <w:rsid w:val="000C54C1"/>
    <w:rsid w:val="000C5E73"/>
    <w:rsid w:val="000C783D"/>
    <w:rsid w:val="000D3F83"/>
    <w:rsid w:val="000D56D7"/>
    <w:rsid w:val="000E0732"/>
    <w:rsid w:val="000E46FC"/>
    <w:rsid w:val="000F0339"/>
    <w:rsid w:val="000F0CA9"/>
    <w:rsid w:val="000F2AEB"/>
    <w:rsid w:val="000F2BD2"/>
    <w:rsid w:val="00100D57"/>
    <w:rsid w:val="0010278E"/>
    <w:rsid w:val="0010400E"/>
    <w:rsid w:val="00105FBB"/>
    <w:rsid w:val="001107B1"/>
    <w:rsid w:val="001125DA"/>
    <w:rsid w:val="00117A0A"/>
    <w:rsid w:val="00120156"/>
    <w:rsid w:val="00122112"/>
    <w:rsid w:val="001228EF"/>
    <w:rsid w:val="00124A8C"/>
    <w:rsid w:val="0012621E"/>
    <w:rsid w:val="00130AF1"/>
    <w:rsid w:val="00130DDB"/>
    <w:rsid w:val="00143009"/>
    <w:rsid w:val="0015747B"/>
    <w:rsid w:val="001601E2"/>
    <w:rsid w:val="00161CEE"/>
    <w:rsid w:val="001625D2"/>
    <w:rsid w:val="001635F6"/>
    <w:rsid w:val="00163E68"/>
    <w:rsid w:val="001706B7"/>
    <w:rsid w:val="00173EBF"/>
    <w:rsid w:val="00175A66"/>
    <w:rsid w:val="00175B55"/>
    <w:rsid w:val="00176F14"/>
    <w:rsid w:val="00181049"/>
    <w:rsid w:val="00181610"/>
    <w:rsid w:val="00185224"/>
    <w:rsid w:val="00197397"/>
    <w:rsid w:val="001A5BD4"/>
    <w:rsid w:val="001A5C61"/>
    <w:rsid w:val="001A7CEF"/>
    <w:rsid w:val="001B13CA"/>
    <w:rsid w:val="001B459D"/>
    <w:rsid w:val="001B4CD3"/>
    <w:rsid w:val="001B62A1"/>
    <w:rsid w:val="001B79B3"/>
    <w:rsid w:val="001B7B7B"/>
    <w:rsid w:val="001C0D97"/>
    <w:rsid w:val="001C36F2"/>
    <w:rsid w:val="001D13F0"/>
    <w:rsid w:val="001D24CE"/>
    <w:rsid w:val="001D2E53"/>
    <w:rsid w:val="001D4D08"/>
    <w:rsid w:val="001D5484"/>
    <w:rsid w:val="001F40B3"/>
    <w:rsid w:val="00201217"/>
    <w:rsid w:val="002104F9"/>
    <w:rsid w:val="002106DC"/>
    <w:rsid w:val="002129A4"/>
    <w:rsid w:val="00216AFC"/>
    <w:rsid w:val="002224DC"/>
    <w:rsid w:val="00223574"/>
    <w:rsid w:val="00224EF9"/>
    <w:rsid w:val="002257E2"/>
    <w:rsid w:val="00231019"/>
    <w:rsid w:val="0023186E"/>
    <w:rsid w:val="0023440A"/>
    <w:rsid w:val="00244383"/>
    <w:rsid w:val="00252414"/>
    <w:rsid w:val="0025427B"/>
    <w:rsid w:val="002611D9"/>
    <w:rsid w:val="0026375A"/>
    <w:rsid w:val="002641FF"/>
    <w:rsid w:val="00265960"/>
    <w:rsid w:val="00270DDE"/>
    <w:rsid w:val="0027175A"/>
    <w:rsid w:val="0028227F"/>
    <w:rsid w:val="002842CC"/>
    <w:rsid w:val="002845BB"/>
    <w:rsid w:val="002859F1"/>
    <w:rsid w:val="002901EE"/>
    <w:rsid w:val="00291BCA"/>
    <w:rsid w:val="00295BC2"/>
    <w:rsid w:val="00296496"/>
    <w:rsid w:val="002A29E8"/>
    <w:rsid w:val="002A2EAA"/>
    <w:rsid w:val="002A31AC"/>
    <w:rsid w:val="002B1E1D"/>
    <w:rsid w:val="002B3CBE"/>
    <w:rsid w:val="002B7E07"/>
    <w:rsid w:val="002C2ACB"/>
    <w:rsid w:val="002D583B"/>
    <w:rsid w:val="002D62B3"/>
    <w:rsid w:val="002D67A7"/>
    <w:rsid w:val="002E24E4"/>
    <w:rsid w:val="003014E1"/>
    <w:rsid w:val="00304731"/>
    <w:rsid w:val="00305791"/>
    <w:rsid w:val="00306250"/>
    <w:rsid w:val="00306853"/>
    <w:rsid w:val="00307080"/>
    <w:rsid w:val="00307725"/>
    <w:rsid w:val="00307D5F"/>
    <w:rsid w:val="003111B2"/>
    <w:rsid w:val="0031480A"/>
    <w:rsid w:val="00316C68"/>
    <w:rsid w:val="0031714B"/>
    <w:rsid w:val="00322F71"/>
    <w:rsid w:val="00326CED"/>
    <w:rsid w:val="003271CF"/>
    <w:rsid w:val="00342524"/>
    <w:rsid w:val="003475E3"/>
    <w:rsid w:val="003476B4"/>
    <w:rsid w:val="003519D9"/>
    <w:rsid w:val="00352CDC"/>
    <w:rsid w:val="00353738"/>
    <w:rsid w:val="003572DA"/>
    <w:rsid w:val="00360AA9"/>
    <w:rsid w:val="00373131"/>
    <w:rsid w:val="003757CA"/>
    <w:rsid w:val="00375C74"/>
    <w:rsid w:val="00376D6C"/>
    <w:rsid w:val="00377225"/>
    <w:rsid w:val="00385FC5"/>
    <w:rsid w:val="003879B4"/>
    <w:rsid w:val="00391415"/>
    <w:rsid w:val="00391C2A"/>
    <w:rsid w:val="003B18E7"/>
    <w:rsid w:val="003B1BF2"/>
    <w:rsid w:val="003B38FD"/>
    <w:rsid w:val="003B6501"/>
    <w:rsid w:val="003B6FE1"/>
    <w:rsid w:val="003B799A"/>
    <w:rsid w:val="003C26C4"/>
    <w:rsid w:val="003C3B33"/>
    <w:rsid w:val="003D2BCF"/>
    <w:rsid w:val="003D61CC"/>
    <w:rsid w:val="003D6527"/>
    <w:rsid w:val="003E0A6E"/>
    <w:rsid w:val="003E1129"/>
    <w:rsid w:val="003E1BC6"/>
    <w:rsid w:val="003E5274"/>
    <w:rsid w:val="003E7C48"/>
    <w:rsid w:val="00402ECB"/>
    <w:rsid w:val="0040355F"/>
    <w:rsid w:val="00407DEB"/>
    <w:rsid w:val="0041088B"/>
    <w:rsid w:val="0041129B"/>
    <w:rsid w:val="004113D8"/>
    <w:rsid w:val="004142AE"/>
    <w:rsid w:val="00420631"/>
    <w:rsid w:val="004242DE"/>
    <w:rsid w:val="00425A8B"/>
    <w:rsid w:val="00426BF4"/>
    <w:rsid w:val="00435BC7"/>
    <w:rsid w:val="00437F39"/>
    <w:rsid w:val="0044339C"/>
    <w:rsid w:val="00443C5A"/>
    <w:rsid w:val="00443E9E"/>
    <w:rsid w:val="00455712"/>
    <w:rsid w:val="0045760E"/>
    <w:rsid w:val="004707AE"/>
    <w:rsid w:val="004728E3"/>
    <w:rsid w:val="00473ABB"/>
    <w:rsid w:val="00482334"/>
    <w:rsid w:val="004837FF"/>
    <w:rsid w:val="00484EBB"/>
    <w:rsid w:val="004903A4"/>
    <w:rsid w:val="004905CF"/>
    <w:rsid w:val="00490750"/>
    <w:rsid w:val="00490908"/>
    <w:rsid w:val="00492B09"/>
    <w:rsid w:val="00494ED4"/>
    <w:rsid w:val="004954E7"/>
    <w:rsid w:val="004A1628"/>
    <w:rsid w:val="004A3C7C"/>
    <w:rsid w:val="004A6B6A"/>
    <w:rsid w:val="004B200D"/>
    <w:rsid w:val="004B2EE9"/>
    <w:rsid w:val="004B4062"/>
    <w:rsid w:val="004B60CC"/>
    <w:rsid w:val="004C36C2"/>
    <w:rsid w:val="004C7C2C"/>
    <w:rsid w:val="004D1EB4"/>
    <w:rsid w:val="004D2329"/>
    <w:rsid w:val="004D5E82"/>
    <w:rsid w:val="004D7A26"/>
    <w:rsid w:val="004E3029"/>
    <w:rsid w:val="004E4180"/>
    <w:rsid w:val="004F186B"/>
    <w:rsid w:val="004F6E9F"/>
    <w:rsid w:val="00502E69"/>
    <w:rsid w:val="00503DBA"/>
    <w:rsid w:val="00507EDE"/>
    <w:rsid w:val="0051486A"/>
    <w:rsid w:val="005161DD"/>
    <w:rsid w:val="00516FF5"/>
    <w:rsid w:val="00520727"/>
    <w:rsid w:val="00522D44"/>
    <w:rsid w:val="005378A7"/>
    <w:rsid w:val="00540C4F"/>
    <w:rsid w:val="0054118E"/>
    <w:rsid w:val="00547489"/>
    <w:rsid w:val="00547C11"/>
    <w:rsid w:val="005505DA"/>
    <w:rsid w:val="00551937"/>
    <w:rsid w:val="00552A0E"/>
    <w:rsid w:val="00554D22"/>
    <w:rsid w:val="00554D8B"/>
    <w:rsid w:val="005562CF"/>
    <w:rsid w:val="00556E26"/>
    <w:rsid w:val="00557D3B"/>
    <w:rsid w:val="0056372B"/>
    <w:rsid w:val="00564BF6"/>
    <w:rsid w:val="005662ED"/>
    <w:rsid w:val="00571EA3"/>
    <w:rsid w:val="00574EAA"/>
    <w:rsid w:val="00581CE5"/>
    <w:rsid w:val="005823D5"/>
    <w:rsid w:val="005839B3"/>
    <w:rsid w:val="00593C7A"/>
    <w:rsid w:val="00594F39"/>
    <w:rsid w:val="00596834"/>
    <w:rsid w:val="00597953"/>
    <w:rsid w:val="005A1DF3"/>
    <w:rsid w:val="005A5787"/>
    <w:rsid w:val="005A6489"/>
    <w:rsid w:val="005A67B3"/>
    <w:rsid w:val="005A73D7"/>
    <w:rsid w:val="005B3E58"/>
    <w:rsid w:val="005B5812"/>
    <w:rsid w:val="005B666E"/>
    <w:rsid w:val="005C04EF"/>
    <w:rsid w:val="005C68A2"/>
    <w:rsid w:val="005C6ACC"/>
    <w:rsid w:val="005C6D26"/>
    <w:rsid w:val="005C7DB8"/>
    <w:rsid w:val="005E1A05"/>
    <w:rsid w:val="005E53B6"/>
    <w:rsid w:val="005E61AF"/>
    <w:rsid w:val="005E6985"/>
    <w:rsid w:val="005E70F6"/>
    <w:rsid w:val="005F1967"/>
    <w:rsid w:val="005F245D"/>
    <w:rsid w:val="005F5C01"/>
    <w:rsid w:val="0060008B"/>
    <w:rsid w:val="006009FD"/>
    <w:rsid w:val="00600D74"/>
    <w:rsid w:val="006048F1"/>
    <w:rsid w:val="006078F2"/>
    <w:rsid w:val="006143F4"/>
    <w:rsid w:val="006148F5"/>
    <w:rsid w:val="00617C4B"/>
    <w:rsid w:val="0062360C"/>
    <w:rsid w:val="00625B7F"/>
    <w:rsid w:val="00633F17"/>
    <w:rsid w:val="006342E3"/>
    <w:rsid w:val="00636489"/>
    <w:rsid w:val="0064389F"/>
    <w:rsid w:val="00646AB8"/>
    <w:rsid w:val="00647E5C"/>
    <w:rsid w:val="006540DD"/>
    <w:rsid w:val="0065419E"/>
    <w:rsid w:val="00656E4D"/>
    <w:rsid w:val="00656E54"/>
    <w:rsid w:val="0066117B"/>
    <w:rsid w:val="006615F7"/>
    <w:rsid w:val="0066230A"/>
    <w:rsid w:val="00670338"/>
    <w:rsid w:val="006706FF"/>
    <w:rsid w:val="0067395F"/>
    <w:rsid w:val="00693E5C"/>
    <w:rsid w:val="00694DB3"/>
    <w:rsid w:val="006A53EA"/>
    <w:rsid w:val="006A59EA"/>
    <w:rsid w:val="006A5E29"/>
    <w:rsid w:val="006B461C"/>
    <w:rsid w:val="006B4E50"/>
    <w:rsid w:val="006B4E90"/>
    <w:rsid w:val="006B73CF"/>
    <w:rsid w:val="006B7BD3"/>
    <w:rsid w:val="006C282F"/>
    <w:rsid w:val="006D0CD7"/>
    <w:rsid w:val="006D3D5F"/>
    <w:rsid w:val="006E44BC"/>
    <w:rsid w:val="006E4CBA"/>
    <w:rsid w:val="006E7FF9"/>
    <w:rsid w:val="006F1D07"/>
    <w:rsid w:val="007001D0"/>
    <w:rsid w:val="00713B74"/>
    <w:rsid w:val="00714952"/>
    <w:rsid w:val="007222F7"/>
    <w:rsid w:val="007225BD"/>
    <w:rsid w:val="00722C4D"/>
    <w:rsid w:val="00722D63"/>
    <w:rsid w:val="0072713A"/>
    <w:rsid w:val="00731273"/>
    <w:rsid w:val="0073548D"/>
    <w:rsid w:val="0073672B"/>
    <w:rsid w:val="007376B3"/>
    <w:rsid w:val="007407B1"/>
    <w:rsid w:val="00741C2D"/>
    <w:rsid w:val="007431E5"/>
    <w:rsid w:val="00745706"/>
    <w:rsid w:val="00747C52"/>
    <w:rsid w:val="007511E7"/>
    <w:rsid w:val="007534B6"/>
    <w:rsid w:val="007566A2"/>
    <w:rsid w:val="007569BB"/>
    <w:rsid w:val="00760974"/>
    <w:rsid w:val="00761487"/>
    <w:rsid w:val="00763915"/>
    <w:rsid w:val="00763F94"/>
    <w:rsid w:val="00765113"/>
    <w:rsid w:val="00765BF4"/>
    <w:rsid w:val="00766711"/>
    <w:rsid w:val="00766721"/>
    <w:rsid w:val="0077126F"/>
    <w:rsid w:val="00771778"/>
    <w:rsid w:val="00773CD3"/>
    <w:rsid w:val="007747A3"/>
    <w:rsid w:val="00780C64"/>
    <w:rsid w:val="00781605"/>
    <w:rsid w:val="00782383"/>
    <w:rsid w:val="00783C00"/>
    <w:rsid w:val="00784082"/>
    <w:rsid w:val="00797046"/>
    <w:rsid w:val="007A02F6"/>
    <w:rsid w:val="007A0AB0"/>
    <w:rsid w:val="007A13CE"/>
    <w:rsid w:val="007A3901"/>
    <w:rsid w:val="007A41A6"/>
    <w:rsid w:val="007A77C2"/>
    <w:rsid w:val="007A7FD1"/>
    <w:rsid w:val="007B095E"/>
    <w:rsid w:val="007B1D09"/>
    <w:rsid w:val="007B3C1B"/>
    <w:rsid w:val="007D3A8A"/>
    <w:rsid w:val="007D7797"/>
    <w:rsid w:val="007D797D"/>
    <w:rsid w:val="0080120E"/>
    <w:rsid w:val="00810CCB"/>
    <w:rsid w:val="008112FD"/>
    <w:rsid w:val="00811538"/>
    <w:rsid w:val="00823CA6"/>
    <w:rsid w:val="00825765"/>
    <w:rsid w:val="00826B7C"/>
    <w:rsid w:val="00830095"/>
    <w:rsid w:val="008324AA"/>
    <w:rsid w:val="00833877"/>
    <w:rsid w:val="00835317"/>
    <w:rsid w:val="008372CE"/>
    <w:rsid w:val="00837D96"/>
    <w:rsid w:val="0084028B"/>
    <w:rsid w:val="00842C90"/>
    <w:rsid w:val="00845C43"/>
    <w:rsid w:val="00847DE0"/>
    <w:rsid w:val="00851351"/>
    <w:rsid w:val="00862907"/>
    <w:rsid w:val="00870416"/>
    <w:rsid w:val="008753D3"/>
    <w:rsid w:val="00875A80"/>
    <w:rsid w:val="00881DE0"/>
    <w:rsid w:val="008835C5"/>
    <w:rsid w:val="00883E20"/>
    <w:rsid w:val="00890825"/>
    <w:rsid w:val="00891435"/>
    <w:rsid w:val="008A0706"/>
    <w:rsid w:val="008A37C0"/>
    <w:rsid w:val="008A6787"/>
    <w:rsid w:val="008B00DC"/>
    <w:rsid w:val="008B01CD"/>
    <w:rsid w:val="008B0E56"/>
    <w:rsid w:val="008B1010"/>
    <w:rsid w:val="008B17AF"/>
    <w:rsid w:val="008B2D48"/>
    <w:rsid w:val="008B69F1"/>
    <w:rsid w:val="008C41F9"/>
    <w:rsid w:val="008D3A86"/>
    <w:rsid w:val="008D3B6E"/>
    <w:rsid w:val="008D631B"/>
    <w:rsid w:val="008D7C7B"/>
    <w:rsid w:val="008E1F4F"/>
    <w:rsid w:val="008E25FB"/>
    <w:rsid w:val="008E475E"/>
    <w:rsid w:val="008F586C"/>
    <w:rsid w:val="00902546"/>
    <w:rsid w:val="00905A98"/>
    <w:rsid w:val="00906468"/>
    <w:rsid w:val="00910514"/>
    <w:rsid w:val="00910B22"/>
    <w:rsid w:val="009118CB"/>
    <w:rsid w:val="009145EC"/>
    <w:rsid w:val="00917B69"/>
    <w:rsid w:val="0092076C"/>
    <w:rsid w:val="0092404B"/>
    <w:rsid w:val="00932BE5"/>
    <w:rsid w:val="00933871"/>
    <w:rsid w:val="0093396A"/>
    <w:rsid w:val="009429FF"/>
    <w:rsid w:val="00955D87"/>
    <w:rsid w:val="00957E05"/>
    <w:rsid w:val="00967F35"/>
    <w:rsid w:val="009711BF"/>
    <w:rsid w:val="009809B9"/>
    <w:rsid w:val="00984C4E"/>
    <w:rsid w:val="00986397"/>
    <w:rsid w:val="00995EDB"/>
    <w:rsid w:val="009977A4"/>
    <w:rsid w:val="009A2435"/>
    <w:rsid w:val="009A51A4"/>
    <w:rsid w:val="009C1BCB"/>
    <w:rsid w:val="009C53F6"/>
    <w:rsid w:val="009D0561"/>
    <w:rsid w:val="009D257C"/>
    <w:rsid w:val="009D387F"/>
    <w:rsid w:val="009D5015"/>
    <w:rsid w:val="009E0798"/>
    <w:rsid w:val="009E07D2"/>
    <w:rsid w:val="009E1B68"/>
    <w:rsid w:val="009E39C1"/>
    <w:rsid w:val="009E748F"/>
    <w:rsid w:val="009F3306"/>
    <w:rsid w:val="00A052CB"/>
    <w:rsid w:val="00A06EF2"/>
    <w:rsid w:val="00A171D5"/>
    <w:rsid w:val="00A22F66"/>
    <w:rsid w:val="00A30331"/>
    <w:rsid w:val="00A36FE2"/>
    <w:rsid w:val="00A37617"/>
    <w:rsid w:val="00A416E2"/>
    <w:rsid w:val="00A42FCD"/>
    <w:rsid w:val="00A43851"/>
    <w:rsid w:val="00A4537C"/>
    <w:rsid w:val="00A4760E"/>
    <w:rsid w:val="00A5177F"/>
    <w:rsid w:val="00A56528"/>
    <w:rsid w:val="00A5795D"/>
    <w:rsid w:val="00A612BD"/>
    <w:rsid w:val="00A7165F"/>
    <w:rsid w:val="00A71780"/>
    <w:rsid w:val="00A7515B"/>
    <w:rsid w:val="00A84AEE"/>
    <w:rsid w:val="00A85362"/>
    <w:rsid w:val="00A868F0"/>
    <w:rsid w:val="00A91978"/>
    <w:rsid w:val="00A91B3F"/>
    <w:rsid w:val="00A972FD"/>
    <w:rsid w:val="00A97878"/>
    <w:rsid w:val="00AA0176"/>
    <w:rsid w:val="00AA41DC"/>
    <w:rsid w:val="00AA504A"/>
    <w:rsid w:val="00AB15CA"/>
    <w:rsid w:val="00AB287A"/>
    <w:rsid w:val="00AB2DFB"/>
    <w:rsid w:val="00AB57D2"/>
    <w:rsid w:val="00AC4CD9"/>
    <w:rsid w:val="00AD2622"/>
    <w:rsid w:val="00AD299C"/>
    <w:rsid w:val="00AE4ACC"/>
    <w:rsid w:val="00AE77DF"/>
    <w:rsid w:val="00AE7998"/>
    <w:rsid w:val="00AE7FD8"/>
    <w:rsid w:val="00AF3131"/>
    <w:rsid w:val="00AF45E2"/>
    <w:rsid w:val="00B003A9"/>
    <w:rsid w:val="00B003B3"/>
    <w:rsid w:val="00B02FCF"/>
    <w:rsid w:val="00B04D98"/>
    <w:rsid w:val="00B05B10"/>
    <w:rsid w:val="00B0602B"/>
    <w:rsid w:val="00B062DD"/>
    <w:rsid w:val="00B110F3"/>
    <w:rsid w:val="00B111C5"/>
    <w:rsid w:val="00B21FA8"/>
    <w:rsid w:val="00B2400A"/>
    <w:rsid w:val="00B26D65"/>
    <w:rsid w:val="00B3156E"/>
    <w:rsid w:val="00B32038"/>
    <w:rsid w:val="00B406AB"/>
    <w:rsid w:val="00B41B27"/>
    <w:rsid w:val="00B420B9"/>
    <w:rsid w:val="00B442C4"/>
    <w:rsid w:val="00B53952"/>
    <w:rsid w:val="00B61B60"/>
    <w:rsid w:val="00B66886"/>
    <w:rsid w:val="00B73B23"/>
    <w:rsid w:val="00B813F6"/>
    <w:rsid w:val="00B86FE7"/>
    <w:rsid w:val="00B90D2F"/>
    <w:rsid w:val="00B9443A"/>
    <w:rsid w:val="00BA671A"/>
    <w:rsid w:val="00BB0F2B"/>
    <w:rsid w:val="00BB3695"/>
    <w:rsid w:val="00BB4302"/>
    <w:rsid w:val="00BB7B0A"/>
    <w:rsid w:val="00BC1F20"/>
    <w:rsid w:val="00BC219B"/>
    <w:rsid w:val="00BC4291"/>
    <w:rsid w:val="00BC4CDA"/>
    <w:rsid w:val="00BC4E7E"/>
    <w:rsid w:val="00BC6ABD"/>
    <w:rsid w:val="00BD1B23"/>
    <w:rsid w:val="00BE2693"/>
    <w:rsid w:val="00BE690C"/>
    <w:rsid w:val="00BF2905"/>
    <w:rsid w:val="00BF3356"/>
    <w:rsid w:val="00C04CFF"/>
    <w:rsid w:val="00C12FD0"/>
    <w:rsid w:val="00C16D12"/>
    <w:rsid w:val="00C24E8B"/>
    <w:rsid w:val="00C2507F"/>
    <w:rsid w:val="00C3387E"/>
    <w:rsid w:val="00C36622"/>
    <w:rsid w:val="00C43EAD"/>
    <w:rsid w:val="00C46000"/>
    <w:rsid w:val="00C53D21"/>
    <w:rsid w:val="00C561CD"/>
    <w:rsid w:val="00C625F5"/>
    <w:rsid w:val="00C64A87"/>
    <w:rsid w:val="00C72DBB"/>
    <w:rsid w:val="00C7364B"/>
    <w:rsid w:val="00C73D14"/>
    <w:rsid w:val="00C76A3B"/>
    <w:rsid w:val="00C83523"/>
    <w:rsid w:val="00CA0C64"/>
    <w:rsid w:val="00CA29D2"/>
    <w:rsid w:val="00CA596C"/>
    <w:rsid w:val="00CA5B82"/>
    <w:rsid w:val="00CB5C44"/>
    <w:rsid w:val="00CC7188"/>
    <w:rsid w:val="00CD130D"/>
    <w:rsid w:val="00CD2B70"/>
    <w:rsid w:val="00CD730E"/>
    <w:rsid w:val="00CE19C2"/>
    <w:rsid w:val="00CF33BF"/>
    <w:rsid w:val="00D0397F"/>
    <w:rsid w:val="00D134BA"/>
    <w:rsid w:val="00D137C6"/>
    <w:rsid w:val="00D146F3"/>
    <w:rsid w:val="00D14FC9"/>
    <w:rsid w:val="00D17AD4"/>
    <w:rsid w:val="00D21F98"/>
    <w:rsid w:val="00D24CD0"/>
    <w:rsid w:val="00D25A98"/>
    <w:rsid w:val="00D26557"/>
    <w:rsid w:val="00D32E91"/>
    <w:rsid w:val="00D36219"/>
    <w:rsid w:val="00D36DA5"/>
    <w:rsid w:val="00D403CB"/>
    <w:rsid w:val="00D41BBC"/>
    <w:rsid w:val="00D43E6D"/>
    <w:rsid w:val="00D45760"/>
    <w:rsid w:val="00D46EBB"/>
    <w:rsid w:val="00D54220"/>
    <w:rsid w:val="00D64531"/>
    <w:rsid w:val="00D65E7F"/>
    <w:rsid w:val="00D72D91"/>
    <w:rsid w:val="00D73C71"/>
    <w:rsid w:val="00D74DE9"/>
    <w:rsid w:val="00D76899"/>
    <w:rsid w:val="00D7765E"/>
    <w:rsid w:val="00D841CD"/>
    <w:rsid w:val="00D8461C"/>
    <w:rsid w:val="00D84C14"/>
    <w:rsid w:val="00D85AED"/>
    <w:rsid w:val="00D92757"/>
    <w:rsid w:val="00D976D2"/>
    <w:rsid w:val="00DA3A8F"/>
    <w:rsid w:val="00DA59A7"/>
    <w:rsid w:val="00DA6E38"/>
    <w:rsid w:val="00DB242E"/>
    <w:rsid w:val="00DB60F2"/>
    <w:rsid w:val="00DB7413"/>
    <w:rsid w:val="00DC3B69"/>
    <w:rsid w:val="00DC3FEF"/>
    <w:rsid w:val="00DC4178"/>
    <w:rsid w:val="00DC5D14"/>
    <w:rsid w:val="00DC6A21"/>
    <w:rsid w:val="00DD198D"/>
    <w:rsid w:val="00DD253C"/>
    <w:rsid w:val="00DD2C72"/>
    <w:rsid w:val="00DE7D8E"/>
    <w:rsid w:val="00E03F42"/>
    <w:rsid w:val="00E201B8"/>
    <w:rsid w:val="00E2140E"/>
    <w:rsid w:val="00E26D65"/>
    <w:rsid w:val="00E27D26"/>
    <w:rsid w:val="00E326BA"/>
    <w:rsid w:val="00E3471D"/>
    <w:rsid w:val="00E359C7"/>
    <w:rsid w:val="00E3690A"/>
    <w:rsid w:val="00E41AC5"/>
    <w:rsid w:val="00E45696"/>
    <w:rsid w:val="00E4669D"/>
    <w:rsid w:val="00E46948"/>
    <w:rsid w:val="00E534FD"/>
    <w:rsid w:val="00E558C9"/>
    <w:rsid w:val="00E566A9"/>
    <w:rsid w:val="00E620C3"/>
    <w:rsid w:val="00E6352D"/>
    <w:rsid w:val="00E636F9"/>
    <w:rsid w:val="00E64D2B"/>
    <w:rsid w:val="00E66AFB"/>
    <w:rsid w:val="00E67405"/>
    <w:rsid w:val="00E702D4"/>
    <w:rsid w:val="00E7622B"/>
    <w:rsid w:val="00E76639"/>
    <w:rsid w:val="00E81EE0"/>
    <w:rsid w:val="00E82CDF"/>
    <w:rsid w:val="00E83759"/>
    <w:rsid w:val="00E872AF"/>
    <w:rsid w:val="00E92A61"/>
    <w:rsid w:val="00E9509D"/>
    <w:rsid w:val="00E95528"/>
    <w:rsid w:val="00E97916"/>
    <w:rsid w:val="00EA08EC"/>
    <w:rsid w:val="00EA1ACB"/>
    <w:rsid w:val="00EB1A86"/>
    <w:rsid w:val="00EB389C"/>
    <w:rsid w:val="00EB54BB"/>
    <w:rsid w:val="00EB6DC3"/>
    <w:rsid w:val="00EB70C5"/>
    <w:rsid w:val="00EC1D1D"/>
    <w:rsid w:val="00EC2305"/>
    <w:rsid w:val="00ED0F30"/>
    <w:rsid w:val="00ED36F7"/>
    <w:rsid w:val="00ED474C"/>
    <w:rsid w:val="00ED53F9"/>
    <w:rsid w:val="00EE01FC"/>
    <w:rsid w:val="00EE03C8"/>
    <w:rsid w:val="00EE04B8"/>
    <w:rsid w:val="00EE2BDF"/>
    <w:rsid w:val="00F20C71"/>
    <w:rsid w:val="00F20DF6"/>
    <w:rsid w:val="00F25476"/>
    <w:rsid w:val="00F26556"/>
    <w:rsid w:val="00F279CD"/>
    <w:rsid w:val="00F32D00"/>
    <w:rsid w:val="00F34F79"/>
    <w:rsid w:val="00F3770B"/>
    <w:rsid w:val="00F407A3"/>
    <w:rsid w:val="00F42B09"/>
    <w:rsid w:val="00F44C04"/>
    <w:rsid w:val="00F47C9B"/>
    <w:rsid w:val="00F5160B"/>
    <w:rsid w:val="00F62172"/>
    <w:rsid w:val="00F623B4"/>
    <w:rsid w:val="00F62564"/>
    <w:rsid w:val="00F659FF"/>
    <w:rsid w:val="00F666F6"/>
    <w:rsid w:val="00F70EFB"/>
    <w:rsid w:val="00F73C2C"/>
    <w:rsid w:val="00F80E22"/>
    <w:rsid w:val="00F830CB"/>
    <w:rsid w:val="00F86C9C"/>
    <w:rsid w:val="00F9044A"/>
    <w:rsid w:val="00F95BE6"/>
    <w:rsid w:val="00F95CF4"/>
    <w:rsid w:val="00FA02E0"/>
    <w:rsid w:val="00FA1A1D"/>
    <w:rsid w:val="00FA74AD"/>
    <w:rsid w:val="00FB0A87"/>
    <w:rsid w:val="00FB14A0"/>
    <w:rsid w:val="00FB506A"/>
    <w:rsid w:val="00FB7C7C"/>
    <w:rsid w:val="00FC269A"/>
    <w:rsid w:val="00FC47F9"/>
    <w:rsid w:val="00FC7A7F"/>
    <w:rsid w:val="00FD76B0"/>
    <w:rsid w:val="00FE1BB0"/>
    <w:rsid w:val="00FE22C5"/>
    <w:rsid w:val="00FE2F00"/>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12F6523"/>
  <w15:docId w15:val="{6ADB646E-D4DC-4577-B025-41FCDB368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7">
    <w:name w:val="heading 7"/>
    <w:basedOn w:val="Normln"/>
    <w:next w:val="Normln"/>
    <w:link w:val="Nadpis7Char"/>
    <w:semiHidden/>
    <w:unhideWhenUsed/>
    <w:qFormat/>
    <w:locked/>
    <w:rsid w:val="00D72D91"/>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link w:val="OdstavecseseznamemChar"/>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D134BA"/>
    <w:pPr>
      <w:tabs>
        <w:tab w:val="left" w:pos="227"/>
      </w:tabs>
      <w:spacing w:line="220" w:lineRule="exact"/>
      <w:jc w:val="both"/>
    </w:pPr>
    <w:rPr>
      <w:sz w:val="18"/>
    </w:rPr>
  </w:style>
  <w:style w:type="paragraph" w:styleId="Seznamsodrkami">
    <w:name w:val="List Bullet"/>
    <w:basedOn w:val="Odstavecseseznamem"/>
    <w:uiPriority w:val="99"/>
    <w:unhideWhenUsed/>
    <w:rsid w:val="0093396A"/>
    <w:pPr>
      <w:numPr>
        <w:ilvl w:val="0"/>
        <w:numId w:val="9"/>
      </w:numPr>
      <w:tabs>
        <w:tab w:val="clear" w:pos="709"/>
      </w:tabs>
      <w:spacing w:before="75"/>
      <w:ind w:left="1418" w:right="0" w:hanging="567"/>
      <w:jc w:val="both"/>
    </w:pPr>
    <w:rPr>
      <w:sz w:val="24"/>
      <w:szCs w:val="24"/>
    </w:rPr>
  </w:style>
  <w:style w:type="paragraph" w:customStyle="1" w:styleId="Textvbloku1">
    <w:name w:val="Text v bloku1"/>
    <w:basedOn w:val="Normln"/>
    <w:rsid w:val="0093396A"/>
    <w:pPr>
      <w:suppressAutoHyphens/>
      <w:spacing w:line="240" w:lineRule="auto"/>
      <w:ind w:left="708" w:right="-284" w:hanging="304"/>
    </w:pPr>
    <w:rPr>
      <w:rFonts w:ascii="Times New Roman" w:hAnsi="Times New Roman" w:cs="Calibri"/>
      <w:color w:val="auto"/>
      <w:lang w:val="cs-CZ" w:eastAsia="ar-SA"/>
    </w:rPr>
  </w:style>
  <w:style w:type="paragraph" w:customStyle="1" w:styleId="pr5klad">
    <w:name w:val="pr5klad"/>
    <w:uiPriority w:val="99"/>
    <w:rsid w:val="0093396A"/>
    <w:pPr>
      <w:widowControl w:val="0"/>
      <w:tabs>
        <w:tab w:val="num" w:pos="720"/>
      </w:tabs>
      <w:spacing w:after="80"/>
      <w:ind w:left="720" w:hanging="360"/>
      <w:jc w:val="both"/>
    </w:pPr>
    <w:rPr>
      <w:rFonts w:ascii="Arial" w:hAnsi="Arial"/>
      <w:color w:val="000000"/>
      <w:sz w:val="18"/>
      <w:szCs w:val="20"/>
    </w:rPr>
  </w:style>
  <w:style w:type="character" w:customStyle="1" w:styleId="upd">
    <w:name w:val="upd"/>
    <w:basedOn w:val="Standardnpsmoodstavce"/>
    <w:rsid w:val="00360AA9"/>
  </w:style>
  <w:style w:type="character" w:customStyle="1" w:styleId="Nadpis7Char">
    <w:name w:val="Nadpis 7 Char"/>
    <w:basedOn w:val="Standardnpsmoodstavce"/>
    <w:link w:val="Nadpis7"/>
    <w:semiHidden/>
    <w:rsid w:val="00D72D91"/>
    <w:rPr>
      <w:rFonts w:asciiTheme="majorHAnsi" w:eastAsiaTheme="majorEastAsia" w:hAnsiTheme="majorHAnsi" w:cstheme="majorBidi"/>
      <w:i/>
      <w:iCs/>
      <w:color w:val="404040" w:themeColor="text1" w:themeTint="BF"/>
      <w:sz w:val="24"/>
      <w:szCs w:val="20"/>
      <w:lang w:val="en-US"/>
    </w:rPr>
  </w:style>
  <w:style w:type="paragraph" w:customStyle="1" w:styleId="Styl3">
    <w:name w:val="Styl3"/>
    <w:basedOn w:val="Odstavecseseznamem"/>
    <w:link w:val="Styl3Char"/>
    <w:qFormat/>
    <w:rsid w:val="00296496"/>
    <w:pPr>
      <w:widowControl w:val="0"/>
      <w:numPr>
        <w:ilvl w:val="0"/>
        <w:numId w:val="0"/>
      </w:numPr>
      <w:tabs>
        <w:tab w:val="clear" w:pos="709"/>
      </w:tabs>
      <w:suppressAutoHyphens/>
      <w:ind w:left="1276" w:hanging="709"/>
      <w:jc w:val="both"/>
    </w:pPr>
  </w:style>
  <w:style w:type="character" w:customStyle="1" w:styleId="OdstavecseseznamemChar">
    <w:name w:val="Odstavec se seznamem Char"/>
    <w:basedOn w:val="Standardnpsmoodstavce"/>
    <w:link w:val="Odstavecseseznamem"/>
    <w:uiPriority w:val="99"/>
    <w:rsid w:val="00296496"/>
  </w:style>
  <w:style w:type="character" w:customStyle="1" w:styleId="Styl3Char">
    <w:name w:val="Styl3 Char"/>
    <w:basedOn w:val="OdstavecseseznamemChar"/>
    <w:link w:val="Styl3"/>
    <w:rsid w:val="00296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5677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kologie@dpo.cz"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el.zaluda@dpo.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sylva.rezacova@dpo.cz"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jiri.bohacek@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ZkBw9LLvGaK1RMhcLatJayADkOr348Hi1HXedM1eCY4=</DigestValue>
    </Reference>
    <Reference Type="http://www.w3.org/2000/09/xmldsig#Object" URI="#idOfficeObject">
      <DigestMethod Algorithm="http://www.w3.org/2001/04/xmlenc#sha256"/>
      <DigestValue>fhkxGzz2HNvJbMS0i8jWihdZmeUDyYHhkuOUHlFyd+k=</DigestValue>
    </Reference>
    <Reference Type="http://uri.etsi.org/01903#SignedProperties" URI="#idSignedProperties">
      <Transforms>
        <Transform Algorithm="http://www.w3.org/TR/2001/REC-xml-c14n-20010315"/>
      </Transforms>
      <DigestMethod Algorithm="http://www.w3.org/2001/04/xmlenc#sha256"/>
      <DigestValue>guzPO4vff2DBo80sukc+B5y5gRnAUkZSmVOtqnFVglU=</DigestValue>
    </Reference>
  </SignedInfo>
  <SignatureValue>a95+wIpwF+6TQ2nK0W1jYJbwMT3wIKn+SxKuj1sairYAtC0mDj0m3yM0NfXW11eVg45rz7hCquGE
WxmOSi3zO7YUrouFxDeOHTOvEWQXHgtbT+BC4TA1HpMHsfJUWcLyXJ1IWk2IYhHJA/y2MiN0y0xM
qGHR+dtwMJ63A9RSVXAuIEAB9ls4aU9RNC0ln6qO6FWtZujt1fMlADRxJpponz8ZpNJ0NK+LRwus
yUZQWBusk6irjcTRn16ZZUOi7ZWmZNAtRA5COu7dkA4e08zViejrIEhyrrq6qOUsLbC9BBoiCIcm
ic+fwp1qLsiGDY0noVfig8qi3/fQgXs9tbC+Xg==</SignatureValue>
  <KeyInfo>
    <X509Data>
      <X509Certificate>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WGKCCHuSN4WnLNymDcousCSGW+y2/JjFS6maxlcRj2OaXywrEQH7tz75+qpAXFDk0zdGDN36xCGOitO8HVLIVNfNSaXpsQEdbYvrpIguav3/JYepsPPndSsBg7w1uz6C7HmI0D4kbnb1ToxnFJb/r/o+RTt72p0es2qmorsk65QEQhJHhLuWzO4hH8UV9GXjLpDmYwnJJ8iF5nxBbZb5Nd8bl6mRlxuxKGSiBvNGfn69gFQwRO4JDg3IW+Pgc4VMQ+16lWxELI/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vuEE+G4yTG//vIPYDMV8M26oVMj0EZmOjw8qVZ2RoI8deDxeA5Phoqx7JoVrPOqZJ+j0H5+N4nv3Oa8rVHbEgON/81LgeorQHYSK1GWzNUACAC1OSmhO9AgsuMzxaLg2dOI5JDDG3ZhVkcQAaPlDNdBxhh8FDShQShfxNE/GrzDHj5M243uNlspldfZkE+HxCZpO8kYATkBLjWJfg1eASVXudtF4q1s+oDZb/0QZ2B8c9fxiqkbk+MrreJBo1ZuoPy6ibmVULp8IKuGOJ5hB7bdchm7PPp6nczLFyhvIhGtfonzz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6+ZjZhmdu7Cr/Don8bXs40dDjrriH214fot5MNQsbzs=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opgLIhO2dYJNbyGoltimFIt783RWLTr23pxgCXUERLs=</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OliHHnomZFkPDpYzP2S/keZ/RK0SMUrQJNcj5Mdn3OM=</DigestValue>
      </Reference>
      <Reference URI="/word/document.xml?ContentType=application/vnd.openxmlformats-officedocument.wordprocessingml.document.main+xml">
        <DigestMethod Algorithm="http://www.w3.org/2001/04/xmlenc#sha256"/>
        <DigestValue>zNmfSLxYb0JVu0uMjZHEriprnmDAPj7Nl56vKU//MFo=</DigestValue>
      </Reference>
      <Reference URI="/word/endnotes.xml?ContentType=application/vnd.openxmlformats-officedocument.wordprocessingml.endnotes+xml">
        <DigestMethod Algorithm="http://www.w3.org/2001/04/xmlenc#sha256"/>
        <DigestValue>7JCurUFErdrDP3QUcR4JmrpFGEGNiAcy5eOfrdvJBMA=</DigestValue>
      </Reference>
      <Reference URI="/word/fontTable.xml?ContentType=application/vnd.openxmlformats-officedocument.wordprocessingml.fontTable+xml">
        <DigestMethod Algorithm="http://www.w3.org/2001/04/xmlenc#sha256"/>
        <DigestValue>49eLQdIWAyY6J1R3zux3T3R1FVq9bC2S9lW57B1x/vM=</DigestValue>
      </Reference>
      <Reference URI="/word/footer1.xml?ContentType=application/vnd.openxmlformats-officedocument.wordprocessingml.footer+xml">
        <DigestMethod Algorithm="http://www.w3.org/2001/04/xmlenc#sha256"/>
        <DigestValue>8drBx28PNcu7qo6Lk75KQfRmZVNJ1RMRMtujSKgfFPc=</DigestValue>
      </Reference>
      <Reference URI="/word/footer2.xml?ContentType=application/vnd.openxmlformats-officedocument.wordprocessingml.footer+xml">
        <DigestMethod Algorithm="http://www.w3.org/2001/04/xmlenc#sha256"/>
        <DigestValue>tQfDuCIQxTHTPY/Sas4ac5lo5wyMCWAXZjtoB17EoCY=</DigestValue>
      </Reference>
      <Reference URI="/word/footer3.xml?ContentType=application/vnd.openxmlformats-officedocument.wordprocessingml.footer+xml">
        <DigestMethod Algorithm="http://www.w3.org/2001/04/xmlenc#sha256"/>
        <DigestValue>vyCtJfofGCKOHk0JCyirgb3+mRJnCHXi1gSAiyrN5+U=</DigestValue>
      </Reference>
      <Reference URI="/word/footnotes.xml?ContentType=application/vnd.openxmlformats-officedocument.wordprocessingml.footnotes+xml">
        <DigestMethod Algorithm="http://www.w3.org/2001/04/xmlenc#sha256"/>
        <DigestValue>Mcoqw0A9G2uxzMie/ThocOBeIQP1j2oQcZiOrkrL/84=</DigestValue>
      </Reference>
      <Reference URI="/word/header1.xml?ContentType=application/vnd.openxmlformats-officedocument.wordprocessingml.header+xml">
        <DigestMethod Algorithm="http://www.w3.org/2001/04/xmlenc#sha256"/>
        <DigestValue>npiSe8QP4BDzYmbczfyR1jqTE+dAqS0GskY1WYCuTnA=</DigestValue>
      </Reference>
      <Reference URI="/word/header2.xml?ContentType=application/vnd.openxmlformats-officedocument.wordprocessingml.header+xml">
        <DigestMethod Algorithm="http://www.w3.org/2001/04/xmlenc#sha256"/>
        <DigestValue>/JaErF/3cIwX/OexdBX9dcHvO3kpP+runAAdAG75Aok=</DigestValue>
      </Reference>
      <Reference URI="/word/header3.xml?ContentType=application/vnd.openxmlformats-officedocument.wordprocessingml.header+xml">
        <DigestMethod Algorithm="http://www.w3.org/2001/04/xmlenc#sha256"/>
        <DigestValue>ixcNnwVjm119FluEh6RfTTitm5JFLwUJ+JOggTft4qQ=</DigestValue>
      </Reference>
      <Reference URI="/word/media/image1.png?ContentType=image/png">
        <DigestMethod Algorithm="http://www.w3.org/2001/04/xmlenc#sha256"/>
        <DigestValue>ufIvndhvsC+1BFzMlMmu4c0UNLr3t3UDqlOTrbG/6Lg=</DigestValue>
      </Reference>
      <Reference URI="/word/media/image2.png?ContentType=image/png">
        <DigestMethod Algorithm="http://www.w3.org/2001/04/xmlenc#sha256"/>
        <DigestValue>NZju4+N3KroHcmWdwW51j4PuO61cbwBrGRf+Yy/yGOM=</DigestValue>
      </Reference>
      <Reference URI="/word/media/image3.png?ContentType=image/png">
        <DigestMethod Algorithm="http://www.w3.org/2001/04/xmlenc#sha256"/>
        <DigestValue>V7rfHAk0HddzbIqpuQo8hC9jN60gO2/rWSO5fNlDFHE=</DigestValue>
      </Reference>
      <Reference URI="/word/media/image4.png?ContentType=image/png">
        <DigestMethod Algorithm="http://www.w3.org/2001/04/xmlenc#sha256"/>
        <DigestValue>o+cJjRfctTJenEm0t0E5AZIOVPqnLGyGr5IpLUHu8HM=</DigestValue>
      </Reference>
      <Reference URI="/word/numbering.xml?ContentType=application/vnd.openxmlformats-officedocument.wordprocessingml.numbering+xml">
        <DigestMethod Algorithm="http://www.w3.org/2001/04/xmlenc#sha256"/>
        <DigestValue>2KqU/HHpirIa0fqJhJDH7GXcziV0gmVaUUyX88VkSyQ=</DigestValue>
      </Reference>
      <Reference URI="/word/settings.xml?ContentType=application/vnd.openxmlformats-officedocument.wordprocessingml.settings+xml">
        <DigestMethod Algorithm="http://www.w3.org/2001/04/xmlenc#sha256"/>
        <DigestValue>JLW6UrkvjYWyRgENYskymO6HInoew9zZCXFjVpnLUPo=</DigestValue>
      </Reference>
      <Reference URI="/word/styles.xml?ContentType=application/vnd.openxmlformats-officedocument.wordprocessingml.styles+xml">
        <DigestMethod Algorithm="http://www.w3.org/2001/04/xmlenc#sha256"/>
        <DigestValue>ED6RWDPen1fvYuK90RFUPllmz3t0dALK+cpg3XTeYwg=</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+F0WIGLGdDYasMHcMcod2YDHcJ9LKPxLhXiA7ayDfg8=</DigestValue>
      </Reference>
    </Manifest>
    <SignatureProperties>
      <SignatureProperty Id="idSignatureTime" Target="#idPackageSignature">
        <mdssi:SignatureTime xmlns:mdssi="http://schemas.openxmlformats.org/package/2006/digital-signature">
          <mdssi:Format>YYYY-MM-DDThh:mm:ssTZD</mdssi:Format>
          <mdssi:Value>2018-04-16T04:58:14Z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2018-04-16T04:58:14Z</xd:SigningTime>
          <xd:SigningCertificate>
            <xd:Cert>
              <xd:CertDigest>
                <DigestMethod Algorithm="http://www.w3.org/2001/04/xmlenc#sha256"/>
                <DigestValue>jUqaEedDjp3xgRw2kHrOiBKHbNytqF+EOEWFeGlXZOg=</DigestValue>
              </xd:CertDigest>
              <xd:IssuerSerial>
                <X509IssuerName>CN=PostSignum Qualified CA 2, O="Česká pošta, s.p. [IČ 47114983]", C=CZ</X509IssuerName>
                <X509SerialNumber>2846533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CFBA1E-8D25-49B2-A32D-0B5E973D8B96}">
  <ds:schemaRefs>
    <ds:schemaRef ds:uri="http://schemas.openxmlformats.org/officeDocument/2006/bibliography"/>
  </ds:schemaRefs>
</ds:datastoreItem>
</file>

<file path=customXml/itemProps2.xml><?xml version="1.0" encoding="utf-8"?>
<ds:datastoreItem xmlns:ds="http://schemas.openxmlformats.org/officeDocument/2006/customXml" ds:itemID="{697BC919-ABE0-4CBF-A90B-4023ECD70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27</TotalTime>
  <Pages>17</Pages>
  <Words>8423</Words>
  <Characters>49389</Characters>
  <Application>Microsoft Office Word</Application>
  <DocSecurity>8</DocSecurity>
  <Lines>411</Lines>
  <Paragraphs>115</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57697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5</cp:revision>
  <cp:lastPrinted>2018-03-16T09:06:00Z</cp:lastPrinted>
  <dcterms:created xsi:type="dcterms:W3CDTF">2018-04-04T05:46:00Z</dcterms:created>
  <dcterms:modified xsi:type="dcterms:W3CDTF">2018-04-16T04:57:00Z</dcterms:modified>
</cp:coreProperties>
</file>